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632BDC" w14:textId="77777777" w:rsidR="00083CDD" w:rsidRDefault="00083CDD" w:rsidP="009B3BA2"/>
    <w:p w14:paraId="6296909B" w14:textId="77777777" w:rsidR="005554BE" w:rsidRDefault="005554BE" w:rsidP="009B3BA2"/>
    <w:p w14:paraId="4536638C" w14:textId="77777777" w:rsidR="005554BE" w:rsidRDefault="005554BE" w:rsidP="009B3BA2"/>
    <w:p w14:paraId="5295D883" w14:textId="77777777" w:rsidR="005554BE" w:rsidRDefault="005554BE" w:rsidP="009B3BA2"/>
    <w:p w14:paraId="599FED95" w14:textId="77777777" w:rsidR="005554BE" w:rsidRDefault="005554BE" w:rsidP="009B3BA2"/>
    <w:p w14:paraId="676A5EB8" w14:textId="77777777" w:rsidR="005554BE" w:rsidRDefault="005554BE" w:rsidP="009B3BA2"/>
    <w:p w14:paraId="76C0A0C4" w14:textId="77777777" w:rsidR="005554BE" w:rsidRDefault="005554BE" w:rsidP="009B3BA2"/>
    <w:p w14:paraId="56E47CEF" w14:textId="77777777" w:rsidR="005554BE" w:rsidRDefault="005554BE" w:rsidP="009B3BA2"/>
    <w:p w14:paraId="1699AEE0" w14:textId="77777777" w:rsidR="005554BE" w:rsidRDefault="005554BE" w:rsidP="009B3BA2"/>
    <w:p w14:paraId="20D676E2" w14:textId="77777777" w:rsidR="005554BE" w:rsidRDefault="005554BE" w:rsidP="009B3BA2"/>
    <w:p w14:paraId="5E9B75B8" w14:textId="77777777" w:rsidR="005554BE" w:rsidRDefault="005554BE" w:rsidP="009B3BA2"/>
    <w:p w14:paraId="0D0007D6" w14:textId="77777777" w:rsidR="005554BE" w:rsidRDefault="005554BE" w:rsidP="009B3BA2"/>
    <w:p w14:paraId="5539571C" w14:textId="77777777" w:rsidR="005554BE" w:rsidRDefault="005554BE" w:rsidP="009B3BA2"/>
    <w:p w14:paraId="13CFBA1F" w14:textId="77777777" w:rsidR="005554BE" w:rsidRDefault="005554BE" w:rsidP="009B3BA2"/>
    <w:p w14:paraId="2323EEC9" w14:textId="77777777" w:rsidR="00217069" w:rsidRDefault="00217069" w:rsidP="009B3BA2"/>
    <w:p w14:paraId="348C5F59" w14:textId="77777777" w:rsidR="00217069" w:rsidRDefault="00217069" w:rsidP="009B3BA2"/>
    <w:p w14:paraId="0832BA5E" w14:textId="77777777" w:rsidR="005554BE" w:rsidRDefault="005554BE" w:rsidP="009B3BA2"/>
    <w:p w14:paraId="1D24643E" w14:textId="77777777" w:rsidR="00C81FAB" w:rsidRDefault="00C81FAB" w:rsidP="009B3BA2"/>
    <w:p w14:paraId="18266BED" w14:textId="77777777" w:rsidR="005554BE" w:rsidRDefault="005554BE" w:rsidP="009B3BA2"/>
    <w:p w14:paraId="15072EEE" w14:textId="77777777" w:rsidR="005554BE" w:rsidRDefault="005554BE" w:rsidP="009B3BA2"/>
    <w:p w14:paraId="4FA00D0B" w14:textId="77777777" w:rsidR="005554BE" w:rsidRDefault="005554BE" w:rsidP="009B3BA2"/>
    <w:p w14:paraId="4A213BC2" w14:textId="77777777" w:rsidR="005554BE" w:rsidRDefault="005554BE" w:rsidP="009B3BA2"/>
    <w:p w14:paraId="77FE565E" w14:textId="77777777" w:rsidR="00213EE5" w:rsidRDefault="00213EE5" w:rsidP="009B3BA2"/>
    <w:p w14:paraId="73444CA1" w14:textId="77777777" w:rsidR="005554BE" w:rsidRDefault="005554BE" w:rsidP="009B3BA2"/>
    <w:tbl>
      <w:tblPr>
        <w:tblW w:w="9699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CellMar>
          <w:top w:w="57" w:type="dxa"/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0"/>
        <w:gridCol w:w="511"/>
        <w:gridCol w:w="1871"/>
        <w:gridCol w:w="1361"/>
        <w:gridCol w:w="1871"/>
        <w:gridCol w:w="1361"/>
        <w:gridCol w:w="1418"/>
        <w:gridCol w:w="456"/>
      </w:tblGrid>
      <w:tr w:rsidR="005554BE" w:rsidRPr="005554BE" w14:paraId="52E3892A" w14:textId="77777777" w:rsidTr="00054998">
        <w:trPr>
          <w:cantSplit/>
          <w:trHeight w:hRule="exact" w:val="454"/>
          <w:jc w:val="center"/>
        </w:trPr>
        <w:tc>
          <w:tcPr>
            <w:tcW w:w="850" w:type="dxa"/>
            <w:noWrap/>
            <w:vAlign w:val="center"/>
          </w:tcPr>
          <w:p w14:paraId="1E3CBFB1" w14:textId="77777777" w:rsidR="005554BE" w:rsidRPr="005554BE" w:rsidRDefault="005554BE" w:rsidP="005554BE">
            <w:pPr>
              <w:ind w:left="-42"/>
              <w:jc w:val="center"/>
              <w:rPr>
                <w:color w:val="000000" w:themeColor="text1"/>
                <w:sz w:val="14"/>
              </w:rPr>
            </w:pPr>
            <w:r w:rsidRPr="005554BE">
              <w:rPr>
                <w:color w:val="000000" w:themeColor="text1"/>
                <w:sz w:val="14"/>
              </w:rPr>
              <w:t>6</w:t>
            </w:r>
          </w:p>
        </w:tc>
        <w:sdt>
          <w:sdtPr>
            <w:rPr>
              <w:color w:val="000000" w:themeColor="text1"/>
              <w:sz w:val="14"/>
            </w:rPr>
            <w:alias w:val="Popis revize č.6"/>
            <w:tag w:val="Pz6"/>
            <w:id w:val="787498064"/>
            <w:placeholder>
              <w:docPart w:val="4455A44B058644D2A53573B7138F8EC1"/>
            </w:placeholder>
            <w:showingPlcHdr/>
            <w:text/>
          </w:sdtPr>
          <w:sdtEndPr/>
          <w:sdtContent>
            <w:tc>
              <w:tcPr>
                <w:tcW w:w="5614" w:type="dxa"/>
                <w:gridSpan w:val="4"/>
                <w:noWrap/>
                <w:vAlign w:val="center"/>
              </w:tcPr>
              <w:p w14:paraId="1B929EE1" w14:textId="150420CF" w:rsidR="005554BE" w:rsidRPr="005554BE" w:rsidRDefault="00D44001" w:rsidP="005554BE">
                <w:pPr>
                  <w:rPr>
                    <w:color w:val="000000" w:themeColor="text1"/>
                    <w:sz w:val="14"/>
                  </w:rPr>
                </w:pPr>
                <w:r w:rsidRPr="0005706C">
                  <w:rPr>
                    <w:color w:val="000000" w:themeColor="text1"/>
                    <w:sz w:val="14"/>
                  </w:rPr>
                  <w:t xml:space="preserve"> </w:t>
                </w:r>
              </w:p>
            </w:tc>
          </w:sdtContent>
        </w:sdt>
        <w:sdt>
          <w:sdtPr>
            <w:rPr>
              <w:color w:val="000000" w:themeColor="text1"/>
              <w:sz w:val="14"/>
            </w:rPr>
            <w:alias w:val="Datum revize č.6"/>
            <w:tag w:val="Dz6"/>
            <w:id w:val="787498093"/>
            <w:placeholder>
              <w:docPart w:val="0DFCD2D10C0C4F45892D11C61214D8BD"/>
            </w:placeholder>
            <w:showingPlcHdr/>
            <w:text/>
          </w:sdtPr>
          <w:sdtEndPr/>
          <w:sdtContent>
            <w:tc>
              <w:tcPr>
                <w:tcW w:w="1361" w:type="dxa"/>
                <w:noWrap/>
                <w:vAlign w:val="center"/>
              </w:tcPr>
              <w:p w14:paraId="62E5CC58" w14:textId="090ADB6F" w:rsidR="005554BE" w:rsidRPr="005554BE" w:rsidRDefault="00D44001" w:rsidP="005554BE">
                <w:pPr>
                  <w:rPr>
                    <w:color w:val="000000" w:themeColor="text1"/>
                    <w:sz w:val="14"/>
                  </w:rPr>
                </w:pPr>
                <w:r w:rsidRPr="0005706C">
                  <w:rPr>
                    <w:rStyle w:val="Zstupntext"/>
                    <w:color w:val="000000" w:themeColor="text1"/>
                  </w:rPr>
                  <w:t xml:space="preserve"> </w:t>
                </w:r>
              </w:p>
            </w:tc>
          </w:sdtContent>
        </w:sdt>
        <w:sdt>
          <w:sdtPr>
            <w:rPr>
              <w:color w:val="000000" w:themeColor="text1"/>
              <w:sz w:val="14"/>
            </w:rPr>
            <w:alias w:val="Schválil revizi č.6"/>
            <w:tag w:val="Kz6"/>
            <w:id w:val="787498099"/>
            <w:placeholder>
              <w:docPart w:val="9D873DE55F594146AF036837467F0353"/>
            </w:placeholder>
            <w:showingPlcHdr/>
            <w:text/>
          </w:sdtPr>
          <w:sdtEndPr/>
          <w:sdtContent>
            <w:tc>
              <w:tcPr>
                <w:tcW w:w="1874" w:type="dxa"/>
                <w:gridSpan w:val="2"/>
                <w:noWrap/>
                <w:vAlign w:val="center"/>
              </w:tcPr>
              <w:p w14:paraId="24DD250F" w14:textId="26E0BE38" w:rsidR="005554BE" w:rsidRPr="005554BE" w:rsidRDefault="00D44001" w:rsidP="005554BE">
                <w:pPr>
                  <w:tabs>
                    <w:tab w:val="right" w:pos="2992"/>
                  </w:tabs>
                  <w:rPr>
                    <w:color w:val="000000" w:themeColor="text1"/>
                    <w:sz w:val="14"/>
                  </w:rPr>
                </w:pPr>
                <w:r w:rsidRPr="0005706C">
                  <w:rPr>
                    <w:rStyle w:val="Zstupntext"/>
                    <w:color w:val="000000" w:themeColor="text1"/>
                  </w:rPr>
                  <w:t xml:space="preserve"> </w:t>
                </w:r>
              </w:p>
            </w:tc>
          </w:sdtContent>
        </w:sdt>
      </w:tr>
      <w:tr w:rsidR="005554BE" w:rsidRPr="005554BE" w14:paraId="1A6C3BDA" w14:textId="77777777" w:rsidTr="00054998">
        <w:trPr>
          <w:cantSplit/>
          <w:trHeight w:hRule="exact" w:val="454"/>
          <w:jc w:val="center"/>
        </w:trPr>
        <w:tc>
          <w:tcPr>
            <w:tcW w:w="850" w:type="dxa"/>
            <w:noWrap/>
            <w:vAlign w:val="center"/>
          </w:tcPr>
          <w:p w14:paraId="7E11EC7E" w14:textId="77777777" w:rsidR="005554BE" w:rsidRPr="005554BE" w:rsidRDefault="005554BE" w:rsidP="005554BE">
            <w:pPr>
              <w:ind w:left="-42"/>
              <w:jc w:val="center"/>
              <w:rPr>
                <w:color w:val="000000" w:themeColor="text1"/>
                <w:sz w:val="14"/>
              </w:rPr>
            </w:pPr>
            <w:r w:rsidRPr="005554BE">
              <w:rPr>
                <w:color w:val="000000" w:themeColor="text1"/>
                <w:sz w:val="14"/>
              </w:rPr>
              <w:t>5</w:t>
            </w:r>
          </w:p>
        </w:tc>
        <w:sdt>
          <w:sdtPr>
            <w:rPr>
              <w:color w:val="000000" w:themeColor="text1"/>
              <w:sz w:val="14"/>
            </w:rPr>
            <w:alias w:val="Popis revize č.5"/>
            <w:tag w:val="Pz5"/>
            <w:id w:val="787498063"/>
            <w:placeholder>
              <w:docPart w:val="BB5140E1D2BB415595063D327FB48DA2"/>
            </w:placeholder>
            <w:showingPlcHdr/>
            <w:text/>
          </w:sdtPr>
          <w:sdtEndPr/>
          <w:sdtContent>
            <w:tc>
              <w:tcPr>
                <w:tcW w:w="5614" w:type="dxa"/>
                <w:gridSpan w:val="4"/>
                <w:noWrap/>
                <w:vAlign w:val="center"/>
              </w:tcPr>
              <w:p w14:paraId="10AA8E9E" w14:textId="5605B630" w:rsidR="005554BE" w:rsidRPr="005554BE" w:rsidRDefault="00D44001" w:rsidP="005554BE">
                <w:pPr>
                  <w:rPr>
                    <w:color w:val="000000" w:themeColor="text1"/>
                    <w:sz w:val="14"/>
                  </w:rPr>
                </w:pPr>
                <w:r w:rsidRPr="0005706C">
                  <w:rPr>
                    <w:rStyle w:val="Zstupntext"/>
                    <w:color w:val="000000" w:themeColor="text1"/>
                  </w:rPr>
                  <w:t xml:space="preserve"> </w:t>
                </w:r>
              </w:p>
            </w:tc>
          </w:sdtContent>
        </w:sdt>
        <w:sdt>
          <w:sdtPr>
            <w:rPr>
              <w:color w:val="000000" w:themeColor="text1"/>
              <w:sz w:val="14"/>
            </w:rPr>
            <w:alias w:val="Datum revize č.5"/>
            <w:tag w:val="Dz5"/>
            <w:id w:val="787498092"/>
            <w:placeholder>
              <w:docPart w:val="8CF145A31CE84D5FB5872EF400C52ADA"/>
            </w:placeholder>
            <w:showingPlcHdr/>
            <w:text/>
          </w:sdtPr>
          <w:sdtEndPr/>
          <w:sdtContent>
            <w:tc>
              <w:tcPr>
                <w:tcW w:w="1361" w:type="dxa"/>
                <w:noWrap/>
                <w:vAlign w:val="center"/>
              </w:tcPr>
              <w:p w14:paraId="7A2E0C27" w14:textId="1FB7E4C4" w:rsidR="005554BE" w:rsidRPr="005554BE" w:rsidRDefault="00D44001" w:rsidP="005554BE">
                <w:pPr>
                  <w:rPr>
                    <w:color w:val="000000" w:themeColor="text1"/>
                    <w:sz w:val="14"/>
                  </w:rPr>
                </w:pPr>
                <w:r w:rsidRPr="0005706C">
                  <w:rPr>
                    <w:rStyle w:val="Zstupntext"/>
                    <w:color w:val="000000" w:themeColor="text1"/>
                  </w:rPr>
                  <w:t xml:space="preserve"> </w:t>
                </w:r>
              </w:p>
            </w:tc>
          </w:sdtContent>
        </w:sdt>
        <w:sdt>
          <w:sdtPr>
            <w:rPr>
              <w:color w:val="000000" w:themeColor="text1"/>
              <w:sz w:val="14"/>
            </w:rPr>
            <w:alias w:val="Schválil revizi č.5"/>
            <w:tag w:val="Kz5"/>
            <w:id w:val="787498098"/>
            <w:placeholder>
              <w:docPart w:val="2DC4F3AF62B64394972D5BCD2CBCBB98"/>
            </w:placeholder>
            <w:showingPlcHdr/>
            <w:text/>
          </w:sdtPr>
          <w:sdtEndPr/>
          <w:sdtContent>
            <w:tc>
              <w:tcPr>
                <w:tcW w:w="1874" w:type="dxa"/>
                <w:gridSpan w:val="2"/>
                <w:noWrap/>
                <w:vAlign w:val="center"/>
              </w:tcPr>
              <w:p w14:paraId="53951C51" w14:textId="1D6130BC" w:rsidR="005554BE" w:rsidRPr="005554BE" w:rsidRDefault="00D44001" w:rsidP="005554BE">
                <w:pPr>
                  <w:tabs>
                    <w:tab w:val="right" w:pos="2992"/>
                  </w:tabs>
                  <w:rPr>
                    <w:color w:val="000000" w:themeColor="text1"/>
                    <w:sz w:val="14"/>
                  </w:rPr>
                </w:pPr>
                <w:r w:rsidRPr="0005706C">
                  <w:rPr>
                    <w:rStyle w:val="Zstupntext"/>
                    <w:color w:val="000000" w:themeColor="text1"/>
                  </w:rPr>
                  <w:t xml:space="preserve"> </w:t>
                </w:r>
              </w:p>
            </w:tc>
          </w:sdtContent>
        </w:sdt>
      </w:tr>
      <w:tr w:rsidR="005554BE" w:rsidRPr="005554BE" w14:paraId="3514E9C2" w14:textId="77777777" w:rsidTr="00054998">
        <w:trPr>
          <w:cantSplit/>
          <w:trHeight w:hRule="exact" w:val="454"/>
          <w:jc w:val="center"/>
        </w:trPr>
        <w:tc>
          <w:tcPr>
            <w:tcW w:w="850" w:type="dxa"/>
            <w:noWrap/>
            <w:vAlign w:val="center"/>
          </w:tcPr>
          <w:p w14:paraId="4540C74D" w14:textId="77777777" w:rsidR="005554BE" w:rsidRPr="005554BE" w:rsidRDefault="005554BE" w:rsidP="005554BE">
            <w:pPr>
              <w:ind w:left="-42"/>
              <w:jc w:val="center"/>
              <w:rPr>
                <w:color w:val="000000" w:themeColor="text1"/>
                <w:sz w:val="14"/>
              </w:rPr>
            </w:pPr>
            <w:r w:rsidRPr="005554BE">
              <w:rPr>
                <w:color w:val="000000" w:themeColor="text1"/>
                <w:sz w:val="14"/>
              </w:rPr>
              <w:t>4</w:t>
            </w:r>
          </w:p>
        </w:tc>
        <w:sdt>
          <w:sdtPr>
            <w:rPr>
              <w:color w:val="000000" w:themeColor="text1"/>
              <w:sz w:val="14"/>
            </w:rPr>
            <w:alias w:val="Popis revize č.4"/>
            <w:tag w:val="Pz4"/>
            <w:id w:val="787498062"/>
            <w:placeholder>
              <w:docPart w:val="A8A0D4CD5BEC4B0D92761194ED8D3621"/>
            </w:placeholder>
            <w:showingPlcHdr/>
            <w:text/>
          </w:sdtPr>
          <w:sdtEndPr/>
          <w:sdtContent>
            <w:tc>
              <w:tcPr>
                <w:tcW w:w="5614" w:type="dxa"/>
                <w:gridSpan w:val="4"/>
                <w:noWrap/>
                <w:vAlign w:val="center"/>
              </w:tcPr>
              <w:p w14:paraId="612ABC26" w14:textId="697CD331" w:rsidR="005554BE" w:rsidRPr="005554BE" w:rsidRDefault="00D44001" w:rsidP="005554BE">
                <w:pPr>
                  <w:rPr>
                    <w:color w:val="000000" w:themeColor="text1"/>
                    <w:sz w:val="14"/>
                  </w:rPr>
                </w:pPr>
                <w:r w:rsidRPr="0005706C">
                  <w:rPr>
                    <w:rStyle w:val="Zstupntext"/>
                    <w:color w:val="000000" w:themeColor="text1"/>
                  </w:rPr>
                  <w:t xml:space="preserve"> </w:t>
                </w:r>
              </w:p>
            </w:tc>
          </w:sdtContent>
        </w:sdt>
        <w:sdt>
          <w:sdtPr>
            <w:rPr>
              <w:color w:val="000000" w:themeColor="text1"/>
              <w:sz w:val="14"/>
            </w:rPr>
            <w:alias w:val="Datum revize č.4"/>
            <w:tag w:val="Dz4"/>
            <w:id w:val="787498091"/>
            <w:placeholder>
              <w:docPart w:val="4ED01243361B45EBA4ACA7825CE7AC55"/>
            </w:placeholder>
            <w:showingPlcHdr/>
            <w:text/>
          </w:sdtPr>
          <w:sdtEndPr/>
          <w:sdtContent>
            <w:tc>
              <w:tcPr>
                <w:tcW w:w="1361" w:type="dxa"/>
                <w:noWrap/>
                <w:vAlign w:val="center"/>
              </w:tcPr>
              <w:p w14:paraId="3F80DC37" w14:textId="00430CE3" w:rsidR="005554BE" w:rsidRPr="005554BE" w:rsidRDefault="00D44001" w:rsidP="005554BE">
                <w:pPr>
                  <w:rPr>
                    <w:color w:val="000000" w:themeColor="text1"/>
                    <w:sz w:val="14"/>
                  </w:rPr>
                </w:pPr>
                <w:r w:rsidRPr="0005706C">
                  <w:rPr>
                    <w:rStyle w:val="Zstupntext"/>
                    <w:color w:val="000000" w:themeColor="text1"/>
                  </w:rPr>
                  <w:t xml:space="preserve"> </w:t>
                </w:r>
              </w:p>
            </w:tc>
          </w:sdtContent>
        </w:sdt>
        <w:sdt>
          <w:sdtPr>
            <w:rPr>
              <w:color w:val="000000" w:themeColor="text1"/>
              <w:sz w:val="14"/>
            </w:rPr>
            <w:alias w:val="Schválil revizi č.4"/>
            <w:tag w:val="Kz4"/>
            <w:id w:val="787498097"/>
            <w:placeholder>
              <w:docPart w:val="325AC45C362E49618859C7A5C3DBA529"/>
            </w:placeholder>
            <w:showingPlcHdr/>
            <w:text/>
          </w:sdtPr>
          <w:sdtEndPr/>
          <w:sdtContent>
            <w:tc>
              <w:tcPr>
                <w:tcW w:w="1874" w:type="dxa"/>
                <w:gridSpan w:val="2"/>
                <w:noWrap/>
                <w:vAlign w:val="center"/>
              </w:tcPr>
              <w:p w14:paraId="4D8CFEB9" w14:textId="62828C40" w:rsidR="005554BE" w:rsidRPr="005554BE" w:rsidRDefault="00D44001" w:rsidP="005554BE">
                <w:pPr>
                  <w:tabs>
                    <w:tab w:val="right" w:pos="2992"/>
                  </w:tabs>
                  <w:rPr>
                    <w:color w:val="000000" w:themeColor="text1"/>
                    <w:sz w:val="14"/>
                  </w:rPr>
                </w:pPr>
                <w:r w:rsidRPr="0005706C">
                  <w:rPr>
                    <w:rStyle w:val="Zstupntext"/>
                    <w:color w:val="000000" w:themeColor="text1"/>
                  </w:rPr>
                  <w:t xml:space="preserve"> </w:t>
                </w:r>
              </w:p>
            </w:tc>
          </w:sdtContent>
        </w:sdt>
      </w:tr>
      <w:tr w:rsidR="005554BE" w:rsidRPr="005554BE" w14:paraId="7449FD66" w14:textId="77777777" w:rsidTr="00054998">
        <w:trPr>
          <w:cantSplit/>
          <w:trHeight w:hRule="exact" w:val="454"/>
          <w:jc w:val="center"/>
        </w:trPr>
        <w:tc>
          <w:tcPr>
            <w:tcW w:w="850" w:type="dxa"/>
            <w:noWrap/>
            <w:vAlign w:val="center"/>
          </w:tcPr>
          <w:p w14:paraId="7E587630" w14:textId="77777777" w:rsidR="005554BE" w:rsidRPr="005554BE" w:rsidRDefault="005554BE" w:rsidP="005554BE">
            <w:pPr>
              <w:ind w:left="-42"/>
              <w:jc w:val="center"/>
              <w:rPr>
                <w:color w:val="000000" w:themeColor="text1"/>
                <w:sz w:val="14"/>
              </w:rPr>
            </w:pPr>
            <w:r w:rsidRPr="005554BE">
              <w:rPr>
                <w:color w:val="000000" w:themeColor="text1"/>
                <w:sz w:val="14"/>
              </w:rPr>
              <w:t>3</w:t>
            </w:r>
          </w:p>
        </w:tc>
        <w:sdt>
          <w:sdtPr>
            <w:rPr>
              <w:color w:val="000000" w:themeColor="text1"/>
              <w:sz w:val="14"/>
            </w:rPr>
            <w:alias w:val="Popis revize č.3"/>
            <w:tag w:val="Pz3"/>
            <w:id w:val="787498061"/>
            <w:placeholder>
              <w:docPart w:val="D86FB1FD1B6A4447B8D835C6CA67D1AF"/>
            </w:placeholder>
            <w:showingPlcHdr/>
            <w:text/>
          </w:sdtPr>
          <w:sdtEndPr/>
          <w:sdtContent>
            <w:tc>
              <w:tcPr>
                <w:tcW w:w="5614" w:type="dxa"/>
                <w:gridSpan w:val="4"/>
                <w:noWrap/>
                <w:vAlign w:val="center"/>
              </w:tcPr>
              <w:p w14:paraId="22BB10EA" w14:textId="748AEF86" w:rsidR="005554BE" w:rsidRPr="005554BE" w:rsidRDefault="00D44001" w:rsidP="005554BE">
                <w:pPr>
                  <w:rPr>
                    <w:color w:val="000000" w:themeColor="text1"/>
                    <w:sz w:val="14"/>
                  </w:rPr>
                </w:pPr>
                <w:r w:rsidRPr="0005706C">
                  <w:rPr>
                    <w:rStyle w:val="Zstupntext"/>
                    <w:color w:val="000000" w:themeColor="text1"/>
                  </w:rPr>
                  <w:t xml:space="preserve"> </w:t>
                </w:r>
              </w:p>
            </w:tc>
          </w:sdtContent>
        </w:sdt>
        <w:sdt>
          <w:sdtPr>
            <w:rPr>
              <w:color w:val="000000" w:themeColor="text1"/>
              <w:sz w:val="14"/>
            </w:rPr>
            <w:alias w:val="Datum revize č.3"/>
            <w:tag w:val="Dz3"/>
            <w:id w:val="787498090"/>
            <w:placeholder>
              <w:docPart w:val="C5ADEDC169C042E58045EEBBC7B64888"/>
            </w:placeholder>
            <w:showingPlcHdr/>
            <w:text/>
          </w:sdtPr>
          <w:sdtEndPr/>
          <w:sdtContent>
            <w:tc>
              <w:tcPr>
                <w:tcW w:w="1361" w:type="dxa"/>
                <w:noWrap/>
                <w:vAlign w:val="center"/>
              </w:tcPr>
              <w:p w14:paraId="7D84B60C" w14:textId="3FB3AC2A" w:rsidR="005554BE" w:rsidRPr="005554BE" w:rsidRDefault="00D44001" w:rsidP="005554BE">
                <w:pPr>
                  <w:rPr>
                    <w:color w:val="000000" w:themeColor="text1"/>
                    <w:sz w:val="14"/>
                  </w:rPr>
                </w:pPr>
                <w:r w:rsidRPr="0005706C">
                  <w:rPr>
                    <w:rStyle w:val="Zstupntext"/>
                    <w:color w:val="000000" w:themeColor="text1"/>
                  </w:rPr>
                  <w:t xml:space="preserve"> </w:t>
                </w:r>
              </w:p>
            </w:tc>
          </w:sdtContent>
        </w:sdt>
        <w:sdt>
          <w:sdtPr>
            <w:rPr>
              <w:color w:val="000000" w:themeColor="text1"/>
              <w:sz w:val="14"/>
            </w:rPr>
            <w:alias w:val="Schválil revizi č.3"/>
            <w:tag w:val="Kz3"/>
            <w:id w:val="787498096"/>
            <w:placeholder>
              <w:docPart w:val="4CF8D92AFC1D4C658603E21C73231395"/>
            </w:placeholder>
            <w:showingPlcHdr/>
            <w:text/>
          </w:sdtPr>
          <w:sdtEndPr/>
          <w:sdtContent>
            <w:tc>
              <w:tcPr>
                <w:tcW w:w="1874" w:type="dxa"/>
                <w:gridSpan w:val="2"/>
                <w:noWrap/>
                <w:vAlign w:val="center"/>
              </w:tcPr>
              <w:p w14:paraId="6748F0C7" w14:textId="6358B90C" w:rsidR="005554BE" w:rsidRPr="005554BE" w:rsidRDefault="00D44001" w:rsidP="005554BE">
                <w:pPr>
                  <w:tabs>
                    <w:tab w:val="right" w:pos="2992"/>
                  </w:tabs>
                  <w:rPr>
                    <w:color w:val="000000" w:themeColor="text1"/>
                    <w:sz w:val="14"/>
                  </w:rPr>
                </w:pPr>
                <w:r w:rsidRPr="0005706C">
                  <w:rPr>
                    <w:rStyle w:val="Zstupntext"/>
                    <w:color w:val="000000" w:themeColor="text1"/>
                  </w:rPr>
                  <w:t xml:space="preserve"> </w:t>
                </w:r>
              </w:p>
            </w:tc>
          </w:sdtContent>
        </w:sdt>
      </w:tr>
      <w:tr w:rsidR="005554BE" w:rsidRPr="005554BE" w14:paraId="1C766359" w14:textId="77777777" w:rsidTr="00054998">
        <w:trPr>
          <w:cantSplit/>
          <w:trHeight w:hRule="exact" w:val="454"/>
          <w:jc w:val="center"/>
        </w:trPr>
        <w:tc>
          <w:tcPr>
            <w:tcW w:w="850" w:type="dxa"/>
            <w:noWrap/>
            <w:vAlign w:val="center"/>
          </w:tcPr>
          <w:p w14:paraId="558B1C9A" w14:textId="77777777" w:rsidR="005554BE" w:rsidRPr="005554BE" w:rsidRDefault="005554BE" w:rsidP="005554BE">
            <w:pPr>
              <w:ind w:left="-42"/>
              <w:jc w:val="center"/>
              <w:rPr>
                <w:color w:val="000000" w:themeColor="text1"/>
                <w:sz w:val="14"/>
              </w:rPr>
            </w:pPr>
            <w:r w:rsidRPr="005554BE">
              <w:rPr>
                <w:color w:val="000000" w:themeColor="text1"/>
                <w:sz w:val="14"/>
              </w:rPr>
              <w:t>2</w:t>
            </w:r>
          </w:p>
        </w:tc>
        <w:sdt>
          <w:sdtPr>
            <w:rPr>
              <w:color w:val="000000" w:themeColor="text1"/>
              <w:sz w:val="14"/>
            </w:rPr>
            <w:alias w:val="Popis revize č.2"/>
            <w:tag w:val="Pz2"/>
            <w:id w:val="787498060"/>
            <w:placeholder>
              <w:docPart w:val="6F0071A5BD86421684A6380C9CE26BCE"/>
            </w:placeholder>
            <w:text/>
          </w:sdtPr>
          <w:sdtEndPr/>
          <w:sdtContent>
            <w:tc>
              <w:tcPr>
                <w:tcW w:w="5614" w:type="dxa"/>
                <w:gridSpan w:val="4"/>
                <w:noWrap/>
                <w:vAlign w:val="center"/>
              </w:tcPr>
              <w:p w14:paraId="54D5252C" w14:textId="4366D989" w:rsidR="005554BE" w:rsidRPr="005554BE" w:rsidRDefault="002342B4" w:rsidP="005554BE">
                <w:pPr>
                  <w:rPr>
                    <w:color w:val="000000" w:themeColor="text1"/>
                    <w:sz w:val="14"/>
                  </w:rPr>
                </w:pPr>
                <w:r>
                  <w:rPr>
                    <w:color w:val="000000" w:themeColor="text1"/>
                    <w:sz w:val="14"/>
                  </w:rPr>
                  <w:t>ČISTOPIS</w:t>
                </w:r>
              </w:p>
            </w:tc>
          </w:sdtContent>
        </w:sdt>
        <w:sdt>
          <w:sdtPr>
            <w:rPr>
              <w:color w:val="000000" w:themeColor="text1"/>
              <w:sz w:val="14"/>
            </w:rPr>
            <w:alias w:val="Datum revize č.2"/>
            <w:tag w:val="Dz2"/>
            <w:id w:val="787498067"/>
            <w:placeholder>
              <w:docPart w:val="A8CFFE72291D4B6085A4D554CCE3797B"/>
            </w:placeholder>
            <w:text/>
          </w:sdtPr>
          <w:sdtEndPr/>
          <w:sdtContent>
            <w:tc>
              <w:tcPr>
                <w:tcW w:w="1361" w:type="dxa"/>
                <w:noWrap/>
                <w:vAlign w:val="center"/>
              </w:tcPr>
              <w:p w14:paraId="0FFFF209" w14:textId="1FE1732F" w:rsidR="005554BE" w:rsidRPr="005554BE" w:rsidRDefault="002342B4" w:rsidP="005554BE">
                <w:pPr>
                  <w:rPr>
                    <w:color w:val="000000" w:themeColor="text1"/>
                    <w:sz w:val="14"/>
                  </w:rPr>
                </w:pPr>
                <w:r>
                  <w:rPr>
                    <w:color w:val="000000" w:themeColor="text1"/>
                    <w:sz w:val="14"/>
                  </w:rPr>
                  <w:t>08.09.2022</w:t>
                </w:r>
              </w:p>
            </w:tc>
          </w:sdtContent>
        </w:sdt>
        <w:tc>
          <w:tcPr>
            <w:tcW w:w="1874" w:type="dxa"/>
            <w:gridSpan w:val="2"/>
            <w:noWrap/>
            <w:vAlign w:val="center"/>
          </w:tcPr>
          <w:p w14:paraId="68F51012" w14:textId="436A6086" w:rsidR="005554BE" w:rsidRPr="005554BE" w:rsidRDefault="00874F21" w:rsidP="00916646">
            <w:pPr>
              <w:tabs>
                <w:tab w:val="right" w:pos="2992"/>
              </w:tabs>
              <w:rPr>
                <w:color w:val="000000" w:themeColor="text1"/>
                <w:sz w:val="14"/>
              </w:rPr>
            </w:pPr>
            <w:sdt>
              <w:sdtPr>
                <w:rPr>
                  <w:color w:val="000000" w:themeColor="text1"/>
                  <w:sz w:val="14"/>
                </w:rPr>
                <w:alias w:val="Schválil revizi č.2"/>
                <w:tag w:val="Kz2"/>
                <w:id w:val="787498095"/>
                <w:placeholder>
                  <w:docPart w:val="680FD3CCD2DD446FBB1C0923F02C12CC"/>
                </w:placeholder>
                <w:text/>
              </w:sdtPr>
              <w:sdtEndPr/>
              <w:sdtContent>
                <w:r w:rsidR="002342B4">
                  <w:rPr>
                    <w:color w:val="000000" w:themeColor="text1"/>
                    <w:sz w:val="14"/>
                  </w:rPr>
                  <w:t>Ing. Kuba, Ph.D.</w:t>
                </w:r>
              </w:sdtContent>
            </w:sdt>
          </w:p>
        </w:tc>
      </w:tr>
      <w:tr w:rsidR="005554BE" w:rsidRPr="005554BE" w14:paraId="5ADDE4F9" w14:textId="77777777" w:rsidTr="00054998">
        <w:trPr>
          <w:cantSplit/>
          <w:trHeight w:hRule="exact" w:val="454"/>
          <w:jc w:val="center"/>
        </w:trPr>
        <w:tc>
          <w:tcPr>
            <w:tcW w:w="850" w:type="dxa"/>
            <w:noWrap/>
            <w:vAlign w:val="center"/>
          </w:tcPr>
          <w:p w14:paraId="04CE1AE3" w14:textId="77777777" w:rsidR="005554BE" w:rsidRPr="005554BE" w:rsidRDefault="005554BE" w:rsidP="005554BE">
            <w:pPr>
              <w:ind w:left="-42"/>
              <w:jc w:val="center"/>
              <w:rPr>
                <w:color w:val="000000" w:themeColor="text1"/>
                <w:sz w:val="14"/>
              </w:rPr>
            </w:pPr>
            <w:r w:rsidRPr="005554BE">
              <w:rPr>
                <w:color w:val="000000" w:themeColor="text1"/>
                <w:sz w:val="14"/>
              </w:rPr>
              <w:t>1</w:t>
            </w:r>
          </w:p>
        </w:tc>
        <w:sdt>
          <w:sdtPr>
            <w:rPr>
              <w:color w:val="000000" w:themeColor="text1"/>
              <w:sz w:val="14"/>
            </w:rPr>
            <w:alias w:val="Popis revize č.1"/>
            <w:tag w:val="Pz1"/>
            <w:id w:val="787498059"/>
            <w:placeholder>
              <w:docPart w:val="9B31CFBF72D0433A9687AA8F38FF2D17"/>
            </w:placeholder>
            <w:text/>
          </w:sdtPr>
          <w:sdtEndPr/>
          <w:sdtContent>
            <w:tc>
              <w:tcPr>
                <w:tcW w:w="5614" w:type="dxa"/>
                <w:gridSpan w:val="4"/>
                <w:noWrap/>
                <w:vAlign w:val="center"/>
              </w:tcPr>
              <w:p w14:paraId="71EA29DD" w14:textId="42D68ADF" w:rsidR="005554BE" w:rsidRPr="005554BE" w:rsidRDefault="0027199C" w:rsidP="00C81FAB">
                <w:pPr>
                  <w:rPr>
                    <w:color w:val="000000" w:themeColor="text1"/>
                    <w:sz w:val="14"/>
                  </w:rPr>
                </w:pPr>
                <w:r>
                  <w:rPr>
                    <w:color w:val="000000" w:themeColor="text1"/>
                    <w:sz w:val="14"/>
                  </w:rPr>
                  <w:t>PRVNÍ VYDÁNÍ PRO KONTROLU</w:t>
                </w:r>
              </w:p>
            </w:tc>
          </w:sdtContent>
        </w:sdt>
        <w:tc>
          <w:tcPr>
            <w:tcW w:w="1361" w:type="dxa"/>
            <w:noWrap/>
            <w:vAlign w:val="center"/>
          </w:tcPr>
          <w:sdt>
            <w:sdtPr>
              <w:rPr>
                <w:color w:val="000000" w:themeColor="text1"/>
                <w:sz w:val="14"/>
              </w:rPr>
              <w:alias w:val="Datum revize č.1"/>
              <w:tag w:val="Dz1"/>
              <w:id w:val="787498066"/>
              <w:placeholder>
                <w:docPart w:val="D7E767A543FB49ECB116B02362C08A43"/>
              </w:placeholder>
              <w:text/>
            </w:sdtPr>
            <w:sdtEndPr/>
            <w:sdtContent>
              <w:p w14:paraId="3F54F45A" w14:textId="2007848F" w:rsidR="005554BE" w:rsidRPr="005554BE" w:rsidRDefault="0027199C" w:rsidP="00916646">
                <w:pPr>
                  <w:rPr>
                    <w:color w:val="000000" w:themeColor="text1"/>
                    <w:sz w:val="14"/>
                  </w:rPr>
                </w:pPr>
                <w:r>
                  <w:rPr>
                    <w:color w:val="000000" w:themeColor="text1"/>
                    <w:sz w:val="14"/>
                  </w:rPr>
                  <w:t>09.08.2022</w:t>
                </w:r>
              </w:p>
            </w:sdtContent>
          </w:sdt>
        </w:tc>
        <w:sdt>
          <w:sdtPr>
            <w:rPr>
              <w:color w:val="000000" w:themeColor="text1"/>
              <w:sz w:val="14"/>
            </w:rPr>
            <w:alias w:val="Schválil revizi č.1"/>
            <w:tag w:val="Kz1"/>
            <w:id w:val="787498094"/>
            <w:placeholder>
              <w:docPart w:val="FA2EDAF59F2B44689D1C4569A81DAFD3"/>
            </w:placeholder>
            <w:text/>
          </w:sdtPr>
          <w:sdtEndPr/>
          <w:sdtContent>
            <w:tc>
              <w:tcPr>
                <w:tcW w:w="1874" w:type="dxa"/>
                <w:gridSpan w:val="2"/>
                <w:noWrap/>
                <w:vAlign w:val="center"/>
              </w:tcPr>
              <w:p w14:paraId="392EFE48" w14:textId="02BF0D57" w:rsidR="005554BE" w:rsidRPr="005554BE" w:rsidRDefault="0027199C" w:rsidP="00916646">
                <w:pPr>
                  <w:tabs>
                    <w:tab w:val="right" w:pos="2992"/>
                  </w:tabs>
                  <w:rPr>
                    <w:color w:val="000000" w:themeColor="text1"/>
                    <w:sz w:val="14"/>
                  </w:rPr>
                </w:pPr>
                <w:r>
                  <w:rPr>
                    <w:color w:val="000000" w:themeColor="text1"/>
                    <w:sz w:val="14"/>
                  </w:rPr>
                  <w:t>Ing. Kuba, Ph.D.</w:t>
                </w:r>
              </w:p>
            </w:tc>
          </w:sdtContent>
        </w:sdt>
      </w:tr>
      <w:tr w:rsidR="005554BE" w:rsidRPr="005554BE" w14:paraId="4C335759" w14:textId="77777777" w:rsidTr="00054998">
        <w:trPr>
          <w:cantSplit/>
          <w:trHeight w:hRule="exact" w:val="454"/>
          <w:jc w:val="center"/>
        </w:trPr>
        <w:tc>
          <w:tcPr>
            <w:tcW w:w="850" w:type="dxa"/>
            <w:tcBorders>
              <w:bottom w:val="single" w:sz="12" w:space="0" w:color="auto"/>
            </w:tcBorders>
            <w:noWrap/>
            <w:vAlign w:val="center"/>
          </w:tcPr>
          <w:p w14:paraId="0DA615FA" w14:textId="77777777" w:rsidR="005554BE" w:rsidRPr="00111921" w:rsidRDefault="005554BE" w:rsidP="005554BE">
            <w:pPr>
              <w:ind w:left="-42"/>
              <w:jc w:val="center"/>
              <w:rPr>
                <w:caps/>
                <w:color w:val="000000" w:themeColor="text1"/>
                <w:sz w:val="14"/>
                <w:szCs w:val="14"/>
              </w:rPr>
            </w:pPr>
            <w:r w:rsidRPr="00111921">
              <w:rPr>
                <w:caps/>
                <w:color w:val="000000" w:themeColor="text1"/>
                <w:sz w:val="14"/>
                <w:szCs w:val="14"/>
              </w:rPr>
              <w:t>Revize</w:t>
            </w:r>
          </w:p>
        </w:tc>
        <w:tc>
          <w:tcPr>
            <w:tcW w:w="5614" w:type="dxa"/>
            <w:gridSpan w:val="4"/>
            <w:tcBorders>
              <w:bottom w:val="single" w:sz="12" w:space="0" w:color="auto"/>
            </w:tcBorders>
            <w:noWrap/>
            <w:vAlign w:val="center"/>
          </w:tcPr>
          <w:p w14:paraId="37A5D26A" w14:textId="77777777" w:rsidR="005554BE" w:rsidRPr="00111921" w:rsidRDefault="005554BE" w:rsidP="005554BE">
            <w:pPr>
              <w:rPr>
                <w:caps/>
                <w:color w:val="000000" w:themeColor="text1"/>
                <w:sz w:val="14"/>
                <w:szCs w:val="14"/>
              </w:rPr>
            </w:pPr>
            <w:r w:rsidRPr="00111921">
              <w:rPr>
                <w:caps/>
                <w:color w:val="000000" w:themeColor="text1"/>
                <w:sz w:val="14"/>
                <w:szCs w:val="14"/>
              </w:rPr>
              <w:t>Popis</w:t>
            </w:r>
          </w:p>
        </w:tc>
        <w:tc>
          <w:tcPr>
            <w:tcW w:w="1361" w:type="dxa"/>
            <w:tcBorders>
              <w:bottom w:val="single" w:sz="12" w:space="0" w:color="auto"/>
            </w:tcBorders>
            <w:noWrap/>
            <w:vAlign w:val="center"/>
          </w:tcPr>
          <w:p w14:paraId="6F8607FE" w14:textId="77777777" w:rsidR="005554BE" w:rsidRPr="00111921" w:rsidRDefault="005554BE" w:rsidP="005554BE">
            <w:pPr>
              <w:rPr>
                <w:caps/>
                <w:color w:val="000000" w:themeColor="text1"/>
                <w:sz w:val="14"/>
                <w:szCs w:val="14"/>
              </w:rPr>
            </w:pPr>
            <w:r w:rsidRPr="00111921">
              <w:rPr>
                <w:caps/>
                <w:color w:val="000000" w:themeColor="text1"/>
                <w:sz w:val="14"/>
                <w:szCs w:val="14"/>
              </w:rPr>
              <w:t>Datum</w:t>
            </w:r>
          </w:p>
        </w:tc>
        <w:tc>
          <w:tcPr>
            <w:tcW w:w="1874" w:type="dxa"/>
            <w:gridSpan w:val="2"/>
            <w:tcBorders>
              <w:bottom w:val="single" w:sz="12" w:space="0" w:color="auto"/>
            </w:tcBorders>
            <w:noWrap/>
            <w:vAlign w:val="center"/>
          </w:tcPr>
          <w:p w14:paraId="03ED932A" w14:textId="77777777" w:rsidR="005554BE" w:rsidRPr="00111921" w:rsidRDefault="005554BE" w:rsidP="005554BE">
            <w:pPr>
              <w:tabs>
                <w:tab w:val="right" w:pos="2992"/>
              </w:tabs>
              <w:rPr>
                <w:caps/>
                <w:color w:val="000000" w:themeColor="text1"/>
                <w:sz w:val="14"/>
                <w:szCs w:val="14"/>
              </w:rPr>
            </w:pPr>
            <w:r w:rsidRPr="00111921">
              <w:rPr>
                <w:caps/>
                <w:color w:val="000000" w:themeColor="text1"/>
                <w:sz w:val="14"/>
                <w:szCs w:val="14"/>
              </w:rPr>
              <w:t>Schválil</w:t>
            </w:r>
          </w:p>
        </w:tc>
      </w:tr>
      <w:tr w:rsidR="005554BE" w:rsidRPr="005554BE" w14:paraId="3CBD0604" w14:textId="77777777" w:rsidTr="00054998">
        <w:trPr>
          <w:cantSplit/>
          <w:trHeight w:hRule="exact" w:val="170"/>
          <w:jc w:val="center"/>
        </w:trPr>
        <w:tc>
          <w:tcPr>
            <w:tcW w:w="85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noWrap/>
            <w:vAlign w:val="center"/>
          </w:tcPr>
          <w:p w14:paraId="68AAC7CC" w14:textId="77777777" w:rsidR="005554BE" w:rsidRPr="005554BE" w:rsidRDefault="005554BE" w:rsidP="005554BE">
            <w:pPr>
              <w:ind w:left="-42"/>
              <w:jc w:val="center"/>
              <w:rPr>
                <w:color w:val="000000" w:themeColor="text1"/>
                <w:sz w:val="14"/>
              </w:rPr>
            </w:pPr>
          </w:p>
        </w:tc>
        <w:tc>
          <w:tcPr>
            <w:tcW w:w="5614" w:type="dxa"/>
            <w:gridSpan w:val="4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noWrap/>
            <w:vAlign w:val="center"/>
          </w:tcPr>
          <w:p w14:paraId="7ABFCE79" w14:textId="77777777" w:rsidR="005554BE" w:rsidRPr="005554BE" w:rsidRDefault="005554BE" w:rsidP="005554BE">
            <w:pPr>
              <w:rPr>
                <w:color w:val="000000" w:themeColor="text1"/>
                <w:sz w:val="14"/>
              </w:rPr>
            </w:pPr>
          </w:p>
        </w:tc>
        <w:tc>
          <w:tcPr>
            <w:tcW w:w="1361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noWrap/>
            <w:vAlign w:val="center"/>
          </w:tcPr>
          <w:p w14:paraId="2B60F158" w14:textId="77777777" w:rsidR="005554BE" w:rsidRPr="005554BE" w:rsidRDefault="005554BE" w:rsidP="005554BE">
            <w:pPr>
              <w:rPr>
                <w:color w:val="000000" w:themeColor="text1"/>
                <w:sz w:val="14"/>
              </w:rPr>
            </w:pPr>
          </w:p>
        </w:tc>
        <w:tc>
          <w:tcPr>
            <w:tcW w:w="1874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noWrap/>
            <w:vAlign w:val="center"/>
          </w:tcPr>
          <w:p w14:paraId="41177A56" w14:textId="77777777" w:rsidR="005554BE" w:rsidRPr="005554BE" w:rsidRDefault="005554BE" w:rsidP="005554BE">
            <w:pPr>
              <w:tabs>
                <w:tab w:val="right" w:pos="2992"/>
              </w:tabs>
              <w:rPr>
                <w:color w:val="000000" w:themeColor="text1"/>
                <w:sz w:val="14"/>
              </w:rPr>
            </w:pPr>
          </w:p>
        </w:tc>
      </w:tr>
      <w:tr w:rsidR="005554BE" w:rsidRPr="005554BE" w14:paraId="14E4067A" w14:textId="77777777" w:rsidTr="00213E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851"/>
          <w:jc w:val="center"/>
        </w:trPr>
        <w:tc>
          <w:tcPr>
            <w:tcW w:w="6464" w:type="dxa"/>
            <w:gridSpan w:val="5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right w:w="0" w:type="dxa"/>
            </w:tcMar>
            <w:vAlign w:val="center"/>
          </w:tcPr>
          <w:p w14:paraId="3A9C99F3" w14:textId="77777777" w:rsidR="005554BE" w:rsidRPr="005554BE" w:rsidRDefault="005554BE" w:rsidP="005554BE">
            <w:pPr>
              <w:spacing w:before="60"/>
              <w:jc w:val="center"/>
              <w:rPr>
                <w:color w:val="000000" w:themeColor="text1"/>
                <w:spacing w:val="18"/>
                <w:sz w:val="16"/>
              </w:rPr>
            </w:pPr>
            <w:r w:rsidRPr="005554BE">
              <w:rPr>
                <w:noProof/>
                <w:color w:val="000000" w:themeColor="text1"/>
                <w:sz w:val="1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B9FD666" wp14:editId="1DF0E491">
                      <wp:simplePos x="0" y="0"/>
                      <wp:positionH relativeFrom="column">
                        <wp:posOffset>34925</wp:posOffset>
                      </wp:positionH>
                      <wp:positionV relativeFrom="paragraph">
                        <wp:posOffset>71755</wp:posOffset>
                      </wp:positionV>
                      <wp:extent cx="4020820" cy="443230"/>
                      <wp:effectExtent l="0" t="0" r="0" b="0"/>
                      <wp:wrapNone/>
                      <wp:docPr id="3" name="Text Box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20820" cy="4432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4E43EBD0" w14:textId="77777777" w:rsidR="005554BE" w:rsidRPr="00E566A0" w:rsidRDefault="005554BE" w:rsidP="005554BE">
                                  <w:pPr>
                                    <w:jc w:val="center"/>
                                    <w:rPr>
                                      <w:rFonts w:eastAsia="Arial Unicode MS" w:cs="Arial"/>
                                      <w:color w:val="000000"/>
                                      <w:w w:val="99"/>
                                      <w:sz w:val="22"/>
                                      <w:szCs w:val="22"/>
                                    </w:rPr>
                                  </w:pPr>
                                  <w:r w:rsidRPr="004D1112">
                                    <w:rPr>
                                      <w:rFonts w:eastAsia="Arial Unicode MS" w:cs="Arial"/>
                                      <w:b/>
                                      <w:color w:val="000000"/>
                                      <w:w w:val="99"/>
                                      <w:sz w:val="24"/>
                                      <w:szCs w:val="24"/>
                                    </w:rPr>
                                    <w:t>Sweco Hydroprojekt a.s.</w:t>
                                  </w:r>
                                  <w:r>
                                    <w:rPr>
                                      <w:rFonts w:eastAsia="Arial Unicode MS" w:cs="Arial"/>
                                      <w:color w:val="000000"/>
                                      <w:w w:val="99"/>
                                      <w:sz w:val="22"/>
                                      <w:szCs w:val="22"/>
                                    </w:rPr>
                                    <w:t xml:space="preserve"> Ústředí Praha</w:t>
                                  </w:r>
                                </w:p>
                                <w:p w14:paraId="1EBA5DBC" w14:textId="77777777" w:rsidR="005554BE" w:rsidRPr="00880E2C" w:rsidRDefault="005554BE" w:rsidP="005554BE">
                                  <w:pPr>
                                    <w:jc w:val="center"/>
                                    <w:rPr>
                                      <w:rFonts w:eastAsia="Arial Unicode MS" w:cs="Arial"/>
                                      <w:color w:val="000000"/>
                                      <w:spacing w:val="4"/>
                                      <w:szCs w:val="18"/>
                                    </w:rPr>
                                  </w:pPr>
                                  <w:r w:rsidRPr="00880E2C">
                                    <w:rPr>
                                      <w:rFonts w:eastAsia="Arial Unicode MS" w:cs="Arial"/>
                                      <w:color w:val="000000"/>
                                      <w:spacing w:val="4"/>
                                      <w:szCs w:val="18"/>
                                    </w:rPr>
                                    <w:t>Táborská 31, 140 16 Praha 4; praha@sweco.cz; www.sweco.cz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B9FD666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8" o:spid="_x0000_s1026" type="#_x0000_t202" style="position:absolute;left:0;text-align:left;margin-left:2.75pt;margin-top:5.65pt;width:316.6pt;height:34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" stroked="f">
                      <v:textbox inset="0,0,0,0">
                        <w:txbxContent>
                          <w:p w14:paraId="4E43EBD0" w14:textId="77777777" w:rsidR="005554BE" w:rsidRPr="00E566A0" w:rsidRDefault="005554BE" w:rsidP="005554BE">
                            <w:pPr>
                              <w:jc w:val="center"/>
                              <w:rPr>
                                <w:rFonts w:eastAsia="Arial Unicode MS" w:cs="Arial"/>
                                <w:color w:val="000000"/>
                                <w:w w:val="99"/>
                                <w:sz w:val="22"/>
                                <w:szCs w:val="22"/>
                              </w:rPr>
                            </w:pPr>
                            <w:r w:rsidRPr="004D1112">
                              <w:rPr>
                                <w:rFonts w:eastAsia="Arial Unicode MS" w:cs="Arial"/>
                                <w:b/>
                                <w:color w:val="000000"/>
                                <w:w w:val="99"/>
                                <w:sz w:val="24"/>
                                <w:szCs w:val="24"/>
                              </w:rPr>
                              <w:t>Sweco Hydroprojekt a.s.</w:t>
                            </w:r>
                            <w:r>
                              <w:rPr>
                                <w:rFonts w:eastAsia="Arial Unicode MS" w:cs="Arial"/>
                                <w:color w:val="000000"/>
                                <w:w w:val="99"/>
                                <w:sz w:val="22"/>
                                <w:szCs w:val="22"/>
                              </w:rPr>
                              <w:t xml:space="preserve"> Ústředí Praha</w:t>
                            </w:r>
                          </w:p>
                          <w:p w14:paraId="1EBA5DBC" w14:textId="77777777" w:rsidR="005554BE" w:rsidRPr="00880E2C" w:rsidRDefault="005554BE" w:rsidP="005554BE">
                            <w:pPr>
                              <w:jc w:val="center"/>
                              <w:rPr>
                                <w:rFonts w:eastAsia="Arial Unicode MS" w:cs="Arial"/>
                                <w:color w:val="000000"/>
                                <w:spacing w:val="4"/>
                                <w:szCs w:val="18"/>
                              </w:rPr>
                            </w:pPr>
                            <w:r w:rsidRPr="00880E2C">
                              <w:rPr>
                                <w:rFonts w:eastAsia="Arial Unicode MS" w:cs="Arial"/>
                                <w:color w:val="000000"/>
                                <w:spacing w:val="4"/>
                                <w:szCs w:val="18"/>
                              </w:rPr>
                              <w:t>Táborská 31, 140 16 Praha 4; praha@sweco.cz; www.sweco.cz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3235" w:type="dxa"/>
            <w:gridSpan w:val="3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tcMar>
              <w:top w:w="0" w:type="dxa"/>
              <w:left w:w="0" w:type="dxa"/>
              <w:right w:w="0" w:type="dxa"/>
            </w:tcMar>
          </w:tcPr>
          <w:p w14:paraId="24CAD898" w14:textId="77777777" w:rsidR="005554BE" w:rsidRPr="005554BE" w:rsidRDefault="005554BE" w:rsidP="005554BE">
            <w:pPr>
              <w:tabs>
                <w:tab w:val="left" w:pos="250"/>
                <w:tab w:val="center" w:pos="1609"/>
              </w:tabs>
              <w:spacing w:before="60"/>
              <w:jc w:val="center"/>
              <w:rPr>
                <w:color w:val="000000" w:themeColor="text1"/>
                <w:spacing w:val="18"/>
                <w:sz w:val="16"/>
              </w:rPr>
            </w:pPr>
            <w:r w:rsidRPr="005554BE">
              <w:rPr>
                <w:rFonts w:eastAsia="Arial Unicode MS" w:cs="Arial"/>
                <w:noProof/>
                <w:color w:val="000000" w:themeColor="text1"/>
                <w:spacing w:val="18"/>
                <w:sz w:val="14"/>
              </w:rPr>
              <w:drawing>
                <wp:inline distT="0" distB="0" distL="0" distR="0" wp14:anchorId="3D7D5C87" wp14:editId="0D537652">
                  <wp:extent cx="1440000" cy="417243"/>
                  <wp:effectExtent l="0" t="0" r="8255" b="1905"/>
                  <wp:docPr id="18" name="obrázek 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43" descr="Logo_sw_m3cm_bw_po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0" cy="41724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554BE" w:rsidRPr="005554BE" w14:paraId="2BB257C8" w14:textId="77777777" w:rsidTr="000549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40"/>
          <w:jc w:val="center"/>
        </w:trPr>
        <w:tc>
          <w:tcPr>
            <w:tcW w:w="1361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AD94633" w14:textId="77777777" w:rsidR="005554BE" w:rsidRPr="005554BE" w:rsidRDefault="005554BE" w:rsidP="005554BE">
            <w:pPr>
              <w:jc w:val="left"/>
              <w:rPr>
                <w:color w:val="000000" w:themeColor="text1"/>
                <w:sz w:val="14"/>
              </w:rPr>
            </w:pPr>
            <w:r w:rsidRPr="005554BE">
              <w:rPr>
                <w:color w:val="000000" w:themeColor="text1"/>
                <w:sz w:val="14"/>
              </w:rPr>
              <w:t>VYPRACOVAL</w:t>
            </w:r>
          </w:p>
        </w:tc>
        <w:sdt>
          <w:sdtPr>
            <w:rPr>
              <w:color w:val="000000" w:themeColor="text1"/>
              <w:sz w:val="16"/>
            </w:rPr>
            <w:alias w:val="Vypracoval"/>
            <w:tag w:val="Vytvoril"/>
            <w:id w:val="787498100"/>
            <w:placeholder>
              <w:docPart w:val="5A8565E9D62C4EB4B7868765CE501DFA"/>
            </w:placeholder>
            <w:text/>
          </w:sdtPr>
          <w:sdtEndPr/>
          <w:sdtContent>
            <w:tc>
              <w:tcPr>
                <w:tcW w:w="1871" w:type="dxa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2" w:space="0" w:color="auto"/>
                </w:tcBorders>
                <w:vAlign w:val="center"/>
              </w:tcPr>
              <w:p w14:paraId="4C66B7C4" w14:textId="61B59D63" w:rsidR="005554BE" w:rsidRPr="005554BE" w:rsidRDefault="002342B4" w:rsidP="00916646">
                <w:pPr>
                  <w:jc w:val="left"/>
                  <w:rPr>
                    <w:color w:val="000000" w:themeColor="text1"/>
                    <w:sz w:val="16"/>
                  </w:rPr>
                </w:pPr>
                <w:r>
                  <w:rPr>
                    <w:color w:val="000000" w:themeColor="text1"/>
                    <w:sz w:val="16"/>
                  </w:rPr>
                  <w:t>Ing. Špicar</w:t>
                </w:r>
              </w:p>
            </w:tc>
          </w:sdtContent>
        </w:sdt>
        <w:tc>
          <w:tcPr>
            <w:tcW w:w="1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BA4BE9C" w14:textId="77777777" w:rsidR="005554BE" w:rsidRPr="005554BE" w:rsidRDefault="005554BE" w:rsidP="005554BE">
            <w:pPr>
              <w:jc w:val="left"/>
              <w:rPr>
                <w:color w:val="000000" w:themeColor="text1"/>
                <w:sz w:val="14"/>
              </w:rPr>
            </w:pPr>
            <w:r w:rsidRPr="005554BE">
              <w:rPr>
                <w:color w:val="000000" w:themeColor="text1"/>
                <w:sz w:val="14"/>
              </w:rPr>
              <w:t>HIP</w:t>
            </w:r>
          </w:p>
        </w:tc>
        <w:sdt>
          <w:sdtPr>
            <w:rPr>
              <w:color w:val="000000" w:themeColor="text1"/>
              <w:sz w:val="16"/>
            </w:rPr>
            <w:alias w:val="Hlavní inženýr projektu"/>
            <w:tag w:val="hip_kr"/>
            <w:id w:val="787498101"/>
            <w:placeholder>
              <w:docPart w:val="E80E9193088F4781A891909882243402"/>
            </w:placeholder>
            <w:text/>
          </w:sdtPr>
          <w:sdtEndPr/>
          <w:sdtContent>
            <w:tc>
              <w:tcPr>
                <w:tcW w:w="1871" w:type="dxa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2" w:space="0" w:color="auto"/>
                </w:tcBorders>
                <w:vAlign w:val="center"/>
              </w:tcPr>
              <w:p w14:paraId="1A312970" w14:textId="3F097739" w:rsidR="005554BE" w:rsidRPr="005554BE" w:rsidRDefault="0027199C" w:rsidP="00916646">
                <w:pPr>
                  <w:jc w:val="left"/>
                  <w:rPr>
                    <w:color w:val="000000" w:themeColor="text1"/>
                    <w:sz w:val="16"/>
                  </w:rPr>
                </w:pPr>
                <w:r>
                  <w:rPr>
                    <w:color w:val="000000" w:themeColor="text1"/>
                    <w:sz w:val="16"/>
                  </w:rPr>
                  <w:t>Ing. Rinn</w:t>
                </w:r>
              </w:p>
            </w:tc>
          </w:sdtContent>
        </w:sdt>
        <w:tc>
          <w:tcPr>
            <w:tcW w:w="1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B0F5B17" w14:textId="77777777" w:rsidR="005554BE" w:rsidRPr="005554BE" w:rsidRDefault="005554BE" w:rsidP="005554BE">
            <w:pPr>
              <w:jc w:val="left"/>
              <w:rPr>
                <w:color w:val="000000" w:themeColor="text1"/>
                <w:sz w:val="14"/>
              </w:rPr>
            </w:pPr>
            <w:r w:rsidRPr="005554BE">
              <w:rPr>
                <w:color w:val="000000" w:themeColor="text1"/>
                <w:sz w:val="14"/>
              </w:rPr>
              <w:t>T. KONTROLA</w:t>
            </w:r>
          </w:p>
        </w:tc>
        <w:sdt>
          <w:sdtPr>
            <w:rPr>
              <w:color w:val="000000" w:themeColor="text1"/>
              <w:sz w:val="16"/>
            </w:rPr>
            <w:alias w:val="Technická kontrola"/>
            <w:tag w:val="kj_kr"/>
            <w:id w:val="787498102"/>
            <w:placeholder>
              <w:docPart w:val="1F16EF84CFD745F8B83C941489686091"/>
            </w:placeholder>
            <w:text/>
          </w:sdtPr>
          <w:sdtEndPr/>
          <w:sdtContent>
            <w:tc>
              <w:tcPr>
                <w:tcW w:w="1874" w:type="dxa"/>
                <w:gridSpan w:val="2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12" w:space="0" w:color="auto"/>
                </w:tcBorders>
                <w:vAlign w:val="center"/>
              </w:tcPr>
              <w:p w14:paraId="47268468" w14:textId="71C1C6B5" w:rsidR="005554BE" w:rsidRPr="005554BE" w:rsidRDefault="002342B4" w:rsidP="00916646">
                <w:pPr>
                  <w:jc w:val="left"/>
                  <w:rPr>
                    <w:color w:val="000000" w:themeColor="text1"/>
                    <w:sz w:val="16"/>
                  </w:rPr>
                </w:pPr>
                <w:r>
                  <w:rPr>
                    <w:color w:val="000000" w:themeColor="text1"/>
                    <w:sz w:val="16"/>
                  </w:rPr>
                  <w:t>Ing. Trnka</w:t>
                </w:r>
              </w:p>
            </w:tc>
          </w:sdtContent>
        </w:sdt>
      </w:tr>
      <w:tr w:rsidR="005554BE" w:rsidRPr="005554BE" w14:paraId="75C487F7" w14:textId="77777777" w:rsidTr="000549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40"/>
          <w:jc w:val="center"/>
        </w:trPr>
        <w:tc>
          <w:tcPr>
            <w:tcW w:w="1361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3DE70DD" w14:textId="77777777" w:rsidR="005554BE" w:rsidRPr="005554BE" w:rsidRDefault="005554BE" w:rsidP="005554BE">
            <w:pPr>
              <w:jc w:val="left"/>
              <w:rPr>
                <w:color w:val="000000" w:themeColor="text1"/>
                <w:sz w:val="14"/>
              </w:rPr>
            </w:pPr>
            <w:r w:rsidRPr="005554BE">
              <w:rPr>
                <w:color w:val="000000" w:themeColor="text1"/>
                <w:sz w:val="14"/>
              </w:rPr>
              <w:t>PROJEKTANT</w:t>
            </w:r>
          </w:p>
        </w:tc>
        <w:sdt>
          <w:sdtPr>
            <w:rPr>
              <w:color w:val="000000" w:themeColor="text1"/>
              <w:sz w:val="16"/>
            </w:rPr>
            <w:alias w:val="Projektant"/>
            <w:tag w:val="Kontr"/>
            <w:id w:val="787498103"/>
            <w:placeholder>
              <w:docPart w:val="778EBF5CA0044D03B4AA2235CEB81A4B"/>
            </w:placeholder>
            <w:text/>
          </w:sdtPr>
          <w:sdtEndPr/>
          <w:sdtContent>
            <w:tc>
              <w:tcPr>
                <w:tcW w:w="1871" w:type="dxa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2" w:space="0" w:color="auto"/>
                </w:tcBorders>
                <w:vAlign w:val="center"/>
              </w:tcPr>
              <w:p w14:paraId="379CCCFD" w14:textId="75BB7665" w:rsidR="005554BE" w:rsidRPr="005554BE" w:rsidRDefault="002342B4" w:rsidP="00916646">
                <w:pPr>
                  <w:jc w:val="left"/>
                  <w:rPr>
                    <w:color w:val="000000" w:themeColor="text1"/>
                    <w:sz w:val="16"/>
                  </w:rPr>
                </w:pPr>
                <w:r>
                  <w:rPr>
                    <w:color w:val="000000" w:themeColor="text1"/>
                    <w:sz w:val="16"/>
                  </w:rPr>
                  <w:t>Ing. Špicar</w:t>
                </w:r>
              </w:p>
            </w:tc>
          </w:sdtContent>
        </w:sdt>
        <w:tc>
          <w:tcPr>
            <w:tcW w:w="1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570E5BF" w14:textId="77777777" w:rsidR="005554BE" w:rsidRPr="005554BE" w:rsidRDefault="005554BE" w:rsidP="005554BE">
            <w:pPr>
              <w:jc w:val="left"/>
              <w:rPr>
                <w:color w:val="000000" w:themeColor="text1"/>
                <w:sz w:val="14"/>
              </w:rPr>
            </w:pPr>
            <w:r w:rsidRPr="005554BE">
              <w:rPr>
                <w:color w:val="000000" w:themeColor="text1"/>
                <w:sz w:val="14"/>
              </w:rPr>
              <w:t>ŘEDITEL DIVIZE</w:t>
            </w:r>
          </w:p>
        </w:tc>
        <w:sdt>
          <w:sdtPr>
            <w:rPr>
              <w:color w:val="000000" w:themeColor="text1"/>
              <w:sz w:val="16"/>
            </w:rPr>
            <w:alias w:val="Ředitel divize"/>
            <w:tag w:val="rovu_kr"/>
            <w:id w:val="787498104"/>
            <w:placeholder>
              <w:docPart w:val="C551B125A0AB4E45988684B1CCB23063"/>
            </w:placeholder>
            <w:text/>
          </w:sdtPr>
          <w:sdtEndPr/>
          <w:sdtContent>
            <w:tc>
              <w:tcPr>
                <w:tcW w:w="1871" w:type="dxa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2" w:space="0" w:color="auto"/>
                </w:tcBorders>
                <w:vAlign w:val="center"/>
              </w:tcPr>
              <w:p w14:paraId="272A9014" w14:textId="1E7EB0D0" w:rsidR="005554BE" w:rsidRPr="005554BE" w:rsidRDefault="0027199C" w:rsidP="00916646">
                <w:pPr>
                  <w:jc w:val="left"/>
                  <w:rPr>
                    <w:color w:val="000000" w:themeColor="text1"/>
                    <w:sz w:val="16"/>
                  </w:rPr>
                </w:pPr>
                <w:r>
                  <w:rPr>
                    <w:color w:val="000000" w:themeColor="text1"/>
                    <w:sz w:val="16"/>
                  </w:rPr>
                  <w:t>Ing. Hanák</w:t>
                </w:r>
              </w:p>
            </w:tc>
          </w:sdtContent>
        </w:sdt>
        <w:tc>
          <w:tcPr>
            <w:tcW w:w="1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6E611E1" w14:textId="77777777" w:rsidR="005554BE" w:rsidRPr="005554BE" w:rsidRDefault="005554BE" w:rsidP="005554BE">
            <w:pPr>
              <w:jc w:val="left"/>
              <w:rPr>
                <w:color w:val="000000" w:themeColor="text1"/>
                <w:sz w:val="14"/>
              </w:rPr>
            </w:pPr>
            <w:r w:rsidRPr="005554BE">
              <w:rPr>
                <w:color w:val="000000" w:themeColor="text1"/>
                <w:sz w:val="14"/>
              </w:rPr>
              <w:t>DATUM</w:t>
            </w:r>
          </w:p>
        </w:tc>
        <w:sdt>
          <w:sdtPr>
            <w:rPr>
              <w:color w:val="000000" w:themeColor="text1"/>
              <w:sz w:val="16"/>
            </w:rPr>
            <w:alias w:val="Datum"/>
            <w:tag w:val="DatumCo"/>
            <w:id w:val="787498105"/>
            <w:placeholder>
              <w:docPart w:val="B0F88486065F4C78833A88EC9572FEBB"/>
            </w:placeholder>
            <w:text/>
          </w:sdtPr>
          <w:sdtEndPr/>
          <w:sdtContent>
            <w:tc>
              <w:tcPr>
                <w:tcW w:w="1874" w:type="dxa"/>
                <w:gridSpan w:val="2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12" w:space="0" w:color="auto"/>
                </w:tcBorders>
                <w:vAlign w:val="center"/>
              </w:tcPr>
              <w:p w14:paraId="6348AA92" w14:textId="45D4BC04" w:rsidR="005554BE" w:rsidRPr="005554BE" w:rsidRDefault="0027199C" w:rsidP="00916646">
                <w:pPr>
                  <w:jc w:val="left"/>
                  <w:rPr>
                    <w:color w:val="000000" w:themeColor="text1"/>
                    <w:sz w:val="16"/>
                  </w:rPr>
                </w:pPr>
                <w:r>
                  <w:rPr>
                    <w:color w:val="000000" w:themeColor="text1"/>
                    <w:sz w:val="16"/>
                  </w:rPr>
                  <w:t>09/2022</w:t>
                </w:r>
              </w:p>
            </w:tc>
          </w:sdtContent>
        </w:sdt>
      </w:tr>
      <w:tr w:rsidR="005554BE" w:rsidRPr="005554BE" w14:paraId="139E1BDE" w14:textId="77777777" w:rsidTr="000549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40"/>
          <w:jc w:val="center"/>
        </w:trPr>
        <w:tc>
          <w:tcPr>
            <w:tcW w:w="1361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FA10246" w14:textId="77777777" w:rsidR="005554BE" w:rsidRPr="005554BE" w:rsidRDefault="005554BE" w:rsidP="005554BE">
            <w:pPr>
              <w:jc w:val="left"/>
              <w:rPr>
                <w:color w:val="000000" w:themeColor="text1"/>
                <w:sz w:val="14"/>
              </w:rPr>
            </w:pPr>
            <w:r w:rsidRPr="005554BE">
              <w:rPr>
                <w:color w:val="000000" w:themeColor="text1"/>
                <w:sz w:val="14"/>
              </w:rPr>
              <w:t>OBJEDNATEL</w:t>
            </w:r>
          </w:p>
        </w:tc>
        <w:sdt>
          <w:sdtPr>
            <w:rPr>
              <w:color w:val="000000" w:themeColor="text1"/>
              <w:sz w:val="18"/>
              <w:szCs w:val="18"/>
            </w:rPr>
            <w:alias w:val="Objednatel"/>
            <w:tag w:val="Objdok"/>
            <w:id w:val="787498106"/>
            <w:placeholder>
              <w:docPart w:val="52413C6E8A564A21B3AD39BEECD8898C"/>
            </w:placeholder>
            <w:text/>
          </w:sdtPr>
          <w:sdtEndPr/>
          <w:sdtContent>
            <w:tc>
              <w:tcPr>
                <w:tcW w:w="5103" w:type="dxa"/>
                <w:gridSpan w:val="3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2" w:space="0" w:color="auto"/>
                </w:tcBorders>
                <w:vAlign w:val="center"/>
              </w:tcPr>
              <w:p w14:paraId="2EE0EE81" w14:textId="397E1D56" w:rsidR="005554BE" w:rsidRPr="005554BE" w:rsidRDefault="0027199C" w:rsidP="00916646">
                <w:pPr>
                  <w:jc w:val="left"/>
                  <w:rPr>
                    <w:color w:val="000000" w:themeColor="text1"/>
                    <w:sz w:val="18"/>
                    <w:szCs w:val="18"/>
                  </w:rPr>
                </w:pPr>
                <w:r>
                  <w:rPr>
                    <w:color w:val="000000" w:themeColor="text1"/>
                    <w:sz w:val="18"/>
                    <w:szCs w:val="18"/>
                  </w:rPr>
                  <w:t>Brněnské vodárny a kanalizace, a.s.</w:t>
                </w:r>
              </w:p>
            </w:tc>
          </w:sdtContent>
        </w:sdt>
        <w:tc>
          <w:tcPr>
            <w:tcW w:w="1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62A91C0" w14:textId="77777777" w:rsidR="005554BE" w:rsidRPr="005554BE" w:rsidRDefault="005554BE" w:rsidP="005554BE">
            <w:pPr>
              <w:jc w:val="left"/>
              <w:rPr>
                <w:color w:val="000000" w:themeColor="text1"/>
                <w:sz w:val="14"/>
              </w:rPr>
            </w:pPr>
            <w:r w:rsidRPr="005554BE">
              <w:rPr>
                <w:color w:val="000000" w:themeColor="text1"/>
                <w:sz w:val="14"/>
              </w:rPr>
              <w:t>OKRES</w:t>
            </w:r>
          </w:p>
        </w:tc>
        <w:sdt>
          <w:sdtPr>
            <w:rPr>
              <w:color w:val="000000" w:themeColor="text1"/>
              <w:sz w:val="16"/>
            </w:rPr>
            <w:alias w:val="Okres"/>
            <w:tag w:val="Lokalita"/>
            <w:id w:val="787498142"/>
            <w:placeholder>
              <w:docPart w:val="EF3E8C238E4D4C25AEC165941794756D"/>
            </w:placeholder>
            <w:text/>
          </w:sdtPr>
          <w:sdtEndPr/>
          <w:sdtContent>
            <w:tc>
              <w:tcPr>
                <w:tcW w:w="1874" w:type="dxa"/>
                <w:gridSpan w:val="2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12" w:space="0" w:color="auto"/>
                </w:tcBorders>
                <w:vAlign w:val="center"/>
              </w:tcPr>
              <w:p w14:paraId="2A261FC9" w14:textId="020BCE9D" w:rsidR="005554BE" w:rsidRPr="005554BE" w:rsidRDefault="0027199C" w:rsidP="00916646">
                <w:pPr>
                  <w:jc w:val="left"/>
                  <w:rPr>
                    <w:color w:val="000000" w:themeColor="text1"/>
                    <w:sz w:val="16"/>
                  </w:rPr>
                </w:pPr>
                <w:r>
                  <w:rPr>
                    <w:color w:val="000000" w:themeColor="text1"/>
                    <w:sz w:val="16"/>
                  </w:rPr>
                  <w:t>Brno Modřice</w:t>
                </w:r>
              </w:p>
            </w:tc>
          </w:sdtContent>
        </w:sdt>
      </w:tr>
      <w:tr w:rsidR="005554BE" w:rsidRPr="005554BE" w14:paraId="07563674" w14:textId="77777777" w:rsidTr="000549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340"/>
          <w:jc w:val="center"/>
        </w:trPr>
        <w:tc>
          <w:tcPr>
            <w:tcW w:w="6464" w:type="dxa"/>
            <w:gridSpan w:val="5"/>
            <w:vMerge w:val="restart"/>
            <w:tcBorders>
              <w:top w:val="single" w:sz="2" w:space="0" w:color="auto"/>
              <w:left w:val="single" w:sz="12" w:space="0" w:color="auto"/>
              <w:right w:val="single" w:sz="2" w:space="0" w:color="auto"/>
            </w:tcBorders>
          </w:tcPr>
          <w:p w14:paraId="339FCFD1" w14:textId="77777777" w:rsidR="005554BE" w:rsidRPr="005554BE" w:rsidRDefault="005554BE" w:rsidP="005554BE">
            <w:pPr>
              <w:rPr>
                <w:color w:val="000000" w:themeColor="text1"/>
                <w:sz w:val="14"/>
              </w:rPr>
            </w:pPr>
            <w:r w:rsidRPr="005554BE">
              <w:rPr>
                <w:color w:val="000000" w:themeColor="text1"/>
                <w:sz w:val="14"/>
              </w:rPr>
              <w:t>AKCE:</w:t>
            </w:r>
          </w:p>
          <w:p w14:paraId="14F4594C" w14:textId="77777777" w:rsidR="005554BE" w:rsidRPr="005554BE" w:rsidRDefault="005554BE" w:rsidP="005554BE">
            <w:pPr>
              <w:rPr>
                <w:color w:val="000000" w:themeColor="text1"/>
                <w:sz w:val="14"/>
              </w:rPr>
            </w:pPr>
          </w:p>
          <w:sdt>
            <w:sdtPr>
              <w:rPr>
                <w:color w:val="000000" w:themeColor="text1"/>
                <w:sz w:val="24"/>
              </w:rPr>
              <w:alias w:val="Název dokumentace 1"/>
              <w:tag w:val="NazevDok"/>
              <w:id w:val="787498108"/>
              <w:placeholder>
                <w:docPart w:val="1F72009A793D44D69F275E72E39A4155"/>
              </w:placeholder>
              <w:text/>
            </w:sdtPr>
            <w:sdtEndPr/>
            <w:sdtContent>
              <w:p w14:paraId="7D128050" w14:textId="4B8FF689" w:rsidR="00AE0D9D" w:rsidRPr="005554BE" w:rsidRDefault="0027199C" w:rsidP="00AE0D9D">
                <w:pPr>
                  <w:jc w:val="center"/>
                  <w:rPr>
                    <w:color w:val="000000" w:themeColor="text1"/>
                    <w:sz w:val="24"/>
                  </w:rPr>
                </w:pPr>
                <w:r>
                  <w:rPr>
                    <w:color w:val="000000" w:themeColor="text1"/>
                    <w:sz w:val="24"/>
                  </w:rPr>
                  <w:t>Kalové hospodářství ČOV Brno - Modřice</w:t>
                </w:r>
              </w:p>
            </w:sdtContent>
          </w:sdt>
          <w:sdt>
            <w:sdtPr>
              <w:rPr>
                <w:color w:val="000000" w:themeColor="text1"/>
                <w:sz w:val="24"/>
              </w:rPr>
              <w:alias w:val="Název dokumentace 2"/>
              <w:tag w:val="NazevDok2_"/>
              <w:id w:val="787498111"/>
              <w:placeholder>
                <w:docPart w:val="6EBF239F87024C759225D9CCE4244952"/>
              </w:placeholder>
              <w:showingPlcHdr/>
              <w:text/>
            </w:sdtPr>
            <w:sdtEndPr/>
            <w:sdtContent>
              <w:p w14:paraId="49D176BF" w14:textId="2F622FDE" w:rsidR="00AE0D9D" w:rsidRPr="005554BE" w:rsidRDefault="00D44001" w:rsidP="00AE0D9D">
                <w:pPr>
                  <w:jc w:val="center"/>
                  <w:rPr>
                    <w:color w:val="000000" w:themeColor="text1"/>
                    <w:sz w:val="24"/>
                  </w:rPr>
                </w:pPr>
                <w:r w:rsidRPr="0005706C">
                  <w:rPr>
                    <w:rStyle w:val="Zstupntext"/>
                    <w:color w:val="000000" w:themeColor="text1"/>
                  </w:rPr>
                  <w:t xml:space="preserve"> </w:t>
                </w:r>
              </w:p>
            </w:sdtContent>
          </w:sdt>
          <w:sdt>
            <w:sdtPr>
              <w:rPr>
                <w:color w:val="000000" w:themeColor="text1"/>
                <w:sz w:val="24"/>
              </w:rPr>
              <w:alias w:val="Název dokumentace 3"/>
              <w:tag w:val="NazevDok3_"/>
              <w:id w:val="787498114"/>
              <w:placeholder>
                <w:docPart w:val="334C278F48E24E3081F0225913D0B53F"/>
              </w:placeholder>
              <w:showingPlcHdr/>
              <w:text/>
            </w:sdtPr>
            <w:sdtEndPr/>
            <w:sdtContent>
              <w:p w14:paraId="03C556A1" w14:textId="55D75A47" w:rsidR="00AE0D9D" w:rsidRPr="005554BE" w:rsidRDefault="00D44001" w:rsidP="00AE0D9D">
                <w:pPr>
                  <w:jc w:val="center"/>
                  <w:rPr>
                    <w:color w:val="000000" w:themeColor="text1"/>
                    <w:sz w:val="24"/>
                  </w:rPr>
                </w:pPr>
                <w:r w:rsidRPr="0005706C">
                  <w:rPr>
                    <w:rStyle w:val="Zstupntext"/>
                    <w:color w:val="000000" w:themeColor="text1"/>
                  </w:rPr>
                  <w:t xml:space="preserve"> </w:t>
                </w:r>
              </w:p>
            </w:sdtContent>
          </w:sdt>
          <w:p w14:paraId="44991EC7" w14:textId="77777777" w:rsidR="005554BE" w:rsidRPr="00ED46E2" w:rsidRDefault="005554BE" w:rsidP="00AE0D9D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  <w:sdt>
            <w:sdtPr>
              <w:rPr>
                <w:color w:val="000000" w:themeColor="text1"/>
                <w:sz w:val="24"/>
              </w:rPr>
              <w:alias w:val="Upřesňující podnázev zakázky"/>
              <w:tag w:val="Podnazev"/>
              <w:id w:val="787498115"/>
              <w:placeholder>
                <w:docPart w:val="58E7B71BE9AF4D0C9D999552E636CE9D"/>
              </w:placeholder>
              <w:showingPlcHdr/>
              <w:text/>
            </w:sdtPr>
            <w:sdtEndPr/>
            <w:sdtContent>
              <w:p w14:paraId="413E8C4A" w14:textId="6A9C1348" w:rsidR="005554BE" w:rsidRPr="005554BE" w:rsidRDefault="00D44001" w:rsidP="00916646">
                <w:pPr>
                  <w:jc w:val="center"/>
                  <w:rPr>
                    <w:color w:val="000000" w:themeColor="text1"/>
                    <w:sz w:val="24"/>
                  </w:rPr>
                </w:pPr>
                <w:r w:rsidRPr="0005706C">
                  <w:rPr>
                    <w:rStyle w:val="Zstupntext"/>
                    <w:color w:val="000000" w:themeColor="text1"/>
                  </w:rPr>
                  <w:t xml:space="preserve"> </w:t>
                </w:r>
              </w:p>
            </w:sdtContent>
          </w:sdt>
        </w:tc>
        <w:tc>
          <w:tcPr>
            <w:tcW w:w="1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798BE1D" w14:textId="77777777" w:rsidR="005554BE" w:rsidRPr="005554BE" w:rsidRDefault="005554BE" w:rsidP="005554BE">
            <w:pPr>
              <w:jc w:val="left"/>
              <w:rPr>
                <w:color w:val="000000" w:themeColor="text1"/>
                <w:sz w:val="14"/>
              </w:rPr>
            </w:pPr>
            <w:r w:rsidRPr="005554BE">
              <w:rPr>
                <w:color w:val="000000" w:themeColor="text1"/>
                <w:sz w:val="14"/>
              </w:rPr>
              <w:t>ČÍSLO ZAKÁZKY</w:t>
            </w:r>
          </w:p>
        </w:tc>
        <w:tc>
          <w:tcPr>
            <w:tcW w:w="187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59C22019" w14:textId="4812F233" w:rsidR="005554BE" w:rsidRPr="00217069" w:rsidRDefault="00874F21" w:rsidP="00916646">
            <w:pPr>
              <w:jc w:val="left"/>
              <w:rPr>
                <w:color w:val="000000" w:themeColor="text1"/>
                <w:sz w:val="16"/>
              </w:rPr>
            </w:pPr>
            <w:sdt>
              <w:sdtPr>
                <w:rPr>
                  <w:color w:val="000000" w:themeColor="text1"/>
                  <w:sz w:val="16"/>
                </w:rPr>
                <w:alias w:val="Číslo zakázky"/>
                <w:tag w:val="CisloZak"/>
                <w:id w:val="787498143"/>
                <w:placeholder>
                  <w:docPart w:val="4C7CB446A0094AFDB350BBA0773E71AC"/>
                </w:placeholder>
                <w:text/>
              </w:sdtPr>
              <w:sdtEndPr/>
              <w:sdtContent>
                <w:r w:rsidR="0027199C">
                  <w:rPr>
                    <w:color w:val="000000" w:themeColor="text1"/>
                    <w:sz w:val="16"/>
                  </w:rPr>
                  <w:t>12 2127 01 01</w:t>
                </w:r>
              </w:sdtContent>
            </w:sdt>
          </w:p>
        </w:tc>
      </w:tr>
      <w:tr w:rsidR="005554BE" w:rsidRPr="005554BE" w14:paraId="2763F832" w14:textId="77777777" w:rsidTr="000549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340"/>
          <w:jc w:val="center"/>
        </w:trPr>
        <w:tc>
          <w:tcPr>
            <w:tcW w:w="6464" w:type="dxa"/>
            <w:gridSpan w:val="5"/>
            <w:vMerge/>
            <w:tcBorders>
              <w:left w:val="single" w:sz="12" w:space="0" w:color="auto"/>
              <w:right w:val="single" w:sz="2" w:space="0" w:color="auto"/>
            </w:tcBorders>
          </w:tcPr>
          <w:p w14:paraId="1173ABAD" w14:textId="77777777" w:rsidR="005554BE" w:rsidRPr="005554BE" w:rsidRDefault="005554BE" w:rsidP="005554BE">
            <w:pPr>
              <w:rPr>
                <w:color w:val="000000" w:themeColor="text1"/>
                <w:sz w:val="18"/>
              </w:rPr>
            </w:pPr>
          </w:p>
        </w:tc>
        <w:tc>
          <w:tcPr>
            <w:tcW w:w="1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D8DD3C8" w14:textId="77777777" w:rsidR="005554BE" w:rsidRPr="005554BE" w:rsidRDefault="005554BE" w:rsidP="005554BE">
            <w:pPr>
              <w:jc w:val="left"/>
              <w:rPr>
                <w:color w:val="000000" w:themeColor="text1"/>
                <w:sz w:val="14"/>
              </w:rPr>
            </w:pPr>
            <w:r w:rsidRPr="005554BE">
              <w:rPr>
                <w:color w:val="000000" w:themeColor="text1"/>
                <w:sz w:val="14"/>
              </w:rPr>
              <w:t>STUPEŇ</w:t>
            </w:r>
          </w:p>
        </w:tc>
        <w:sdt>
          <w:sdtPr>
            <w:rPr>
              <w:color w:val="000000" w:themeColor="text1"/>
              <w:sz w:val="16"/>
            </w:rPr>
            <w:alias w:val="Stupeň"/>
            <w:tag w:val="StupenZ"/>
            <w:id w:val="787498140"/>
            <w:placeholder>
              <w:docPart w:val="77529019E2A642A990A622591BA2FAD1"/>
            </w:placeholder>
            <w:text/>
          </w:sdtPr>
          <w:sdtEndPr/>
          <w:sdtContent>
            <w:tc>
              <w:tcPr>
                <w:tcW w:w="1874" w:type="dxa"/>
                <w:gridSpan w:val="2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12" w:space="0" w:color="auto"/>
                </w:tcBorders>
                <w:vAlign w:val="center"/>
              </w:tcPr>
              <w:p w14:paraId="65026184" w14:textId="47E81C38" w:rsidR="005554BE" w:rsidRPr="005554BE" w:rsidRDefault="0027199C" w:rsidP="00916646">
                <w:pPr>
                  <w:jc w:val="left"/>
                  <w:rPr>
                    <w:color w:val="000000" w:themeColor="text1"/>
                    <w:sz w:val="16"/>
                  </w:rPr>
                </w:pPr>
                <w:r>
                  <w:rPr>
                    <w:color w:val="000000" w:themeColor="text1"/>
                    <w:sz w:val="16"/>
                  </w:rPr>
                  <w:t>DSP</w:t>
                </w:r>
              </w:p>
            </w:tc>
          </w:sdtContent>
        </w:sdt>
      </w:tr>
      <w:tr w:rsidR="005554BE" w:rsidRPr="005554BE" w14:paraId="055E1186" w14:textId="77777777" w:rsidTr="000549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340"/>
          <w:jc w:val="center"/>
        </w:trPr>
        <w:tc>
          <w:tcPr>
            <w:tcW w:w="6464" w:type="dxa"/>
            <w:gridSpan w:val="5"/>
            <w:vMerge/>
            <w:tcBorders>
              <w:left w:val="single" w:sz="12" w:space="0" w:color="auto"/>
              <w:right w:val="single" w:sz="2" w:space="0" w:color="auto"/>
            </w:tcBorders>
          </w:tcPr>
          <w:p w14:paraId="41355794" w14:textId="77777777" w:rsidR="005554BE" w:rsidRPr="005554BE" w:rsidRDefault="005554BE" w:rsidP="005554BE">
            <w:pPr>
              <w:rPr>
                <w:color w:val="000000" w:themeColor="text1"/>
                <w:sz w:val="18"/>
              </w:rPr>
            </w:pPr>
          </w:p>
        </w:tc>
        <w:tc>
          <w:tcPr>
            <w:tcW w:w="1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66D9232" w14:textId="77777777" w:rsidR="005554BE" w:rsidRPr="005554BE" w:rsidRDefault="005554BE" w:rsidP="005554BE">
            <w:pPr>
              <w:jc w:val="left"/>
              <w:rPr>
                <w:color w:val="000000" w:themeColor="text1"/>
                <w:sz w:val="14"/>
              </w:rPr>
            </w:pPr>
            <w:r w:rsidRPr="005554BE">
              <w:rPr>
                <w:color w:val="000000" w:themeColor="text1"/>
                <w:sz w:val="14"/>
              </w:rPr>
              <w:t>FORMÁT</w:t>
            </w:r>
          </w:p>
        </w:tc>
        <w:tc>
          <w:tcPr>
            <w:tcW w:w="187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248E624E" w14:textId="10921B99" w:rsidR="005554BE" w:rsidRPr="005554BE" w:rsidRDefault="00111921" w:rsidP="005554BE">
            <w:pPr>
              <w:jc w:val="left"/>
              <w:rPr>
                <w:color w:val="000000" w:themeColor="text1"/>
                <w:sz w:val="16"/>
              </w:rPr>
            </w:pPr>
            <w:r w:rsidRPr="00111921">
              <w:rPr>
                <w:color w:val="000000" w:themeColor="text1"/>
                <w:sz w:val="16"/>
              </w:rPr>
              <w:fldChar w:fldCharType="begin"/>
            </w:r>
            <w:r w:rsidRPr="00111921">
              <w:rPr>
                <w:color w:val="000000" w:themeColor="text1"/>
                <w:sz w:val="16"/>
              </w:rPr>
              <w:instrText xml:space="preserve"> NUMPAGES   \* MERGEFORMAT </w:instrText>
            </w:r>
            <w:r w:rsidRPr="00111921">
              <w:rPr>
                <w:color w:val="000000" w:themeColor="text1"/>
                <w:sz w:val="16"/>
              </w:rPr>
              <w:fldChar w:fldCharType="separate"/>
            </w:r>
            <w:r w:rsidR="00326EE7">
              <w:rPr>
                <w:noProof/>
                <w:color w:val="000000" w:themeColor="text1"/>
                <w:sz w:val="16"/>
              </w:rPr>
              <w:t>7</w:t>
            </w:r>
            <w:r w:rsidRPr="00111921">
              <w:rPr>
                <w:color w:val="000000" w:themeColor="text1"/>
                <w:sz w:val="16"/>
              </w:rPr>
              <w:fldChar w:fldCharType="end"/>
            </w:r>
            <w:r w:rsidRPr="00111921">
              <w:rPr>
                <w:color w:val="000000" w:themeColor="text1"/>
                <w:sz w:val="16"/>
              </w:rPr>
              <w:t>x A4</w:t>
            </w:r>
          </w:p>
        </w:tc>
      </w:tr>
      <w:tr w:rsidR="005554BE" w:rsidRPr="005554BE" w14:paraId="446C778E" w14:textId="77777777" w:rsidTr="000549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340"/>
          <w:jc w:val="center"/>
        </w:trPr>
        <w:tc>
          <w:tcPr>
            <w:tcW w:w="6464" w:type="dxa"/>
            <w:gridSpan w:val="5"/>
            <w:vMerge/>
            <w:tcBorders>
              <w:left w:val="single" w:sz="12" w:space="0" w:color="auto"/>
              <w:right w:val="single" w:sz="2" w:space="0" w:color="auto"/>
            </w:tcBorders>
          </w:tcPr>
          <w:p w14:paraId="04D2E43A" w14:textId="77777777" w:rsidR="005554BE" w:rsidRPr="005554BE" w:rsidRDefault="005554BE" w:rsidP="005554BE">
            <w:pPr>
              <w:rPr>
                <w:color w:val="000000" w:themeColor="text1"/>
                <w:sz w:val="18"/>
              </w:rPr>
            </w:pPr>
          </w:p>
        </w:tc>
        <w:tc>
          <w:tcPr>
            <w:tcW w:w="1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98A2E6F" w14:textId="77777777" w:rsidR="005554BE" w:rsidRPr="005554BE" w:rsidRDefault="005554BE" w:rsidP="005554BE">
            <w:pPr>
              <w:jc w:val="left"/>
              <w:rPr>
                <w:color w:val="000000" w:themeColor="text1"/>
                <w:sz w:val="14"/>
              </w:rPr>
            </w:pPr>
          </w:p>
        </w:tc>
        <w:tc>
          <w:tcPr>
            <w:tcW w:w="187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352415FE" w14:textId="77777777" w:rsidR="005554BE" w:rsidRPr="005554BE" w:rsidRDefault="005554BE" w:rsidP="005554BE">
            <w:pPr>
              <w:jc w:val="left"/>
              <w:rPr>
                <w:color w:val="000000" w:themeColor="text1"/>
                <w:sz w:val="16"/>
              </w:rPr>
            </w:pPr>
          </w:p>
        </w:tc>
      </w:tr>
      <w:tr w:rsidR="005554BE" w:rsidRPr="005554BE" w14:paraId="110EF912" w14:textId="77777777" w:rsidTr="000549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340"/>
          <w:jc w:val="center"/>
        </w:trPr>
        <w:tc>
          <w:tcPr>
            <w:tcW w:w="6464" w:type="dxa"/>
            <w:gridSpan w:val="5"/>
            <w:vMerge/>
            <w:tcBorders>
              <w:left w:val="single" w:sz="12" w:space="0" w:color="auto"/>
              <w:bottom w:val="single" w:sz="2" w:space="0" w:color="auto"/>
              <w:right w:val="single" w:sz="2" w:space="0" w:color="auto"/>
            </w:tcBorders>
          </w:tcPr>
          <w:p w14:paraId="10336AF7" w14:textId="77777777" w:rsidR="005554BE" w:rsidRPr="005554BE" w:rsidRDefault="005554BE" w:rsidP="005554BE">
            <w:pPr>
              <w:rPr>
                <w:color w:val="000000" w:themeColor="text1"/>
                <w:sz w:val="18"/>
              </w:rPr>
            </w:pPr>
          </w:p>
        </w:tc>
        <w:tc>
          <w:tcPr>
            <w:tcW w:w="1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F9B3A2F" w14:textId="77777777" w:rsidR="005554BE" w:rsidRPr="005554BE" w:rsidRDefault="005554BE" w:rsidP="005554BE">
            <w:pPr>
              <w:jc w:val="left"/>
              <w:rPr>
                <w:color w:val="000000" w:themeColor="text1"/>
                <w:sz w:val="14"/>
              </w:rPr>
            </w:pPr>
            <w:r w:rsidRPr="005554BE">
              <w:rPr>
                <w:color w:val="000000" w:themeColor="text1"/>
                <w:sz w:val="14"/>
              </w:rPr>
              <w:t>ARCHIVNÍ ČÍSLO</w:t>
            </w:r>
          </w:p>
        </w:tc>
        <w:sdt>
          <w:sdtPr>
            <w:rPr>
              <w:color w:val="000000" w:themeColor="text1"/>
              <w:sz w:val="16"/>
            </w:rPr>
            <w:alias w:val="Archivní číslo"/>
            <w:tag w:val="Poc"/>
            <w:id w:val="787498132"/>
            <w:placeholder>
              <w:docPart w:val="72C4041A107D45C197C66720C0B47045"/>
            </w:placeholder>
            <w:text/>
          </w:sdtPr>
          <w:sdtEndPr/>
          <w:sdtContent>
            <w:tc>
              <w:tcPr>
                <w:tcW w:w="1874" w:type="dxa"/>
                <w:gridSpan w:val="2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12" w:space="0" w:color="auto"/>
                </w:tcBorders>
                <w:vAlign w:val="center"/>
              </w:tcPr>
              <w:p w14:paraId="2113D63F" w14:textId="423E6019" w:rsidR="005554BE" w:rsidRPr="005554BE" w:rsidRDefault="002342B4" w:rsidP="00916646">
                <w:pPr>
                  <w:jc w:val="left"/>
                  <w:rPr>
                    <w:color w:val="000000" w:themeColor="text1"/>
                    <w:sz w:val="16"/>
                  </w:rPr>
                </w:pPr>
                <w:r>
                  <w:rPr>
                    <w:color w:val="000000" w:themeColor="text1"/>
                    <w:sz w:val="16"/>
                  </w:rPr>
                  <w:t>006519/22/1</w:t>
                </w:r>
              </w:p>
            </w:tc>
          </w:sdtContent>
        </w:sdt>
      </w:tr>
      <w:tr w:rsidR="005554BE" w:rsidRPr="005554BE" w14:paraId="3FA1E1A0" w14:textId="77777777" w:rsidTr="000549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340"/>
          <w:jc w:val="center"/>
        </w:trPr>
        <w:tc>
          <w:tcPr>
            <w:tcW w:w="1361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675D446" w14:textId="77777777" w:rsidR="005554BE" w:rsidRPr="005554BE" w:rsidRDefault="005554BE" w:rsidP="005554BE">
            <w:pPr>
              <w:jc w:val="left"/>
              <w:rPr>
                <w:color w:val="000000" w:themeColor="text1"/>
                <w:sz w:val="14"/>
              </w:rPr>
            </w:pPr>
            <w:r w:rsidRPr="005554BE">
              <w:rPr>
                <w:color w:val="000000" w:themeColor="text1"/>
                <w:sz w:val="14"/>
              </w:rPr>
              <w:t>ČÁST STAVBY</w:t>
            </w:r>
          </w:p>
        </w:tc>
        <w:sdt>
          <w:sdtPr>
            <w:rPr>
              <w:color w:val="000000" w:themeColor="text1"/>
              <w:sz w:val="18"/>
            </w:rPr>
            <w:alias w:val="Část stavby"/>
            <w:tag w:val="CastSt"/>
            <w:id w:val="787498116"/>
            <w:placeholder>
              <w:docPart w:val="40865045EBF848C3A76EB5738EF19A05"/>
            </w:placeholder>
            <w:text/>
          </w:sdtPr>
          <w:sdtEndPr/>
          <w:sdtContent>
            <w:tc>
              <w:tcPr>
                <w:tcW w:w="5103" w:type="dxa"/>
                <w:gridSpan w:val="3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2" w:space="0" w:color="auto"/>
                </w:tcBorders>
                <w:vAlign w:val="center"/>
              </w:tcPr>
              <w:p w14:paraId="715D45C3" w14:textId="1849FC29" w:rsidR="005554BE" w:rsidRPr="005554BE" w:rsidRDefault="002342B4" w:rsidP="00916646">
                <w:pPr>
                  <w:jc w:val="left"/>
                  <w:rPr>
                    <w:color w:val="000000" w:themeColor="text1"/>
                    <w:sz w:val="18"/>
                  </w:rPr>
                </w:pPr>
                <w:r>
                  <w:rPr>
                    <w:color w:val="000000" w:themeColor="text1"/>
                    <w:sz w:val="18"/>
                  </w:rPr>
                  <w:t>SPOJOVACÍ POTRUBÍ</w:t>
                </w:r>
              </w:p>
            </w:tc>
          </w:sdtContent>
        </w:sdt>
        <w:tc>
          <w:tcPr>
            <w:tcW w:w="1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24A3CDB" w14:textId="77777777" w:rsidR="005554BE" w:rsidRPr="005554BE" w:rsidRDefault="005554BE" w:rsidP="005554BE">
            <w:pPr>
              <w:jc w:val="left"/>
              <w:rPr>
                <w:color w:val="000000" w:themeColor="text1"/>
                <w:sz w:val="14"/>
              </w:rPr>
            </w:pPr>
            <w:r w:rsidRPr="005554BE">
              <w:rPr>
                <w:color w:val="000000" w:themeColor="text1"/>
                <w:sz w:val="14"/>
              </w:rPr>
              <w:t>SO/PS</w:t>
            </w:r>
          </w:p>
        </w:tc>
        <w:sdt>
          <w:sdtPr>
            <w:rPr>
              <w:color w:val="000000" w:themeColor="text1"/>
              <w:sz w:val="16"/>
              <w:szCs w:val="16"/>
            </w:rPr>
            <w:alias w:val="SO/PS"/>
            <w:tag w:val="SOPS"/>
            <w:id w:val="787498131"/>
            <w:placeholder>
              <w:docPart w:val="EC523795870949DC872D4704BC3EF38A"/>
            </w:placeholder>
            <w:text/>
          </w:sdtPr>
          <w:sdtEndPr/>
          <w:sdtContent>
            <w:tc>
              <w:tcPr>
                <w:tcW w:w="1874" w:type="dxa"/>
                <w:gridSpan w:val="2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12" w:space="0" w:color="auto"/>
                </w:tcBorders>
                <w:vAlign w:val="center"/>
              </w:tcPr>
              <w:p w14:paraId="150D7082" w14:textId="383739DF" w:rsidR="005554BE" w:rsidRPr="005554BE" w:rsidRDefault="002342B4" w:rsidP="00916646">
                <w:pPr>
                  <w:jc w:val="left"/>
                  <w:rPr>
                    <w:color w:val="000000" w:themeColor="text1"/>
                    <w:sz w:val="16"/>
                    <w:szCs w:val="16"/>
                  </w:rPr>
                </w:pPr>
                <w:r>
                  <w:rPr>
                    <w:color w:val="000000" w:themeColor="text1"/>
                    <w:sz w:val="16"/>
                    <w:szCs w:val="16"/>
                  </w:rPr>
                  <w:t>SO 2300</w:t>
                </w:r>
              </w:p>
            </w:tc>
          </w:sdtContent>
        </w:sdt>
      </w:tr>
      <w:tr w:rsidR="005554BE" w:rsidRPr="005554BE" w14:paraId="4B414DD9" w14:textId="77777777" w:rsidTr="000549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83"/>
          <w:jc w:val="center"/>
        </w:trPr>
        <w:tc>
          <w:tcPr>
            <w:tcW w:w="6464" w:type="dxa"/>
            <w:gridSpan w:val="5"/>
            <w:vMerge w:val="restart"/>
            <w:tcBorders>
              <w:top w:val="single" w:sz="2" w:space="0" w:color="auto"/>
              <w:left w:val="single" w:sz="12" w:space="0" w:color="auto"/>
              <w:right w:val="single" w:sz="2" w:space="0" w:color="auto"/>
            </w:tcBorders>
          </w:tcPr>
          <w:p w14:paraId="40598C05" w14:textId="77777777" w:rsidR="005554BE" w:rsidRPr="005554BE" w:rsidRDefault="005554BE" w:rsidP="005554BE">
            <w:pPr>
              <w:jc w:val="left"/>
              <w:rPr>
                <w:color w:val="000000" w:themeColor="text1"/>
                <w:sz w:val="14"/>
              </w:rPr>
            </w:pPr>
            <w:r w:rsidRPr="005554BE">
              <w:rPr>
                <w:color w:val="000000" w:themeColor="text1"/>
                <w:sz w:val="14"/>
              </w:rPr>
              <w:t>PŘÍLOHA:</w:t>
            </w:r>
          </w:p>
          <w:sdt>
            <w:sdtPr>
              <w:rPr>
                <w:color w:val="000000" w:themeColor="text1"/>
                <w:sz w:val="24"/>
              </w:rPr>
              <w:alias w:val="Název přílohy"/>
              <w:tag w:val="PrilNaz"/>
              <w:id w:val="787498119"/>
              <w:placeholder>
                <w:docPart w:val="9AEBE97ACAC0479D8FF7A077D1827D07"/>
              </w:placeholder>
              <w:text/>
            </w:sdtPr>
            <w:sdtEndPr/>
            <w:sdtContent>
              <w:p w14:paraId="465D6DF0" w14:textId="41838073" w:rsidR="005554BE" w:rsidRPr="005554BE" w:rsidRDefault="00D44001" w:rsidP="00916646">
                <w:pPr>
                  <w:jc w:val="center"/>
                  <w:rPr>
                    <w:color w:val="000000" w:themeColor="text1"/>
                    <w:sz w:val="24"/>
                  </w:rPr>
                </w:pPr>
                <w:r>
                  <w:rPr>
                    <w:color w:val="000000" w:themeColor="text1"/>
                    <w:sz w:val="24"/>
                  </w:rPr>
                  <w:t xml:space="preserve">STATICKÉ </w:t>
                </w:r>
                <w:proofErr w:type="gramStart"/>
                <w:r>
                  <w:rPr>
                    <w:color w:val="000000" w:themeColor="text1"/>
                    <w:sz w:val="24"/>
                  </w:rPr>
                  <w:t>POSOUZENÍ - ČÁST</w:t>
                </w:r>
                <w:proofErr w:type="gramEnd"/>
                <w:r>
                  <w:rPr>
                    <w:color w:val="000000" w:themeColor="text1"/>
                    <w:sz w:val="24"/>
                  </w:rPr>
                  <w:t xml:space="preserve"> 1</w:t>
                </w:r>
              </w:p>
            </w:sdtContent>
          </w:sdt>
        </w:tc>
        <w:tc>
          <w:tcPr>
            <w:tcW w:w="1361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094F6D07" w14:textId="77777777" w:rsidR="005554BE" w:rsidRPr="005554BE" w:rsidRDefault="005554BE" w:rsidP="005554BE">
            <w:pPr>
              <w:jc w:val="left"/>
              <w:rPr>
                <w:color w:val="000000" w:themeColor="text1"/>
                <w:sz w:val="14"/>
              </w:rPr>
            </w:pPr>
            <w:r w:rsidRPr="005554BE">
              <w:rPr>
                <w:color w:val="000000" w:themeColor="text1"/>
                <w:sz w:val="14"/>
              </w:rPr>
              <w:t>ČÍSLO PŘÍLOHY</w:t>
            </w:r>
          </w:p>
        </w:tc>
        <w:sdt>
          <w:sdtPr>
            <w:rPr>
              <w:color w:val="000000" w:themeColor="text1"/>
              <w:sz w:val="30"/>
              <w:szCs w:val="30"/>
            </w:rPr>
            <w:alias w:val="Číslo přílohy"/>
            <w:tag w:val="prilcislo"/>
            <w:id w:val="787498126"/>
            <w:placeholder>
              <w:docPart w:val="45AD43DCB01E492EAE38DD2CD8AC6EFD"/>
            </w:placeholder>
            <w:text/>
          </w:sdtPr>
          <w:sdtEndPr/>
          <w:sdtContent>
            <w:tc>
              <w:tcPr>
                <w:tcW w:w="1418" w:type="dxa"/>
                <w:vMerge w:val="restart"/>
                <w:tcBorders>
                  <w:top w:val="single" w:sz="2" w:space="0" w:color="auto"/>
                  <w:left w:val="single" w:sz="2" w:space="0" w:color="auto"/>
                  <w:right w:val="single" w:sz="4" w:space="0" w:color="auto"/>
                </w:tcBorders>
                <w:tcMar>
                  <w:top w:w="0" w:type="dxa"/>
                  <w:left w:w="57" w:type="dxa"/>
                  <w:right w:w="57" w:type="dxa"/>
                </w:tcMar>
                <w:vAlign w:val="center"/>
              </w:tcPr>
              <w:p w14:paraId="47165B0B" w14:textId="53D3580C" w:rsidR="005554BE" w:rsidRPr="005554BE" w:rsidRDefault="00D44001" w:rsidP="00916646">
                <w:pPr>
                  <w:jc w:val="center"/>
                  <w:rPr>
                    <w:color w:val="000000" w:themeColor="text1"/>
                    <w:sz w:val="30"/>
                    <w:szCs w:val="30"/>
                  </w:rPr>
                </w:pPr>
                <w:r>
                  <w:rPr>
                    <w:color w:val="000000" w:themeColor="text1"/>
                    <w:sz w:val="30"/>
                    <w:szCs w:val="30"/>
                  </w:rPr>
                  <w:t>D1.2.2300.2.1</w:t>
                </w:r>
              </w:p>
            </w:tc>
          </w:sdtContent>
        </w:sdt>
        <w:sdt>
          <w:sdtPr>
            <w:rPr>
              <w:color w:val="000000" w:themeColor="text1"/>
              <w:sz w:val="16"/>
            </w:rPr>
            <w:alias w:val="Verze"/>
            <w:tag w:val="Ver"/>
            <w:id w:val="787498127"/>
            <w:placeholder>
              <w:docPart w:val="182ECDBA034742C2AEE89D1E899ADA5E"/>
            </w:placeholder>
            <w:text/>
          </w:sdtPr>
          <w:sdtEndPr/>
          <w:sdtContent>
            <w:tc>
              <w:tcPr>
                <w:tcW w:w="45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  <w:vAlign w:val="center"/>
              </w:tcPr>
              <w:p w14:paraId="3FAF82FF" w14:textId="6C2B9E0B" w:rsidR="005554BE" w:rsidRPr="005554BE" w:rsidRDefault="00D44001" w:rsidP="00916646">
                <w:pPr>
                  <w:jc w:val="center"/>
                  <w:rPr>
                    <w:color w:val="000000" w:themeColor="text1"/>
                    <w:sz w:val="16"/>
                  </w:rPr>
                </w:pPr>
                <w:r>
                  <w:rPr>
                    <w:color w:val="000000" w:themeColor="text1"/>
                    <w:sz w:val="16"/>
                  </w:rPr>
                  <w:t>c</w:t>
                </w:r>
              </w:p>
            </w:tc>
          </w:sdtContent>
        </w:sdt>
      </w:tr>
      <w:tr w:rsidR="005554BE" w:rsidRPr="005554BE" w14:paraId="4E6822AF" w14:textId="77777777" w:rsidTr="000549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83"/>
          <w:jc w:val="center"/>
        </w:trPr>
        <w:tc>
          <w:tcPr>
            <w:tcW w:w="6464" w:type="dxa"/>
            <w:gridSpan w:val="5"/>
            <w:vMerge/>
            <w:tcBorders>
              <w:left w:val="single" w:sz="12" w:space="0" w:color="auto"/>
              <w:bottom w:val="single" w:sz="12" w:space="0" w:color="auto"/>
              <w:right w:val="single" w:sz="2" w:space="0" w:color="auto"/>
            </w:tcBorders>
          </w:tcPr>
          <w:p w14:paraId="2354562D" w14:textId="77777777" w:rsidR="005554BE" w:rsidRPr="005554BE" w:rsidRDefault="005554BE" w:rsidP="005554BE">
            <w:pPr>
              <w:spacing w:line="40" w:lineRule="exact"/>
              <w:jc w:val="left"/>
              <w:rPr>
                <w:color w:val="000000" w:themeColor="text1"/>
                <w:sz w:val="14"/>
              </w:rPr>
            </w:pPr>
          </w:p>
        </w:tc>
        <w:tc>
          <w:tcPr>
            <w:tcW w:w="1361" w:type="dxa"/>
            <w:vMerge/>
            <w:tcBorders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757AB5BD" w14:textId="77777777" w:rsidR="005554BE" w:rsidRPr="005554BE" w:rsidRDefault="005554BE" w:rsidP="005554BE">
            <w:pPr>
              <w:jc w:val="left"/>
              <w:rPr>
                <w:color w:val="000000" w:themeColor="text1"/>
                <w:sz w:val="14"/>
              </w:rPr>
            </w:pPr>
          </w:p>
        </w:tc>
        <w:tc>
          <w:tcPr>
            <w:tcW w:w="1418" w:type="dxa"/>
            <w:vMerge/>
            <w:tcBorders>
              <w:left w:val="single" w:sz="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F9B191B" w14:textId="77777777" w:rsidR="005554BE" w:rsidRPr="005554BE" w:rsidRDefault="005554BE" w:rsidP="005554BE">
            <w:pPr>
              <w:ind w:right="242"/>
              <w:jc w:val="right"/>
              <w:rPr>
                <w:color w:val="000000" w:themeColor="text1"/>
                <w:sz w:val="32"/>
              </w:rPr>
            </w:pPr>
          </w:p>
        </w:tc>
        <w:sdt>
          <w:sdtPr>
            <w:rPr>
              <w:color w:val="000000" w:themeColor="text1"/>
              <w:sz w:val="16"/>
            </w:rPr>
            <w:alias w:val="Revize"/>
            <w:tag w:val="Rev"/>
            <w:id w:val="787498129"/>
            <w:placeholder>
              <w:docPart w:val="B7C72DB48C534B0490BAD94EBDD09DB7"/>
            </w:placeholder>
            <w:text/>
          </w:sdtPr>
          <w:sdtEndPr/>
          <w:sdtContent>
            <w:tc>
              <w:tcPr>
                <w:tcW w:w="456" w:type="dxa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  <w:vAlign w:val="center"/>
              </w:tcPr>
              <w:p w14:paraId="7C1F0DFA" w14:textId="77CC282B" w:rsidR="005554BE" w:rsidRPr="005554BE" w:rsidRDefault="002342B4" w:rsidP="00916646">
                <w:pPr>
                  <w:jc w:val="center"/>
                  <w:rPr>
                    <w:color w:val="000000" w:themeColor="text1"/>
                    <w:sz w:val="16"/>
                    <w:szCs w:val="16"/>
                  </w:rPr>
                </w:pPr>
                <w:r>
                  <w:rPr>
                    <w:color w:val="000000" w:themeColor="text1"/>
                    <w:sz w:val="16"/>
                  </w:rPr>
                  <w:t>2</w:t>
                </w:r>
              </w:p>
            </w:tc>
          </w:sdtContent>
        </w:sdt>
      </w:tr>
      <w:tr w:rsidR="005554BE" w:rsidRPr="005554BE" w14:paraId="43E38184" w14:textId="77777777" w:rsidTr="000549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567"/>
          <w:jc w:val="center"/>
        </w:trPr>
        <w:tc>
          <w:tcPr>
            <w:tcW w:w="9699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077EF3" w14:textId="77777777" w:rsidR="005554BE" w:rsidRPr="005554BE" w:rsidRDefault="005554BE" w:rsidP="005554BE">
            <w:pPr>
              <w:ind w:left="-32" w:right="-52"/>
              <w:rPr>
                <w:color w:val="000000" w:themeColor="text1"/>
                <w:sz w:val="14"/>
              </w:rPr>
            </w:pPr>
            <w:r w:rsidRPr="005554BE">
              <w:rPr>
                <w:color w:val="000000" w:themeColor="text1"/>
                <w:sz w:val="14"/>
              </w:rPr>
              <w:t xml:space="preserve">Tato dokumentace včetně všech příloh (s výjimkou dat poskytnutých objednatelem) je duševním vlastnictvím akciové společnosti Sweco Hydroprojekt a.s. Objednatel této dokumentace je oprávněn ji využít k účelům vyplývajícím z uzavřené smlouvy bez jakéhokoliv omezení. Jiné osoby (jak fyzické, tak právnické) nejsou bez předchozího výslovného souhlasu objednatele oprávněny tuto dokumentaci ani její části jakkoli využívat, kopírovat (ani jiným způsobem rozmnožovat) </w:t>
            </w:r>
            <w:r w:rsidR="001204F8">
              <w:rPr>
                <w:color w:val="000000" w:themeColor="text1"/>
                <w:sz w:val="14"/>
              </w:rPr>
              <w:t>nebo zpřístupnit dalším osobám.</w:t>
            </w:r>
          </w:p>
          <w:p w14:paraId="169DEEEC" w14:textId="77777777" w:rsidR="005554BE" w:rsidRPr="005554BE" w:rsidRDefault="005554BE" w:rsidP="005554BE">
            <w:pPr>
              <w:ind w:left="-32" w:right="-52"/>
              <w:rPr>
                <w:color w:val="000000" w:themeColor="text1"/>
                <w:sz w:val="14"/>
              </w:rPr>
            </w:pPr>
            <w:r w:rsidRPr="005554BE">
              <w:rPr>
                <w:color w:val="000000" w:themeColor="text1"/>
                <w:sz w:val="14"/>
              </w:rPr>
              <w:t>Poznámka: Podpisy zpracovatelů jsou připojeny pouze k výtisku číslo 01 nebo originálu přílohy (matrici).</w:t>
            </w:r>
          </w:p>
        </w:tc>
      </w:tr>
    </w:tbl>
    <w:p w14:paraId="09EC7E1F" w14:textId="77777777" w:rsidR="00C81FAB" w:rsidRDefault="00C81FAB">
      <w:pPr>
        <w:rPr>
          <w:color w:val="000000" w:themeColor="text1"/>
        </w:rPr>
      </w:pPr>
    </w:p>
    <w:p w14:paraId="50AF2495" w14:textId="77777777" w:rsidR="00C81FAB" w:rsidRPr="00F81B53" w:rsidRDefault="00C81FAB">
      <w:pPr>
        <w:rPr>
          <w:color w:val="000000" w:themeColor="text1"/>
        </w:rPr>
        <w:sectPr w:rsidR="00C81FAB" w:rsidRPr="00F81B53" w:rsidSect="005554BE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type w:val="continuous"/>
          <w:pgSz w:w="11906" w:h="16838" w:code="9"/>
          <w:pgMar w:top="1134" w:right="1701" w:bottom="567" w:left="1701" w:header="709" w:footer="709" w:gutter="0"/>
          <w:cols w:space="708"/>
          <w:titlePg/>
          <w:docGrid w:linePitch="360"/>
        </w:sectPr>
      </w:pPr>
    </w:p>
    <w:tbl>
      <w:tblPr>
        <w:tblW w:w="8510" w:type="dxa"/>
        <w:tblInd w:w="-4" w:type="dxa"/>
        <w:tblBorders>
          <w:top w:val="single" w:sz="4" w:space="0" w:color="auto"/>
          <w:bottom w:val="single" w:sz="4" w:space="0" w:color="auto"/>
        </w:tblBorders>
        <w:tblLook w:val="01E0" w:firstRow="1" w:lastRow="1" w:firstColumn="1" w:lastColumn="1" w:noHBand="0" w:noVBand="0"/>
      </w:tblPr>
      <w:tblGrid>
        <w:gridCol w:w="8510"/>
      </w:tblGrid>
      <w:tr w:rsidR="00F81B53" w:rsidRPr="00F81B53" w14:paraId="327C7BBE" w14:textId="77777777" w:rsidTr="005554BE">
        <w:trPr>
          <w:trHeight w:val="510"/>
        </w:trPr>
        <w:tc>
          <w:tcPr>
            <w:tcW w:w="8510" w:type="dxa"/>
            <w:tcMar>
              <w:left w:w="0" w:type="dxa"/>
            </w:tcMar>
            <w:vAlign w:val="center"/>
          </w:tcPr>
          <w:p w14:paraId="6A1B403E" w14:textId="77777777" w:rsidR="00532923" w:rsidRPr="00F81B53" w:rsidRDefault="00532923" w:rsidP="00AA14F6">
            <w:pPr>
              <w:tabs>
                <w:tab w:val="left" w:pos="3960"/>
                <w:tab w:val="left" w:pos="4320"/>
              </w:tabs>
              <w:jc w:val="left"/>
              <w:rPr>
                <w:bCs/>
                <w:color w:val="000000" w:themeColor="text1"/>
                <w:sz w:val="30"/>
                <w:szCs w:val="30"/>
              </w:rPr>
            </w:pPr>
            <w:r w:rsidRPr="00F81B53">
              <w:rPr>
                <w:bCs/>
                <w:color w:val="000000" w:themeColor="text1"/>
                <w:sz w:val="30"/>
                <w:szCs w:val="30"/>
              </w:rPr>
              <w:lastRenderedPageBreak/>
              <w:t>OBSAH / SEZNAM PŘÍLOH</w:t>
            </w:r>
          </w:p>
        </w:tc>
      </w:tr>
    </w:tbl>
    <w:p w14:paraId="6CA3ED1B" w14:textId="77777777" w:rsidR="006744BF" w:rsidRPr="00F81B53" w:rsidRDefault="006744BF" w:rsidP="00DD3884"/>
    <w:p w14:paraId="67CC10C7" w14:textId="77777777" w:rsidR="00F6635F" w:rsidRPr="00F81B53" w:rsidRDefault="00F6635F" w:rsidP="00F6635F">
      <w:pPr>
        <w:tabs>
          <w:tab w:val="right" w:pos="8505"/>
        </w:tabs>
        <w:rPr>
          <w:bCs/>
          <w:color w:val="000000" w:themeColor="text1"/>
        </w:rPr>
      </w:pPr>
      <w:r w:rsidRPr="00F81B53">
        <w:rPr>
          <w:b/>
          <w:bCs/>
          <w:color w:val="000000" w:themeColor="text1"/>
        </w:rPr>
        <w:tab/>
      </w:r>
      <w:r w:rsidRPr="00F81B53">
        <w:rPr>
          <w:bCs/>
          <w:color w:val="000000" w:themeColor="text1"/>
        </w:rPr>
        <w:t>strana</w:t>
      </w:r>
    </w:p>
    <w:p w14:paraId="750A9903" w14:textId="05D3A34B" w:rsidR="00203A48" w:rsidRDefault="00EF0509">
      <w:pPr>
        <w:pStyle w:val="Obsah1"/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r w:rsidRPr="00F81B53">
        <w:rPr>
          <w:color w:val="000000" w:themeColor="text1"/>
        </w:rPr>
        <w:fldChar w:fldCharType="begin"/>
      </w:r>
      <w:r w:rsidR="00952B1F" w:rsidRPr="00F81B53">
        <w:rPr>
          <w:color w:val="000000" w:themeColor="text1"/>
        </w:rPr>
        <w:instrText xml:space="preserve"> TOC \o \h \z \u </w:instrText>
      </w:r>
      <w:r w:rsidRPr="00F81B53">
        <w:rPr>
          <w:color w:val="000000" w:themeColor="text1"/>
        </w:rPr>
        <w:fldChar w:fldCharType="separate"/>
      </w:r>
      <w:hyperlink w:anchor="_Toc115080343" w:history="1">
        <w:r w:rsidR="00203A48" w:rsidRPr="0081126B">
          <w:rPr>
            <w:rStyle w:val="Hypertextovodkaz"/>
            <w:noProof/>
          </w:rPr>
          <w:t>1</w:t>
        </w:r>
        <w:r w:rsidR="00203A48">
          <w:rPr>
            <w:rFonts w:asciiTheme="minorHAnsi" w:eastAsiaTheme="minorEastAsia" w:hAnsiTheme="minorHAnsi" w:cstheme="minorBidi"/>
            <w:b w:val="0"/>
            <w:noProof/>
            <w:sz w:val="22"/>
            <w:szCs w:val="22"/>
          </w:rPr>
          <w:tab/>
        </w:r>
        <w:r w:rsidR="00203A48" w:rsidRPr="0081126B">
          <w:rPr>
            <w:rStyle w:val="Hypertextovodkaz"/>
            <w:noProof/>
          </w:rPr>
          <w:t>Zpráva ke statickému posouzení</w:t>
        </w:r>
        <w:r w:rsidR="00203A48">
          <w:rPr>
            <w:noProof/>
            <w:webHidden/>
          </w:rPr>
          <w:tab/>
        </w:r>
        <w:r w:rsidR="00203A48">
          <w:rPr>
            <w:noProof/>
            <w:webHidden/>
          </w:rPr>
          <w:fldChar w:fldCharType="begin"/>
        </w:r>
        <w:r w:rsidR="00203A48">
          <w:rPr>
            <w:noProof/>
            <w:webHidden/>
          </w:rPr>
          <w:instrText xml:space="preserve"> PAGEREF _Toc115080343 \h </w:instrText>
        </w:r>
        <w:r w:rsidR="00203A48">
          <w:rPr>
            <w:noProof/>
            <w:webHidden/>
          </w:rPr>
        </w:r>
        <w:r w:rsidR="00203A48">
          <w:rPr>
            <w:noProof/>
            <w:webHidden/>
          </w:rPr>
          <w:fldChar w:fldCharType="separate"/>
        </w:r>
        <w:r w:rsidR="00326EE7">
          <w:rPr>
            <w:noProof/>
            <w:webHidden/>
          </w:rPr>
          <w:t>3</w:t>
        </w:r>
        <w:r w:rsidR="00203A48">
          <w:rPr>
            <w:noProof/>
            <w:webHidden/>
          </w:rPr>
          <w:fldChar w:fldCharType="end"/>
        </w:r>
      </w:hyperlink>
    </w:p>
    <w:p w14:paraId="329CF6FC" w14:textId="704A5262" w:rsidR="00203A48" w:rsidRDefault="00203A48">
      <w:pPr>
        <w:pStyle w:val="Obsah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15080344" w:history="1">
        <w:r w:rsidRPr="0081126B">
          <w:rPr>
            <w:rStyle w:val="Hypertextovodkaz"/>
            <w:noProof/>
          </w:rPr>
          <w:t>1.1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81126B">
          <w:rPr>
            <w:rStyle w:val="Hypertextovodkaz"/>
            <w:noProof/>
          </w:rPr>
          <w:t>Úvod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_Toc115080344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26EE7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4ABBF4CB" w14:textId="4799FFB0" w:rsidR="00203A48" w:rsidRDefault="00203A48">
      <w:pPr>
        <w:pStyle w:val="Obsah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15080345" w:history="1">
        <w:r w:rsidRPr="0081126B">
          <w:rPr>
            <w:rStyle w:val="Hypertextovodkaz"/>
            <w:noProof/>
          </w:rPr>
          <w:t>1.2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81126B">
          <w:rPr>
            <w:rStyle w:val="Hypertextovodkaz"/>
            <w:noProof/>
          </w:rPr>
          <w:t>Přehled použitých podkladů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_Toc115080345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26EE7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27AAE205" w14:textId="75F2859E" w:rsidR="00203A48" w:rsidRDefault="00203A48">
      <w:pPr>
        <w:pStyle w:val="Obsah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15080346" w:history="1">
        <w:r w:rsidRPr="0081126B">
          <w:rPr>
            <w:rStyle w:val="Hypertextovodkaz"/>
            <w:noProof/>
          </w:rPr>
          <w:t>1.3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81126B">
          <w:rPr>
            <w:rStyle w:val="Hypertextovodkaz"/>
            <w:noProof/>
          </w:rPr>
          <w:t>Obsah dokumentace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_Toc115080346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26EE7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61AD9E39" w14:textId="484AD386" w:rsidR="00203A48" w:rsidRDefault="00203A48">
      <w:pPr>
        <w:pStyle w:val="Obsah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15080347" w:history="1">
        <w:r w:rsidRPr="0081126B">
          <w:rPr>
            <w:rStyle w:val="Hypertextovodkaz"/>
            <w:noProof/>
          </w:rPr>
          <w:t>1.4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81126B">
          <w:rPr>
            <w:rStyle w:val="Hypertextovodkaz"/>
            <w:noProof/>
          </w:rPr>
          <w:t>Seznam použitých českých technických norem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_Toc115080347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26EE7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5C9BEAB0" w14:textId="486D4FEB" w:rsidR="00203A48" w:rsidRDefault="00203A48">
      <w:pPr>
        <w:pStyle w:val="Obsah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15080348" w:history="1">
        <w:r w:rsidRPr="0081126B">
          <w:rPr>
            <w:rStyle w:val="Hypertextovodkaz"/>
            <w:noProof/>
          </w:rPr>
          <w:t>1.5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81126B">
          <w:rPr>
            <w:rStyle w:val="Hypertextovodkaz"/>
            <w:noProof/>
          </w:rPr>
          <w:t>Seznam použitých směrnic a předpisů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_Toc115080348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26EE7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6487570C" w14:textId="1F2329B5" w:rsidR="00203A48" w:rsidRDefault="00203A48">
      <w:pPr>
        <w:pStyle w:val="Obsah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15080349" w:history="1">
        <w:r w:rsidRPr="0081126B">
          <w:rPr>
            <w:rStyle w:val="Hypertextovodkaz"/>
            <w:noProof/>
          </w:rPr>
          <w:t>1.6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81126B">
          <w:rPr>
            <w:rStyle w:val="Hypertextovodkaz"/>
            <w:noProof/>
          </w:rPr>
          <w:t>Seznam použitých programů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_Toc115080349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26EE7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372363E4" w14:textId="627A2D30" w:rsidR="00203A48" w:rsidRDefault="00203A48">
      <w:pPr>
        <w:pStyle w:val="Obsah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15080350" w:history="1">
        <w:r w:rsidRPr="0081126B">
          <w:rPr>
            <w:rStyle w:val="Hypertextovodkaz"/>
            <w:noProof/>
          </w:rPr>
          <w:t>1.7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81126B">
          <w:rPr>
            <w:rStyle w:val="Hypertextovodkaz"/>
            <w:noProof/>
          </w:rPr>
          <w:t>Seznam použité literatury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_Toc115080350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26EE7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63BBF752" w14:textId="05B72BFB" w:rsidR="00203A48" w:rsidRDefault="00203A48">
      <w:pPr>
        <w:pStyle w:val="Obsah1"/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hyperlink w:anchor="_Toc115080351" w:history="1">
        <w:r w:rsidRPr="0081126B">
          <w:rPr>
            <w:rStyle w:val="Hypertextovodkaz"/>
            <w:noProof/>
          </w:rPr>
          <w:t>2</w:t>
        </w:r>
        <w:r>
          <w:rPr>
            <w:rFonts w:asciiTheme="minorHAnsi" w:eastAsiaTheme="minorEastAsia" w:hAnsiTheme="minorHAnsi" w:cstheme="minorBidi"/>
            <w:b w:val="0"/>
            <w:noProof/>
            <w:sz w:val="22"/>
            <w:szCs w:val="22"/>
          </w:rPr>
          <w:tab/>
        </w:r>
        <w:r w:rsidRPr="0081126B">
          <w:rPr>
            <w:rStyle w:val="Hypertextovodkaz"/>
            <w:noProof/>
          </w:rPr>
          <w:t>Konstrukční řešení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_Toc115080351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26EE7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3D0BE84B" w14:textId="43B71738" w:rsidR="00203A48" w:rsidRDefault="00203A48">
      <w:pPr>
        <w:pStyle w:val="Obsah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15080352" w:history="1">
        <w:r w:rsidRPr="0081126B">
          <w:rPr>
            <w:rStyle w:val="Hypertextovodkaz"/>
            <w:noProof/>
          </w:rPr>
          <w:t>2.1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81126B">
          <w:rPr>
            <w:rStyle w:val="Hypertextovodkaz"/>
            <w:noProof/>
          </w:rPr>
          <w:t>Celkový popis objektu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_Toc115080352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26EE7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0CDB677B" w14:textId="17068568" w:rsidR="00203A48" w:rsidRDefault="00203A48">
      <w:pPr>
        <w:pStyle w:val="Obsah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15080353" w:history="1">
        <w:r w:rsidRPr="0081126B">
          <w:rPr>
            <w:rStyle w:val="Hypertextovodkaz"/>
            <w:noProof/>
          </w:rPr>
          <w:t>2.2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81126B">
          <w:rPr>
            <w:rStyle w:val="Hypertextovodkaz"/>
            <w:noProof/>
          </w:rPr>
          <w:t>Zhodnocení základových poměrů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_Toc115080353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26EE7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581D922E" w14:textId="485452B3" w:rsidR="00203A48" w:rsidRDefault="00203A48">
      <w:pPr>
        <w:pStyle w:val="Obsah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15080354" w:history="1">
        <w:r w:rsidRPr="0081126B">
          <w:rPr>
            <w:rStyle w:val="Hypertextovodkaz"/>
            <w:noProof/>
          </w:rPr>
          <w:t>2.3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81126B">
          <w:rPr>
            <w:rStyle w:val="Hypertextovodkaz"/>
            <w:noProof/>
          </w:rPr>
          <w:t>Založení navrhovaných objektů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_Toc115080354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26EE7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017DC6E8" w14:textId="127C8FBE" w:rsidR="00203A48" w:rsidRDefault="00203A48">
      <w:pPr>
        <w:pStyle w:val="Obsah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15080355" w:history="1">
        <w:r w:rsidRPr="0081126B">
          <w:rPr>
            <w:rStyle w:val="Hypertextovodkaz"/>
            <w:noProof/>
          </w:rPr>
          <w:t>2.4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81126B">
          <w:rPr>
            <w:rStyle w:val="Hypertextovodkaz"/>
            <w:noProof/>
          </w:rPr>
          <w:t>Konstrukční řešení navrhovaných objektů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_Toc115080355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26EE7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51445DBD" w14:textId="3E9D92F3" w:rsidR="00203A48" w:rsidRDefault="00203A48">
      <w:pPr>
        <w:pStyle w:val="Obsah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15080356" w:history="1">
        <w:r w:rsidRPr="0081126B">
          <w:rPr>
            <w:rStyle w:val="Hypertextovodkaz"/>
            <w:noProof/>
          </w:rPr>
          <w:t>2.5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81126B">
          <w:rPr>
            <w:rStyle w:val="Hypertextovodkaz"/>
            <w:noProof/>
          </w:rPr>
          <w:t>Závěr ke konstrukčnímu řešení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_Toc115080356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26EE7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46CD02FD" w14:textId="391AA05D" w:rsidR="00203A48" w:rsidRDefault="00203A48">
      <w:pPr>
        <w:pStyle w:val="Obsah1"/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hyperlink w:anchor="_Toc115080357" w:history="1">
        <w:r w:rsidRPr="0081126B">
          <w:rPr>
            <w:rStyle w:val="Hypertextovodkaz"/>
            <w:noProof/>
          </w:rPr>
          <w:t>3</w:t>
        </w:r>
        <w:r>
          <w:rPr>
            <w:rFonts w:asciiTheme="minorHAnsi" w:eastAsiaTheme="minorEastAsia" w:hAnsiTheme="minorHAnsi" w:cstheme="minorBidi"/>
            <w:b w:val="0"/>
            <w:noProof/>
            <w:sz w:val="22"/>
            <w:szCs w:val="22"/>
          </w:rPr>
          <w:tab/>
        </w:r>
        <w:r w:rsidRPr="0081126B">
          <w:rPr>
            <w:rStyle w:val="Hypertextovodkaz"/>
            <w:noProof/>
          </w:rPr>
          <w:t>Vlastnosti použitých stavebních materiálů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_Toc115080357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26EE7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41F8755B" w14:textId="4AC63BEB" w:rsidR="00203A48" w:rsidRDefault="00203A48">
      <w:pPr>
        <w:pStyle w:val="Obsah1"/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hyperlink w:anchor="_Toc115080358" w:history="1">
        <w:r w:rsidRPr="0081126B">
          <w:rPr>
            <w:rStyle w:val="Hypertextovodkaz"/>
            <w:noProof/>
          </w:rPr>
          <w:t>4</w:t>
        </w:r>
        <w:r>
          <w:rPr>
            <w:rFonts w:asciiTheme="minorHAnsi" w:eastAsiaTheme="minorEastAsia" w:hAnsiTheme="minorHAnsi" w:cstheme="minorBidi"/>
            <w:b w:val="0"/>
            <w:noProof/>
            <w:sz w:val="22"/>
            <w:szCs w:val="22"/>
          </w:rPr>
          <w:tab/>
        </w:r>
        <w:r w:rsidRPr="0081126B">
          <w:rPr>
            <w:rStyle w:val="Hypertextovodkaz"/>
            <w:noProof/>
          </w:rPr>
          <w:t>Stanovení zatížení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_Toc115080358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26EE7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73BB0EE7" w14:textId="3391DA4A" w:rsidR="00203A48" w:rsidRDefault="00203A48">
      <w:pPr>
        <w:pStyle w:val="Obsah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15080359" w:history="1">
        <w:r w:rsidRPr="0081126B">
          <w:rPr>
            <w:rStyle w:val="Hypertextovodkaz"/>
            <w:noProof/>
          </w:rPr>
          <w:t>4.1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81126B">
          <w:rPr>
            <w:rStyle w:val="Hypertextovodkaz"/>
            <w:noProof/>
          </w:rPr>
          <w:t>Zatřídění stavby do třídy spolehlivosti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_Toc115080359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26EE7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6A37B4DE" w14:textId="4F39442D" w:rsidR="00203A48" w:rsidRDefault="00203A48">
      <w:pPr>
        <w:pStyle w:val="Obsah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15080360" w:history="1">
        <w:r w:rsidRPr="0081126B">
          <w:rPr>
            <w:rStyle w:val="Hypertextovodkaz"/>
            <w:noProof/>
          </w:rPr>
          <w:t>4.2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81126B">
          <w:rPr>
            <w:rStyle w:val="Hypertextovodkaz"/>
            <w:noProof/>
          </w:rPr>
          <w:t>Stálá zatížení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_Toc115080360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26EE7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762299B6" w14:textId="10D5A026" w:rsidR="00203A48" w:rsidRDefault="00203A48">
      <w:pPr>
        <w:pStyle w:val="Obsah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15080361" w:history="1">
        <w:r w:rsidRPr="0081126B">
          <w:rPr>
            <w:rStyle w:val="Hypertextovodkaz"/>
            <w:noProof/>
          </w:rPr>
          <w:t>4.2.1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81126B">
          <w:rPr>
            <w:rStyle w:val="Hypertextovodkaz"/>
            <w:noProof/>
          </w:rPr>
          <w:t>Vlastní tíha konstrukce a potrubí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_Toc115080361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26EE7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286FDEFE" w14:textId="79BEB6EA" w:rsidR="00203A48" w:rsidRDefault="00203A48">
      <w:pPr>
        <w:pStyle w:val="Obsah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15080362" w:history="1">
        <w:r w:rsidRPr="0081126B">
          <w:rPr>
            <w:rStyle w:val="Hypertextovodkaz"/>
            <w:noProof/>
          </w:rPr>
          <w:t>4.3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81126B">
          <w:rPr>
            <w:rStyle w:val="Hypertextovodkaz"/>
            <w:noProof/>
          </w:rPr>
          <w:t>Nahodilá zatížení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_Toc115080362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26EE7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66CA841F" w14:textId="4788A644" w:rsidR="00203A48" w:rsidRDefault="00203A48">
      <w:pPr>
        <w:pStyle w:val="Obsah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15080363" w:history="1">
        <w:r w:rsidRPr="0081126B">
          <w:rPr>
            <w:rStyle w:val="Hypertextovodkaz"/>
            <w:noProof/>
          </w:rPr>
          <w:t>4.3.1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81126B">
          <w:rPr>
            <w:rStyle w:val="Hypertextovodkaz"/>
            <w:noProof/>
          </w:rPr>
          <w:t>Klimatické – sníh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_Toc115080363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26EE7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023B8EE7" w14:textId="44AF3FD9" w:rsidR="00203A48" w:rsidRDefault="00203A48">
      <w:pPr>
        <w:pStyle w:val="Obsah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15080364" w:history="1">
        <w:r w:rsidRPr="0081126B">
          <w:rPr>
            <w:rStyle w:val="Hypertextovodkaz"/>
            <w:noProof/>
          </w:rPr>
          <w:t>4.3.2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81126B">
          <w:rPr>
            <w:rStyle w:val="Hypertextovodkaz"/>
            <w:noProof/>
          </w:rPr>
          <w:t>Klimatické – vítr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_Toc115080364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26EE7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41E5EE23" w14:textId="08E77BAF" w:rsidR="00203A48" w:rsidRDefault="00203A48">
      <w:pPr>
        <w:pStyle w:val="Obsah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15080365" w:history="1">
        <w:r w:rsidRPr="0081126B">
          <w:rPr>
            <w:rStyle w:val="Hypertextovodkaz"/>
            <w:noProof/>
          </w:rPr>
          <w:t>4.3.3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81126B">
          <w:rPr>
            <w:rStyle w:val="Hypertextovodkaz"/>
            <w:noProof/>
          </w:rPr>
          <w:t>Užitné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_Toc115080365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26EE7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2CED93BA" w14:textId="66EF9BE7" w:rsidR="00203A48" w:rsidRDefault="00203A48">
      <w:pPr>
        <w:pStyle w:val="Obsah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15080366" w:history="1">
        <w:r w:rsidRPr="0081126B">
          <w:rPr>
            <w:rStyle w:val="Hypertextovodkaz"/>
            <w:noProof/>
          </w:rPr>
          <w:t>4.4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81126B">
          <w:rPr>
            <w:rStyle w:val="Hypertextovodkaz"/>
            <w:noProof/>
          </w:rPr>
          <w:t>Mezní stav únosnosti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_Toc115080366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26EE7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31491D57" w14:textId="66C98DCE" w:rsidR="00203A48" w:rsidRDefault="00203A48">
      <w:pPr>
        <w:pStyle w:val="Obsah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15080367" w:history="1">
        <w:r w:rsidRPr="0081126B">
          <w:rPr>
            <w:rStyle w:val="Hypertextovodkaz"/>
            <w:noProof/>
          </w:rPr>
          <w:t>4.5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81126B">
          <w:rPr>
            <w:rStyle w:val="Hypertextovodkaz"/>
            <w:noProof/>
          </w:rPr>
          <w:t>Mezní stavy použitelnosti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_Toc115080367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26EE7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5CF7531E" w14:textId="304EB65E" w:rsidR="00203A48" w:rsidRDefault="00203A48">
      <w:pPr>
        <w:pStyle w:val="Obsah1"/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hyperlink w:anchor="_Toc115080368" w:history="1">
        <w:r w:rsidRPr="0081126B">
          <w:rPr>
            <w:rStyle w:val="Hypertextovodkaz"/>
            <w:noProof/>
          </w:rPr>
          <w:t>5</w:t>
        </w:r>
        <w:r>
          <w:rPr>
            <w:rFonts w:asciiTheme="minorHAnsi" w:eastAsiaTheme="minorEastAsia" w:hAnsiTheme="minorHAnsi" w:cstheme="minorBidi"/>
            <w:b w:val="0"/>
            <w:noProof/>
            <w:sz w:val="22"/>
            <w:szCs w:val="22"/>
          </w:rPr>
          <w:tab/>
        </w:r>
        <w:r w:rsidRPr="0081126B">
          <w:rPr>
            <w:rStyle w:val="Hypertextovodkaz"/>
            <w:noProof/>
          </w:rPr>
          <w:t>Předpoklady výpočtů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_Toc115080368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26EE7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173C8ECD" w14:textId="46B1DF51" w:rsidR="00203A48" w:rsidRDefault="00203A48">
      <w:pPr>
        <w:pStyle w:val="Obsah1"/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hyperlink w:anchor="_Toc115080369" w:history="1">
        <w:r w:rsidRPr="0081126B">
          <w:rPr>
            <w:rStyle w:val="Hypertextovodkaz"/>
            <w:noProof/>
          </w:rPr>
          <w:t>6</w:t>
        </w:r>
        <w:r>
          <w:rPr>
            <w:rFonts w:asciiTheme="minorHAnsi" w:eastAsiaTheme="minorEastAsia" w:hAnsiTheme="minorHAnsi" w:cstheme="minorBidi"/>
            <w:b w:val="0"/>
            <w:noProof/>
            <w:sz w:val="22"/>
            <w:szCs w:val="22"/>
          </w:rPr>
          <w:tab/>
        </w:r>
        <w:r w:rsidRPr="0081126B">
          <w:rPr>
            <w:rStyle w:val="Hypertextovodkaz"/>
            <w:noProof/>
          </w:rPr>
          <w:t>Otisk výstupu statického softwaru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_Toc115080369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26EE7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3DAACCFD" w14:textId="093F0D57" w:rsidR="00693245" w:rsidRPr="00F81B53" w:rsidRDefault="00EF0509" w:rsidP="00D95B8E">
      <w:pPr>
        <w:pStyle w:val="Obsah5"/>
        <w:rPr>
          <w:color w:val="000000" w:themeColor="text1"/>
        </w:rPr>
      </w:pPr>
      <w:r w:rsidRPr="00F81B53">
        <w:fldChar w:fldCharType="end"/>
      </w:r>
      <w:r w:rsidR="00693245" w:rsidRPr="00F81B53">
        <w:rPr>
          <w:color w:val="000000" w:themeColor="text1"/>
        </w:rPr>
        <w:br w:type="page"/>
      </w:r>
      <w:bookmarkStart w:id="0" w:name="_Toc167240464"/>
      <w:bookmarkStart w:id="1" w:name="_Toc170478967"/>
    </w:p>
    <w:p w14:paraId="3CE763A2" w14:textId="3B8C1E3E" w:rsidR="00150790" w:rsidRDefault="00150790" w:rsidP="00150790">
      <w:pPr>
        <w:pStyle w:val="Nadpis1"/>
        <w:numPr>
          <w:ilvl w:val="0"/>
          <w:numId w:val="1"/>
        </w:numPr>
      </w:pPr>
      <w:bookmarkStart w:id="2" w:name="_Toc80103512"/>
      <w:bookmarkStart w:id="3" w:name="_Ref468866774"/>
      <w:bookmarkStart w:id="4" w:name="_Ref468866792"/>
      <w:bookmarkStart w:id="5" w:name="_Toc471132092"/>
      <w:bookmarkStart w:id="6" w:name="_Toc482108260"/>
      <w:bookmarkStart w:id="7" w:name="_Toc471132131"/>
      <w:bookmarkStart w:id="8" w:name="_Toc19882686"/>
      <w:bookmarkStart w:id="9" w:name="_Toc65656473"/>
      <w:bookmarkStart w:id="10" w:name="_Toc65853978"/>
      <w:bookmarkStart w:id="11" w:name="_Toc115080343"/>
      <w:bookmarkEnd w:id="0"/>
      <w:bookmarkEnd w:id="1"/>
      <w:r>
        <w:lastRenderedPageBreak/>
        <w:t xml:space="preserve">Zpráva ke statickému </w:t>
      </w:r>
      <w:bookmarkEnd w:id="2"/>
      <w:r w:rsidR="00926A89">
        <w:t>posouzení</w:t>
      </w:r>
      <w:bookmarkEnd w:id="11"/>
    </w:p>
    <w:p w14:paraId="13E60BB4" w14:textId="77777777" w:rsidR="00150790" w:rsidRDefault="00150790" w:rsidP="00150790">
      <w:pPr>
        <w:pStyle w:val="Nadpis2"/>
        <w:numPr>
          <w:ilvl w:val="1"/>
          <w:numId w:val="1"/>
        </w:numPr>
        <w:ind w:left="578" w:hanging="578"/>
      </w:pPr>
      <w:bookmarkStart w:id="12" w:name="_Toc80103513"/>
      <w:bookmarkStart w:id="13" w:name="_Toc115080344"/>
      <w:r>
        <w:t>Úvod</w:t>
      </w:r>
      <w:bookmarkEnd w:id="12"/>
      <w:bookmarkEnd w:id="13"/>
    </w:p>
    <w:p w14:paraId="7A2A1EAA" w14:textId="4151EE36" w:rsidR="00150790" w:rsidRDefault="00150790" w:rsidP="00150790">
      <w:r>
        <w:t xml:space="preserve">Předmětem toho </w:t>
      </w:r>
      <w:r w:rsidR="00E75648">
        <w:t>statického posouzení</w:t>
      </w:r>
      <w:r>
        <w:t xml:space="preserve"> je předběžný návrh a posouzení nových nosných konstrukcí objektu SO </w:t>
      </w:r>
      <w:r w:rsidR="008E0D26">
        <w:t>2300 Spojovací potrubí</w:t>
      </w:r>
      <w:r w:rsidR="00DC02E2">
        <w:t xml:space="preserve"> </w:t>
      </w:r>
      <w:r>
        <w:t>v rámci akce „</w:t>
      </w:r>
      <w:r w:rsidR="00DC02E2" w:rsidRPr="00DC02E2">
        <w:t>Kalové hospodářství ČOV Brno–Modřice</w:t>
      </w:r>
      <w:r>
        <w:t>“ ve</w:t>
      </w:r>
      <w:r w:rsidR="00F84F36">
        <w:t xml:space="preserve"> </w:t>
      </w:r>
      <w:r>
        <w:t>stupni Dokumentace pro</w:t>
      </w:r>
      <w:r w:rsidR="00F84F36">
        <w:t xml:space="preserve"> </w:t>
      </w:r>
      <w:r>
        <w:t>vydání stavebního povolení.</w:t>
      </w:r>
    </w:p>
    <w:p w14:paraId="38575028" w14:textId="6FC9D2E5" w:rsidR="00F3171C" w:rsidRDefault="00F3171C" w:rsidP="00F3171C">
      <w:pPr>
        <w:pStyle w:val="Nadpis2"/>
        <w:numPr>
          <w:ilvl w:val="1"/>
          <w:numId w:val="1"/>
        </w:numPr>
        <w:ind w:left="578" w:hanging="578"/>
      </w:pPr>
      <w:bookmarkStart w:id="14" w:name="_Toc115080345"/>
      <w:bookmarkEnd w:id="3"/>
      <w:bookmarkEnd w:id="4"/>
      <w:bookmarkEnd w:id="5"/>
      <w:bookmarkEnd w:id="6"/>
      <w:r>
        <w:t>Přehled použitých podkladů</w:t>
      </w:r>
      <w:bookmarkEnd w:id="14"/>
    </w:p>
    <w:p w14:paraId="1A03020D" w14:textId="4C27DFF2" w:rsidR="00843618" w:rsidRDefault="00843618" w:rsidP="00963FE7">
      <w:pPr>
        <w:pStyle w:val="Odstavecseseznamemliteratury"/>
        <w:ind w:left="425" w:hanging="425"/>
      </w:pPr>
      <w:r>
        <w:t xml:space="preserve">Kalové hospodářství ČOV Brno – Modřice, změna DUR. </w:t>
      </w:r>
      <w:proofErr w:type="spellStart"/>
      <w:r>
        <w:t>Aquatis</w:t>
      </w:r>
      <w:proofErr w:type="spellEnd"/>
      <w:r>
        <w:t xml:space="preserve"> a.s., Brno 2021, zakázkové číslo 211026</w:t>
      </w:r>
    </w:p>
    <w:p w14:paraId="30C72720" w14:textId="374AEF53" w:rsidR="006404D2" w:rsidRPr="00584577" w:rsidRDefault="006404D2" w:rsidP="00963FE7">
      <w:pPr>
        <w:pStyle w:val="Odstavecseseznamemliteratury"/>
        <w:ind w:left="425" w:hanging="425"/>
      </w:pPr>
      <w:bookmarkStart w:id="15" w:name="_Ref468870605"/>
      <w:r w:rsidRPr="00962418">
        <w:t xml:space="preserve">Kalové hospodářství ČOV Brno – Modřice, </w:t>
      </w:r>
      <w:proofErr w:type="spellStart"/>
      <w:r w:rsidRPr="00962418">
        <w:t>architektonicko</w:t>
      </w:r>
      <w:proofErr w:type="spellEnd"/>
      <w:r w:rsidRPr="00962418">
        <w:t xml:space="preserve"> – stavební část dokumentace ve stupni DSP</w:t>
      </w:r>
      <w:r>
        <w:t>.</w:t>
      </w:r>
      <w:r w:rsidRPr="00962418">
        <w:t xml:space="preserve"> </w:t>
      </w:r>
      <w:bookmarkEnd w:id="15"/>
      <w:r w:rsidRPr="00962418">
        <w:t>Sweco Hydroprojekt a.s., Praha 2022</w:t>
      </w:r>
      <w:r>
        <w:t xml:space="preserve">, </w:t>
      </w:r>
      <w:r w:rsidRPr="00962418">
        <w:t>číslo zakázky 12</w:t>
      </w:r>
      <w:r>
        <w:t> </w:t>
      </w:r>
      <w:r w:rsidRPr="00962418">
        <w:t>2127</w:t>
      </w:r>
      <w:r>
        <w:t> </w:t>
      </w:r>
      <w:r w:rsidRPr="00962418">
        <w:t>01</w:t>
      </w:r>
      <w:r>
        <w:t> </w:t>
      </w:r>
      <w:r w:rsidRPr="00962418">
        <w:t>01</w:t>
      </w:r>
    </w:p>
    <w:p w14:paraId="00727B7A" w14:textId="21113DC6" w:rsidR="00843618" w:rsidRDefault="00DF374D" w:rsidP="00963FE7">
      <w:pPr>
        <w:pStyle w:val="Odstavecseseznamemliteratury"/>
        <w:ind w:left="425" w:hanging="425"/>
      </w:pPr>
      <w:bookmarkStart w:id="16" w:name="_Ref109397247"/>
      <w:r>
        <w:t>Modřice – ČOV, inženýrsko</w:t>
      </w:r>
      <w:r w:rsidR="00A02688">
        <w:t xml:space="preserve">geologický a hydrogeologický průzkum. </w:t>
      </w:r>
      <w:proofErr w:type="spellStart"/>
      <w:r w:rsidR="00A02688">
        <w:t>GEOtest</w:t>
      </w:r>
      <w:proofErr w:type="spellEnd"/>
      <w:r w:rsidR="00A02688">
        <w:t>, a.s., Brno 2017,</w:t>
      </w:r>
      <w:r w:rsidR="0054490A">
        <w:t xml:space="preserve"> číslo zakázky 17 7184</w:t>
      </w:r>
      <w:bookmarkEnd w:id="16"/>
    </w:p>
    <w:p w14:paraId="4E283E92" w14:textId="77777777" w:rsidR="006F4A91" w:rsidRDefault="006F4A91" w:rsidP="006F4A91">
      <w:pPr>
        <w:pStyle w:val="Nadpis2"/>
        <w:numPr>
          <w:ilvl w:val="1"/>
          <w:numId w:val="1"/>
        </w:numPr>
        <w:ind w:left="578" w:hanging="578"/>
      </w:pPr>
      <w:bookmarkStart w:id="17" w:name="_Toc80103515"/>
      <w:bookmarkStart w:id="18" w:name="_Toc115080346"/>
      <w:r>
        <w:t>Obsah dokumentace</w:t>
      </w:r>
      <w:bookmarkEnd w:id="17"/>
      <w:bookmarkEnd w:id="18"/>
    </w:p>
    <w:p w14:paraId="78F53EB4" w14:textId="5B2EA0C7" w:rsidR="006F4A91" w:rsidRDefault="006F4A91" w:rsidP="006F4A91">
      <w:pPr>
        <w:pStyle w:val="Normln0"/>
      </w:pPr>
      <w:r>
        <w:t xml:space="preserve">V tomto </w:t>
      </w:r>
      <w:r w:rsidR="00E75648">
        <w:t>dokumentu</w:t>
      </w:r>
      <w:r>
        <w:t xml:space="preserve"> je řešena stavebně konstrukční (statická) část</w:t>
      </w:r>
      <w:r w:rsidRPr="005752DA">
        <w:t xml:space="preserve"> </w:t>
      </w:r>
      <w:r>
        <w:t xml:space="preserve">nového stavebního objektu </w:t>
      </w:r>
      <w:r w:rsidR="00FF5671">
        <w:t>SO </w:t>
      </w:r>
      <w:r w:rsidR="00881E85">
        <w:t>2300</w:t>
      </w:r>
      <w:r w:rsidR="008E0D26">
        <w:t xml:space="preserve"> Spojovací potrubí</w:t>
      </w:r>
      <w:r>
        <w:t>.</w:t>
      </w:r>
    </w:p>
    <w:p w14:paraId="2E2F9BC8" w14:textId="58E802FE" w:rsidR="006F4A91" w:rsidRPr="00C92E86" w:rsidRDefault="006F4A91" w:rsidP="006F4A91">
      <w:pPr>
        <w:pStyle w:val="Normln0"/>
      </w:pPr>
      <w:r w:rsidRPr="00C92E86">
        <w:t>Posouzení spolehlivosti</w:t>
      </w:r>
      <w:r>
        <w:t xml:space="preserve"> a </w:t>
      </w:r>
      <w:r w:rsidRPr="00C92E86">
        <w:t>bezpečnosti (mezní stavy únosnosti</w:t>
      </w:r>
      <w:r>
        <w:t xml:space="preserve"> a</w:t>
      </w:r>
      <w:r w:rsidR="00A87A2D">
        <w:t xml:space="preserve"> </w:t>
      </w:r>
      <w:r w:rsidRPr="00C92E86">
        <w:t>stability) navržených nosných konstrukcí bylo zpracováno podle systému technických norem ČSN EN (společných norem CEN), směrnic</w:t>
      </w:r>
      <w:r>
        <w:t xml:space="preserve"> a</w:t>
      </w:r>
      <w:r w:rsidR="00A87A2D">
        <w:t xml:space="preserve"> </w:t>
      </w:r>
      <w:r w:rsidRPr="00C92E86">
        <w:t xml:space="preserve">předpisů, jejichž přehled je obsažen v kapitolách </w:t>
      </w:r>
      <w:r w:rsidR="0047230D">
        <w:fldChar w:fldCharType="begin"/>
      </w:r>
      <w:r w:rsidR="0047230D">
        <w:instrText xml:space="preserve"> REF _Ref109394024 \r \h </w:instrText>
      </w:r>
      <w:r w:rsidR="0047230D">
        <w:fldChar w:fldCharType="separate"/>
      </w:r>
      <w:r w:rsidR="00326EE7">
        <w:t>1.4</w:t>
      </w:r>
      <w:r w:rsidR="0047230D">
        <w:fldChar w:fldCharType="end"/>
      </w:r>
      <w:r w:rsidR="0047230D">
        <w:t xml:space="preserve"> </w:t>
      </w:r>
      <w:r>
        <w:t xml:space="preserve">až </w:t>
      </w:r>
      <w:r>
        <w:fldChar w:fldCharType="begin"/>
      </w:r>
      <w:r>
        <w:instrText xml:space="preserve"> REF _Ref468802753 \r \h </w:instrText>
      </w:r>
      <w:r>
        <w:fldChar w:fldCharType="separate"/>
      </w:r>
      <w:r w:rsidR="00326EE7">
        <w:t>1.7</w:t>
      </w:r>
      <w:r>
        <w:fldChar w:fldCharType="end"/>
      </w:r>
      <w:r w:rsidRPr="00C92E86">
        <w:t>.</w:t>
      </w:r>
      <w:r w:rsidRPr="004263C7">
        <w:t xml:space="preserve"> Obdobně bylo postupováno</w:t>
      </w:r>
      <w:r>
        <w:t xml:space="preserve"> i</w:t>
      </w:r>
      <w:r w:rsidR="00A87A2D">
        <w:t xml:space="preserve"> </w:t>
      </w:r>
      <w:r w:rsidRPr="004263C7">
        <w:t>v</w:t>
      </w:r>
      <w:r w:rsidR="00A87A2D">
        <w:t> </w:t>
      </w:r>
      <w:r w:rsidRPr="004263C7">
        <w:t>případě prověření použitelnosti</w:t>
      </w:r>
      <w:r w:rsidR="004B0E5D">
        <w:t>.</w:t>
      </w:r>
    </w:p>
    <w:p w14:paraId="35A320A6" w14:textId="27004423" w:rsidR="006F4A91" w:rsidRPr="00584577" w:rsidRDefault="006F4A91" w:rsidP="006F4A91">
      <w:pPr>
        <w:pStyle w:val="Normln0"/>
      </w:pPr>
      <w:r w:rsidRPr="00C92E86">
        <w:t xml:space="preserve">Dokladované průběhy vnitřních sil byly stanoveny automaticky </w:t>
      </w:r>
      <w:r>
        <w:t>na</w:t>
      </w:r>
      <w:r w:rsidR="00F84F36">
        <w:t xml:space="preserve"> </w:t>
      </w:r>
      <w:r w:rsidRPr="00C92E86">
        <w:t>statick</w:t>
      </w:r>
      <w:r>
        <w:t>ých a</w:t>
      </w:r>
      <w:r w:rsidR="00A87A2D">
        <w:t xml:space="preserve"> </w:t>
      </w:r>
      <w:r w:rsidRPr="00C92E86">
        <w:t>výpočtov</w:t>
      </w:r>
      <w:r>
        <w:t xml:space="preserve">ých </w:t>
      </w:r>
      <w:r w:rsidRPr="00C92E86">
        <w:t>model</w:t>
      </w:r>
      <w:r>
        <w:t>ech</w:t>
      </w:r>
      <w:r w:rsidRPr="00C92E86">
        <w:t xml:space="preserve"> pomocí metody </w:t>
      </w:r>
      <w:r>
        <w:t>konečných prvků (MKP).</w:t>
      </w:r>
    </w:p>
    <w:p w14:paraId="20B549C5" w14:textId="723245E4" w:rsidR="00F3171C" w:rsidRDefault="00F3171C" w:rsidP="0049514D">
      <w:pPr>
        <w:pStyle w:val="Nadpis2"/>
        <w:numPr>
          <w:ilvl w:val="1"/>
          <w:numId w:val="1"/>
        </w:numPr>
        <w:ind w:left="578" w:hanging="578"/>
        <w:jc w:val="left"/>
      </w:pPr>
      <w:bookmarkStart w:id="19" w:name="_Ref109394024"/>
      <w:bookmarkStart w:id="20" w:name="_Toc115080347"/>
      <w:r>
        <w:t>Seznam použitých českých technických norem</w:t>
      </w:r>
      <w:bookmarkEnd w:id="19"/>
      <w:bookmarkEnd w:id="20"/>
    </w:p>
    <w:p w14:paraId="4F7D6C93" w14:textId="77777777" w:rsidR="00AE00BD" w:rsidRPr="007A4B25" w:rsidRDefault="00AE00BD" w:rsidP="007A4B25">
      <w:pPr>
        <w:pStyle w:val="Odstavecseseznamemliteratury"/>
        <w:ind w:left="425" w:hanging="425"/>
      </w:pPr>
      <w:r w:rsidRPr="007A4B25">
        <w:t>ČSN EN 1990 Zásady navrhování konstrukcí</w:t>
      </w:r>
    </w:p>
    <w:p w14:paraId="19BB2CAE" w14:textId="77777777" w:rsidR="00AE00BD" w:rsidRPr="007A4B25" w:rsidRDefault="00AE00BD" w:rsidP="007A4B25">
      <w:pPr>
        <w:pStyle w:val="Odstavecseseznamemliteratury"/>
        <w:ind w:left="425" w:hanging="425"/>
      </w:pPr>
      <w:r w:rsidRPr="007A4B25">
        <w:t>ČSN EN 1991-1-1 Eurokód 1: Zatížení konstrukcí - Část 1-1: Obecná zatížení - Objemové tíhy, vlastní tíha a užitná zatížení pozemních staveb</w:t>
      </w:r>
    </w:p>
    <w:p w14:paraId="3CADCA8E" w14:textId="77777777" w:rsidR="00AE00BD" w:rsidRPr="007A4B25" w:rsidRDefault="00AE00BD" w:rsidP="007A4B25">
      <w:pPr>
        <w:pStyle w:val="Odstavecseseznamemliteratury"/>
        <w:ind w:left="425" w:hanging="425"/>
      </w:pPr>
      <w:r w:rsidRPr="007A4B25">
        <w:t xml:space="preserve">ČSN EN 1991-1-2 </w:t>
      </w:r>
      <w:r>
        <w:t>Eurokód 1: Zatížení konstrukcí - Část 1-2: Obecná zatížení - Zatížení konstrukcí vystavených účinkům požáru</w:t>
      </w:r>
    </w:p>
    <w:p w14:paraId="72407E07" w14:textId="77777777" w:rsidR="00AE00BD" w:rsidRPr="007A4B25" w:rsidRDefault="00AE00BD" w:rsidP="007A4B25">
      <w:pPr>
        <w:pStyle w:val="Odstavecseseznamemliteratury"/>
        <w:ind w:left="425" w:hanging="425"/>
      </w:pPr>
      <w:r w:rsidRPr="007A4B25">
        <w:t xml:space="preserve">ČSN EN 1991-1-3 </w:t>
      </w:r>
      <w:r>
        <w:t>Eurokód 1: Zatížení konstrukcí - Část 1-3: Obecná zatížení - Zatížení sněhem</w:t>
      </w:r>
    </w:p>
    <w:p w14:paraId="2F2FC795" w14:textId="77777777" w:rsidR="00AE00BD" w:rsidRPr="007A4B25" w:rsidRDefault="00AE00BD" w:rsidP="007A4B25">
      <w:pPr>
        <w:pStyle w:val="Odstavecseseznamemliteratury"/>
        <w:ind w:left="425" w:hanging="425"/>
      </w:pPr>
      <w:r w:rsidRPr="007A4B25">
        <w:t xml:space="preserve">ČSN EN 1991-1-4 </w:t>
      </w:r>
      <w:r>
        <w:t>Eurokód 1: Zatížení konstrukcí - Část 1-4: Obecná zatížení – Zatížení větrem</w:t>
      </w:r>
    </w:p>
    <w:p w14:paraId="57086E7A" w14:textId="77777777" w:rsidR="00AE00BD" w:rsidRPr="007A4B25" w:rsidRDefault="00AE00BD" w:rsidP="007A4B25">
      <w:pPr>
        <w:pStyle w:val="Odstavecseseznamemliteratury"/>
        <w:ind w:left="425" w:hanging="425"/>
      </w:pPr>
      <w:r w:rsidRPr="007A4B25">
        <w:t xml:space="preserve">ČSN EN 1991-1-6 </w:t>
      </w:r>
      <w:r>
        <w:t>Eurokód 1: Zatížení konstrukcí - Část 1-6: Obecná zatížení - Zatížení během provádění</w:t>
      </w:r>
    </w:p>
    <w:p w14:paraId="798325DE" w14:textId="77777777" w:rsidR="00AE00BD" w:rsidRPr="007A4B25" w:rsidRDefault="00AE00BD" w:rsidP="007A4B25">
      <w:pPr>
        <w:pStyle w:val="Odstavecseseznamemliteratury"/>
        <w:ind w:left="425" w:hanging="425"/>
      </w:pPr>
      <w:r w:rsidRPr="007A4B25">
        <w:t>ČSN EN 1993-1-1 Navrhování ocelových konstrukcí Část 1-1: Obecná pravidla a pravidla pro pozemní stavby</w:t>
      </w:r>
    </w:p>
    <w:p w14:paraId="3750B6E7" w14:textId="77777777" w:rsidR="00AE00BD" w:rsidRPr="007A4B25" w:rsidRDefault="00AE00BD" w:rsidP="007A4B25">
      <w:pPr>
        <w:pStyle w:val="Odstavecseseznamemliteratury"/>
        <w:ind w:left="425" w:hanging="425"/>
      </w:pPr>
      <w:r w:rsidRPr="007A4B25">
        <w:t>ČSN EN 1993-1-2 Navrhování ocelových konstrukcí - Část 1-2: Obecná pravidla - Navrhování konstrukcí na účinky požáru</w:t>
      </w:r>
    </w:p>
    <w:p w14:paraId="2E857C22" w14:textId="77777777" w:rsidR="00AE00BD" w:rsidRPr="007A4B25" w:rsidRDefault="00AE00BD" w:rsidP="007A4B25">
      <w:pPr>
        <w:pStyle w:val="Odstavecseseznamemliteratury"/>
        <w:ind w:left="425" w:hanging="425"/>
      </w:pPr>
      <w:r w:rsidRPr="007A4B25">
        <w:lastRenderedPageBreak/>
        <w:t>ČSN EN 1993-1-3 Navrhování ocelových konstrukcí - Část 1-3: Obecná pravidla - Doplňující pravidla pro tenkostěnné za studena tvarované prvky a plošné profily</w:t>
      </w:r>
    </w:p>
    <w:p w14:paraId="51F7F161" w14:textId="77777777" w:rsidR="00AE00BD" w:rsidRPr="007A4B25" w:rsidRDefault="00AE00BD" w:rsidP="007A4B25">
      <w:pPr>
        <w:pStyle w:val="Odstavecseseznamemliteratury"/>
        <w:ind w:left="425" w:hanging="425"/>
      </w:pPr>
      <w:r w:rsidRPr="007A4B25">
        <w:t xml:space="preserve">ČSN EN 1993-1-5 </w:t>
      </w:r>
      <w:r>
        <w:t>Eurokód 3: Navrhování ocelových konstrukcí - Část 1-5: Boulení stěn</w:t>
      </w:r>
    </w:p>
    <w:p w14:paraId="2FF3E597" w14:textId="77777777" w:rsidR="00AE00BD" w:rsidRPr="007A4B25" w:rsidRDefault="00AE00BD" w:rsidP="007A4B25">
      <w:pPr>
        <w:pStyle w:val="Odstavecseseznamemliteratury"/>
        <w:ind w:left="425" w:hanging="425"/>
      </w:pPr>
      <w:r w:rsidRPr="007A4B25">
        <w:t>ČSN EN 1993-1-8 Navrhování ocelových konstrukcí - Část 1-8: Navrhování styčníků</w:t>
      </w:r>
    </w:p>
    <w:p w14:paraId="3ABB930B" w14:textId="77777777" w:rsidR="00AE00BD" w:rsidRPr="007A4B25" w:rsidRDefault="00AE00BD" w:rsidP="007A4B25">
      <w:pPr>
        <w:pStyle w:val="Odstavecseseznamemliteratury"/>
        <w:ind w:left="425" w:hanging="425"/>
      </w:pPr>
      <w:r w:rsidRPr="007A4B25">
        <w:t>ČSN EN 1993-1-10 Navrhování ocelových konstrukcí - Část 1-10: Houževnatost materiálu a vlastnosti napříč tloušťkou</w:t>
      </w:r>
    </w:p>
    <w:p w14:paraId="6B163F0B" w14:textId="7F2CBBEC" w:rsidR="00AE00BD" w:rsidRPr="007A4B25" w:rsidRDefault="00AE00BD" w:rsidP="00AE00BD">
      <w:pPr>
        <w:pStyle w:val="Odstavecseseznamemliteratury"/>
        <w:ind w:left="425" w:hanging="425"/>
        <w:rPr>
          <w:color w:val="000000"/>
        </w:rPr>
      </w:pPr>
      <w:r w:rsidRPr="007A4B25">
        <w:t>ČSN EN 1090-2+A1 Provádění ocelových konstrukcí a hliníkových konstrukcí – Část 2: Technické požadavky na ocelové konstrukce</w:t>
      </w:r>
    </w:p>
    <w:p w14:paraId="7F8A1E38" w14:textId="77777777" w:rsidR="00A84ECC" w:rsidRDefault="00A84ECC" w:rsidP="00A84ECC">
      <w:pPr>
        <w:pStyle w:val="Nadpis2"/>
        <w:numPr>
          <w:ilvl w:val="1"/>
          <w:numId w:val="1"/>
        </w:numPr>
        <w:ind w:left="578" w:hanging="578"/>
      </w:pPr>
      <w:bookmarkStart w:id="21" w:name="_Toc471132093"/>
      <w:bookmarkStart w:id="22" w:name="_Toc482108261"/>
      <w:bookmarkStart w:id="23" w:name="_Toc115080348"/>
      <w:r>
        <w:t>Seznam použitých směrnic a předpisů</w:t>
      </w:r>
      <w:bookmarkEnd w:id="21"/>
      <w:bookmarkEnd w:id="22"/>
      <w:bookmarkEnd w:id="23"/>
    </w:p>
    <w:p w14:paraId="4FDA1ABF" w14:textId="4BE2E4C6" w:rsidR="00A84ECC" w:rsidRDefault="00A84ECC" w:rsidP="00AE00BD">
      <w:pPr>
        <w:pStyle w:val="Nadpis2"/>
        <w:numPr>
          <w:ilvl w:val="1"/>
          <w:numId w:val="1"/>
        </w:numPr>
        <w:ind w:left="578" w:hanging="578"/>
        <w:jc w:val="left"/>
      </w:pPr>
      <w:bookmarkStart w:id="24" w:name="_Toc471132094"/>
      <w:bookmarkStart w:id="25" w:name="_Toc482108262"/>
      <w:bookmarkStart w:id="26" w:name="_Toc115080349"/>
      <w:r>
        <w:t>Seznam použitých programů</w:t>
      </w:r>
      <w:bookmarkEnd w:id="24"/>
      <w:bookmarkEnd w:id="25"/>
      <w:bookmarkEnd w:id="26"/>
    </w:p>
    <w:p w14:paraId="102B509F" w14:textId="66B7B1C8" w:rsidR="00AE00BD" w:rsidRPr="00AE00BD" w:rsidRDefault="00AE00BD" w:rsidP="00AE00BD">
      <w:pPr>
        <w:pStyle w:val="Odstavecseseznamemliteratury"/>
        <w:ind w:left="425" w:hanging="425"/>
      </w:pPr>
      <w:r w:rsidRPr="007A4B25">
        <w:t xml:space="preserve">SCIA </w:t>
      </w:r>
      <w:proofErr w:type="spellStart"/>
      <w:r w:rsidRPr="007A4B25">
        <w:t>Engineer</w:t>
      </w:r>
      <w:proofErr w:type="spellEnd"/>
      <w:r w:rsidRPr="007A4B25">
        <w:t xml:space="preserve"> 20</w:t>
      </w:r>
    </w:p>
    <w:p w14:paraId="5996DDAE" w14:textId="2E108C4B" w:rsidR="00A84ECC" w:rsidRDefault="00A84ECC" w:rsidP="00AE00BD">
      <w:pPr>
        <w:pStyle w:val="Nadpis2"/>
        <w:numPr>
          <w:ilvl w:val="1"/>
          <w:numId w:val="1"/>
        </w:numPr>
        <w:ind w:left="578" w:hanging="578"/>
        <w:jc w:val="left"/>
      </w:pPr>
      <w:bookmarkStart w:id="27" w:name="_Ref468802753"/>
      <w:bookmarkStart w:id="28" w:name="_Toc471132095"/>
      <w:bookmarkStart w:id="29" w:name="_Toc482108263"/>
      <w:bookmarkStart w:id="30" w:name="_Toc115080350"/>
      <w:r>
        <w:t>Seznam použité literatury</w:t>
      </w:r>
      <w:bookmarkEnd w:id="27"/>
      <w:bookmarkEnd w:id="28"/>
      <w:bookmarkEnd w:id="29"/>
      <w:bookmarkEnd w:id="30"/>
    </w:p>
    <w:p w14:paraId="664F0990" w14:textId="77777777" w:rsidR="00AE00BD" w:rsidRPr="007A4B25" w:rsidRDefault="00AE00BD" w:rsidP="007A4B25">
      <w:pPr>
        <w:pStyle w:val="Odstavecseseznamemliteratury"/>
        <w:ind w:left="425" w:hanging="425"/>
      </w:pPr>
      <w:r w:rsidRPr="007A4B25">
        <w:t xml:space="preserve">BENCHMARK CASES FOR ADVANCED DESIGN OF STRUCTURAL STEEL </w:t>
      </w:r>
      <w:proofErr w:type="gramStart"/>
      <w:r w:rsidRPr="007A4B25">
        <w:t xml:space="preserve">CONNECTIONS - </w:t>
      </w:r>
      <w:proofErr w:type="spellStart"/>
      <w:r w:rsidRPr="007A4B25">
        <w:t>Wald</w:t>
      </w:r>
      <w:proofErr w:type="spellEnd"/>
      <w:proofErr w:type="gramEnd"/>
      <w:r w:rsidRPr="007A4B25">
        <w:t xml:space="preserve"> F., Šabatka L., Bajer M., </w:t>
      </w:r>
      <w:proofErr w:type="spellStart"/>
      <w:r w:rsidRPr="007A4B25">
        <w:t>Barnat</w:t>
      </w:r>
      <w:proofErr w:type="spellEnd"/>
      <w:r w:rsidRPr="007A4B25">
        <w:t xml:space="preserve"> J., </w:t>
      </w:r>
      <w:proofErr w:type="spellStart"/>
      <w:r w:rsidRPr="007A4B25">
        <w:t>Gödrich</w:t>
      </w:r>
      <w:proofErr w:type="spellEnd"/>
      <w:r w:rsidRPr="007A4B25">
        <w:t xml:space="preserve"> L., Holomek J., Kabeláč J., Kočka M., Kolaja D., Král P., </w:t>
      </w:r>
      <w:proofErr w:type="spellStart"/>
      <w:r w:rsidRPr="007A4B25">
        <w:t>Kuříková</w:t>
      </w:r>
      <w:proofErr w:type="spellEnd"/>
      <w:r w:rsidRPr="007A4B25">
        <w:t xml:space="preserve"> M., Vild M.</w:t>
      </w:r>
    </w:p>
    <w:p w14:paraId="7C5F1254" w14:textId="141CC079" w:rsidR="00AE00BD" w:rsidRPr="00AE00BD" w:rsidRDefault="00AE00BD" w:rsidP="00AE00BD">
      <w:pPr>
        <w:pStyle w:val="Odstavecseseznamemliteratury"/>
        <w:ind w:left="425" w:hanging="425"/>
      </w:pPr>
      <w:r w:rsidRPr="007A4B25">
        <w:t xml:space="preserve">IDEA </w:t>
      </w:r>
      <w:proofErr w:type="spellStart"/>
      <w:r w:rsidRPr="007A4B25">
        <w:t>Connection</w:t>
      </w:r>
      <w:proofErr w:type="spellEnd"/>
      <w:r w:rsidRPr="007A4B25">
        <w:t xml:space="preserve"> </w:t>
      </w:r>
      <w:proofErr w:type="spellStart"/>
      <w:r w:rsidRPr="007A4B25">
        <w:t>Theoretical</w:t>
      </w:r>
      <w:proofErr w:type="spellEnd"/>
      <w:r w:rsidRPr="007A4B25">
        <w:t xml:space="preserve"> background – </w:t>
      </w:r>
      <w:proofErr w:type="spellStart"/>
      <w:r w:rsidRPr="007A4B25">
        <w:t>April</w:t>
      </w:r>
      <w:proofErr w:type="spellEnd"/>
      <w:r w:rsidRPr="007A4B25">
        <w:t xml:space="preserve"> 2018</w:t>
      </w:r>
    </w:p>
    <w:p w14:paraId="12AEBB09" w14:textId="215E2B57" w:rsidR="0004114A" w:rsidRDefault="0004114A" w:rsidP="0004114A">
      <w:pPr>
        <w:pStyle w:val="Nadpis1"/>
      </w:pPr>
      <w:bookmarkStart w:id="31" w:name="_Toc115080351"/>
      <w:r>
        <w:t>Konstrukční řešení</w:t>
      </w:r>
      <w:bookmarkEnd w:id="31"/>
    </w:p>
    <w:p w14:paraId="34B17782" w14:textId="227FA88E" w:rsidR="0004114A" w:rsidRDefault="00B86ADD" w:rsidP="00E57E0F">
      <w:pPr>
        <w:pStyle w:val="Nadpis2"/>
      </w:pPr>
      <w:bookmarkStart w:id="32" w:name="_Toc115080352"/>
      <w:r>
        <w:t>Celkový popis objektu</w:t>
      </w:r>
      <w:bookmarkEnd w:id="32"/>
    </w:p>
    <w:p w14:paraId="33F9D44A" w14:textId="7609EA0D" w:rsidR="00A013A6" w:rsidRPr="00F351D4" w:rsidRDefault="00A013A6" w:rsidP="00A013A6">
      <w:pPr>
        <w:pStyle w:val="Normln0"/>
      </w:pPr>
      <w:r>
        <w:t xml:space="preserve">Projektovaný objekt bude součástí stavby </w:t>
      </w:r>
      <w:r w:rsidR="00871FFA">
        <w:t>nového k</w:t>
      </w:r>
      <w:r w:rsidR="00CC35AC" w:rsidRPr="00DC02E2">
        <w:t>alové</w:t>
      </w:r>
      <w:r w:rsidR="00871FFA">
        <w:t>ho</w:t>
      </w:r>
      <w:r w:rsidR="00CC35AC" w:rsidRPr="00DC02E2">
        <w:t xml:space="preserve"> hospodářství ČOV</w:t>
      </w:r>
      <w:r>
        <w:t xml:space="preserve">. </w:t>
      </w:r>
      <w:r w:rsidR="005B56DA">
        <w:t>Trubní mosty se</w:t>
      </w:r>
      <w:r>
        <w:t xml:space="preserve"> nacház</w:t>
      </w:r>
      <w:r w:rsidR="004C3505">
        <w:t>ejí</w:t>
      </w:r>
      <w:r>
        <w:t xml:space="preserve"> v</w:t>
      </w:r>
      <w:r w:rsidR="00A41E16">
        <w:t> areálu stávající ČOV Brno</w:t>
      </w:r>
      <w:r>
        <w:t xml:space="preserve">, </w:t>
      </w:r>
      <w:r w:rsidR="00F46255">
        <w:t>v extravilánu města Modřice a městské části Brno–Chrlice</w:t>
      </w:r>
      <w:r>
        <w:t xml:space="preserve">, v k. </w:t>
      </w:r>
      <w:proofErr w:type="spellStart"/>
      <w:r>
        <w:t>ú.</w:t>
      </w:r>
      <w:proofErr w:type="spellEnd"/>
      <w:r>
        <w:t xml:space="preserve"> </w:t>
      </w:r>
      <w:r w:rsidR="00C20805">
        <w:t>Modřice</w:t>
      </w:r>
      <w:r w:rsidR="00016561">
        <w:t xml:space="preserve"> a k. </w:t>
      </w:r>
      <w:proofErr w:type="spellStart"/>
      <w:r w:rsidR="00016561">
        <w:t>ú.</w:t>
      </w:r>
      <w:proofErr w:type="spellEnd"/>
      <w:r w:rsidR="00016561">
        <w:t xml:space="preserve"> Chrlice</w:t>
      </w:r>
      <w:r>
        <w:t>.</w:t>
      </w:r>
    </w:p>
    <w:p w14:paraId="43B632B1" w14:textId="77777777" w:rsidR="00837373" w:rsidRDefault="00837373" w:rsidP="00837373">
      <w:pPr>
        <w:pStyle w:val="Normln0"/>
      </w:pPr>
      <w:bookmarkStart w:id="33" w:name="_Toc80103522"/>
      <w:r>
        <w:t>Jedná se o čtyři typy podpor rozmístěných v areálu tak, aby pevná podpora v rozích vedení vytvářela jak svislou podporu, tak podporu v obou vodorovných směrech. Mezilehlá podpora na větvi vedení je potom v podélném směru kluzná a přenáší svislou sílu a vodorovnou sílu kolmo na směr vedení potrubí. Podpory vynáší buď jedno nebo dvě potrubí vedoucí ve stejném směru.</w:t>
      </w:r>
    </w:p>
    <w:p w14:paraId="120BE376" w14:textId="77777777" w:rsidR="00C65539" w:rsidRDefault="00C65539" w:rsidP="00C65539">
      <w:pPr>
        <w:pStyle w:val="Nadpis2"/>
        <w:numPr>
          <w:ilvl w:val="1"/>
          <w:numId w:val="1"/>
        </w:numPr>
        <w:ind w:left="578" w:hanging="578"/>
      </w:pPr>
      <w:bookmarkStart w:id="34" w:name="_Toc115080353"/>
      <w:r>
        <w:t>Zhodnocení základových poměrů</w:t>
      </w:r>
      <w:bookmarkEnd w:id="33"/>
      <w:bookmarkEnd w:id="34"/>
    </w:p>
    <w:p w14:paraId="6BCB8373" w14:textId="21B0558B" w:rsidR="00C60C18" w:rsidRDefault="00C60C18" w:rsidP="00C60C18">
      <w:pPr>
        <w:pStyle w:val="Normln0"/>
      </w:pPr>
      <w:r>
        <w:t xml:space="preserve">Detailní zhodnocení základových poměrů je součástí průzkumu </w:t>
      </w:r>
      <w:r>
        <w:fldChar w:fldCharType="begin"/>
      </w:r>
      <w:r>
        <w:instrText xml:space="preserve"> REF _Ref109397247 \r \h </w:instrText>
      </w:r>
      <w:r>
        <w:fldChar w:fldCharType="separate"/>
      </w:r>
      <w:r w:rsidR="00326EE7">
        <w:t>[3]</w:t>
      </w:r>
      <w:r>
        <w:fldChar w:fldCharType="end"/>
      </w:r>
      <w:r>
        <w:t xml:space="preserve"> včetně geologické dokumentace sond, geologických řezů, hydrogeologických poměrů a podobně. Závěrečná zpráva IGP je obsažena v části B projektové dokumentace. Více ke zhodnocení základových poměrů je uvedeno v Technické zprávě části STK, kapitole 2.3.</w:t>
      </w:r>
    </w:p>
    <w:p w14:paraId="6469C1B4" w14:textId="0CA0FD70" w:rsidR="00BE2769" w:rsidRDefault="001A72EC" w:rsidP="001A72EC">
      <w:pPr>
        <w:pStyle w:val="Normln0"/>
        <w:numPr>
          <w:ilvl w:val="0"/>
          <w:numId w:val="30"/>
        </w:numPr>
      </w:pPr>
      <w:r>
        <w:lastRenderedPageBreak/>
        <w:t>Pro analýzu interakce objektu SO </w:t>
      </w:r>
      <w:r w:rsidR="00881E85">
        <w:t>2300</w:t>
      </w:r>
      <w:r>
        <w:t xml:space="preserve"> s podložím byla vybrána sonda </w:t>
      </w:r>
      <w:r w:rsidR="00837373">
        <w:t>J217, HV218.</w:t>
      </w:r>
      <w:r w:rsidR="00837373">
        <w:br/>
      </w:r>
      <w:r w:rsidR="00837373">
        <w:rPr>
          <w:noProof/>
        </w:rPr>
        <w:drawing>
          <wp:inline distT="0" distB="0" distL="0" distR="0" wp14:anchorId="17275881" wp14:editId="2B439EA1">
            <wp:extent cx="5400040" cy="3375660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GP_rez.JPG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33756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0200751" w14:textId="07C56C9F" w:rsidR="00837373" w:rsidRDefault="00837373" w:rsidP="00837373">
      <w:pPr>
        <w:pStyle w:val="Normln0"/>
        <w:ind w:left="720"/>
      </w:pPr>
      <w:r>
        <w:rPr>
          <w:noProof/>
        </w:rPr>
        <w:drawing>
          <wp:inline distT="0" distB="0" distL="0" distR="0" wp14:anchorId="3BE4BA19" wp14:editId="261E9B7C">
            <wp:extent cx="5400040" cy="2291080"/>
            <wp:effectExtent l="0" t="0" r="0" b="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J217.JPG"/>
                    <pic:cNvPicPr/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22910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1190B31" w14:textId="683016F2" w:rsidR="00534B7C" w:rsidRDefault="00534B7C" w:rsidP="00BE2769">
      <w:pPr>
        <w:pStyle w:val="Normln0"/>
        <w:numPr>
          <w:ilvl w:val="0"/>
          <w:numId w:val="30"/>
        </w:numPr>
      </w:pPr>
      <w:r>
        <w:t xml:space="preserve">Úroveň </w:t>
      </w:r>
      <w:r w:rsidR="008828CD">
        <w:t>ustálené hladiny podzemní vody je pro analýzu uvažována ve výšce 187,51 m nad Bpv.</w:t>
      </w:r>
    </w:p>
    <w:p w14:paraId="70AADD67" w14:textId="77777777" w:rsidR="00C60C18" w:rsidRDefault="004E0944" w:rsidP="00C60C18">
      <w:pPr>
        <w:pStyle w:val="Normln0"/>
        <w:numPr>
          <w:ilvl w:val="0"/>
          <w:numId w:val="30"/>
        </w:numPr>
      </w:pPr>
      <w:r>
        <w:t>Agresivita</w:t>
      </w:r>
      <w:r w:rsidR="008734FC">
        <w:t xml:space="preserve"> prostředí z hlediska chemického působení </w:t>
      </w:r>
      <w:r w:rsidR="00807E4D">
        <w:t>vody na beton</w:t>
      </w:r>
      <w:r w:rsidR="00766035">
        <w:t xml:space="preserve"> je</w:t>
      </w:r>
      <w:r w:rsidR="00463728">
        <w:t xml:space="preserve"> stanovena jako slabě agresivní chemické prostředí (XA1).</w:t>
      </w:r>
    </w:p>
    <w:p w14:paraId="33F01E04" w14:textId="16846888" w:rsidR="00837373" w:rsidRDefault="00837373" w:rsidP="00C60C18">
      <w:pPr>
        <w:pStyle w:val="Normln0"/>
        <w:numPr>
          <w:ilvl w:val="0"/>
          <w:numId w:val="30"/>
        </w:numPr>
      </w:pPr>
      <w:r>
        <w:t>V trase potrubního mostu se nachází 3-4,5m mocná vrstva navážek.</w:t>
      </w:r>
    </w:p>
    <w:p w14:paraId="76FA8528" w14:textId="2407347C" w:rsidR="00146817" w:rsidRDefault="00146817" w:rsidP="00837373">
      <w:pPr>
        <w:pStyle w:val="Nadpis2"/>
        <w:numPr>
          <w:ilvl w:val="1"/>
          <w:numId w:val="1"/>
        </w:numPr>
        <w:ind w:left="578" w:hanging="578"/>
        <w:jc w:val="left"/>
      </w:pPr>
      <w:bookmarkStart w:id="35" w:name="_Toc80103531"/>
      <w:bookmarkStart w:id="36" w:name="_Toc115080354"/>
      <w:r>
        <w:t>Založení navrhovaných objektů</w:t>
      </w:r>
      <w:bookmarkEnd w:id="35"/>
      <w:bookmarkEnd w:id="36"/>
    </w:p>
    <w:p w14:paraId="11A04F53" w14:textId="066426DE" w:rsidR="00837373" w:rsidRPr="007A4B25" w:rsidRDefault="00837373" w:rsidP="007A4B25">
      <w:pPr>
        <w:ind w:hanging="1"/>
        <w:rPr>
          <w:rFonts w:cs="Arial"/>
        </w:rPr>
      </w:pPr>
      <w:r w:rsidRPr="004A00BC">
        <w:rPr>
          <w:rFonts w:cs="Arial"/>
        </w:rPr>
        <w:t>V trase potrubního mostu se nachází 3-4,5m mocná vrstva navážek.</w:t>
      </w:r>
      <w:r>
        <w:rPr>
          <w:rFonts w:cs="Arial"/>
        </w:rPr>
        <w:t xml:space="preserve"> Z toho důvodu jsou podporující body mostu založeny na pilotách Ø900mm s předpokládanou délkou opření paty pilot do původního rostlého terénu. Pod každou „stojnou“ potrubního mostu bude provedena dvojice </w:t>
      </w:r>
      <w:r>
        <w:rPr>
          <w:rFonts w:cs="Arial"/>
        </w:rPr>
        <w:lastRenderedPageBreak/>
        <w:t>pilot, která bude v hlavě provázána hlavicí výšky 700mm. Hlavice bude sloužit pro ukotvení ocelové konstrukce příhradové stojiny.</w:t>
      </w:r>
    </w:p>
    <w:p w14:paraId="3CF5CD95" w14:textId="43754EFD" w:rsidR="00C81CEF" w:rsidRDefault="00C81CEF" w:rsidP="0049514D">
      <w:pPr>
        <w:pStyle w:val="Nadpis2"/>
        <w:numPr>
          <w:ilvl w:val="1"/>
          <w:numId w:val="1"/>
        </w:numPr>
        <w:ind w:left="578" w:hanging="578"/>
        <w:jc w:val="left"/>
      </w:pPr>
      <w:bookmarkStart w:id="37" w:name="_Toc80103532"/>
      <w:bookmarkStart w:id="38" w:name="_Toc115080355"/>
      <w:r w:rsidRPr="00852712">
        <w:t>Konstrukční řešení navrhovaných objektů</w:t>
      </w:r>
      <w:bookmarkEnd w:id="37"/>
      <w:bookmarkEnd w:id="38"/>
    </w:p>
    <w:p w14:paraId="5E06897B" w14:textId="77777777" w:rsidR="0049514D" w:rsidRDefault="0049514D" w:rsidP="0049514D">
      <w:pPr>
        <w:pStyle w:val="Normln0"/>
      </w:pPr>
      <w:r>
        <w:t>Sloupy kluzných podpor jsou navrženy jako vetknuté ve směru vedení potrubí a kloubové ve směru kolmo na vedení potrubí. Sloupy pevných podpor jsou navrženy jako kloubové. Příčle pro uložení potrubí je na sloup připojena kloubově.</w:t>
      </w:r>
    </w:p>
    <w:p w14:paraId="11895ECD" w14:textId="4B33B5CA" w:rsidR="0049514D" w:rsidRPr="0049514D" w:rsidRDefault="0049514D" w:rsidP="0049514D">
      <w:pPr>
        <w:pStyle w:val="Normln0"/>
      </w:pPr>
      <w:r>
        <w:t>Sloupy podpor jsou navrženy z profilů HEA200 a HEA160. Příčle pro ložení potrubí jsou navrženy z uzavřeného průřezu 2xU270 a 2xU180. Ztužidla jsou navržena z </w:t>
      </w:r>
      <w:proofErr w:type="spellStart"/>
      <w:r>
        <w:t>jeklů</w:t>
      </w:r>
      <w:proofErr w:type="spellEnd"/>
      <w:r>
        <w:t>. Ocel S235. Konstrukce bude proti korozi chráněna žárovým zinkováním.</w:t>
      </w:r>
    </w:p>
    <w:p w14:paraId="60E7F02D" w14:textId="19D1E77E" w:rsidR="00C81CEF" w:rsidRDefault="006B1842" w:rsidP="00837373">
      <w:pPr>
        <w:pStyle w:val="Nadpis2"/>
        <w:numPr>
          <w:ilvl w:val="1"/>
          <w:numId w:val="1"/>
        </w:numPr>
        <w:ind w:left="578" w:hanging="578"/>
        <w:jc w:val="left"/>
      </w:pPr>
      <w:bookmarkStart w:id="39" w:name="_Toc80103533"/>
      <w:bookmarkStart w:id="40" w:name="_Toc115080356"/>
      <w:r w:rsidRPr="00AA2BF1">
        <w:t>Závěr ke konstrukčnímu řešení</w:t>
      </w:r>
      <w:bookmarkEnd w:id="39"/>
      <w:bookmarkEnd w:id="40"/>
    </w:p>
    <w:p w14:paraId="6D69CF74" w14:textId="742508D5" w:rsidR="00837373" w:rsidRPr="00837373" w:rsidRDefault="00837373" w:rsidP="00837373">
      <w:pPr>
        <w:pStyle w:val="Normln0"/>
      </w:pPr>
      <w:r>
        <w:t>Navržené konstrukce vyhoví na mezní stavy únosnosti i použitelnosti dle platných norem.</w:t>
      </w:r>
    </w:p>
    <w:p w14:paraId="63AF2887" w14:textId="77777777" w:rsidR="00DB1BD5" w:rsidRDefault="00DB1BD5" w:rsidP="00DB1BD5">
      <w:pPr>
        <w:pStyle w:val="Nadpis1"/>
        <w:numPr>
          <w:ilvl w:val="0"/>
          <w:numId w:val="1"/>
        </w:numPr>
      </w:pPr>
      <w:bookmarkStart w:id="41" w:name="_Toc80103534"/>
      <w:bookmarkStart w:id="42" w:name="_Toc115080357"/>
      <w:r>
        <w:t>Vlastnosti použitých stavebních materiálů</w:t>
      </w:r>
      <w:bookmarkEnd w:id="41"/>
      <w:bookmarkEnd w:id="42"/>
    </w:p>
    <w:p w14:paraId="1C2D4C33" w14:textId="77777777" w:rsidR="00F846B0" w:rsidRDefault="00F846B0" w:rsidP="00F846B0">
      <w:pPr>
        <w:pStyle w:val="Nadpis1"/>
        <w:numPr>
          <w:ilvl w:val="0"/>
          <w:numId w:val="1"/>
        </w:numPr>
      </w:pPr>
      <w:bookmarkStart w:id="43" w:name="_Toc80103535"/>
      <w:bookmarkStart w:id="44" w:name="_Toc115080358"/>
      <w:r>
        <w:t>Stanovení zatížení</w:t>
      </w:r>
      <w:bookmarkEnd w:id="43"/>
      <w:bookmarkEnd w:id="44"/>
    </w:p>
    <w:p w14:paraId="10D0EFBC" w14:textId="77777777" w:rsidR="00F846B0" w:rsidRDefault="00F846B0" w:rsidP="00F846B0">
      <w:pPr>
        <w:pStyle w:val="Nadpis2"/>
        <w:numPr>
          <w:ilvl w:val="1"/>
          <w:numId w:val="1"/>
        </w:numPr>
        <w:ind w:left="578" w:hanging="578"/>
      </w:pPr>
      <w:bookmarkStart w:id="45" w:name="_Toc80103536"/>
      <w:bookmarkStart w:id="46" w:name="_Toc115080359"/>
      <w:r>
        <w:t>Zatřídění stavby do třídy spolehlivosti</w:t>
      </w:r>
      <w:bookmarkEnd w:id="45"/>
      <w:bookmarkEnd w:id="46"/>
    </w:p>
    <w:p w14:paraId="62347D92" w14:textId="7C999835" w:rsidR="00F846B0" w:rsidRDefault="00F846B0" w:rsidP="005C0C04">
      <w:pPr>
        <w:pStyle w:val="Normln0"/>
      </w:pPr>
      <w:r>
        <w:t>Nosné k</w:t>
      </w:r>
      <w:r w:rsidRPr="001057D4">
        <w:t xml:space="preserve">onstrukce </w:t>
      </w:r>
      <w:r>
        <w:t xml:space="preserve">všech objektů jsou </w:t>
      </w:r>
      <w:r w:rsidRPr="001057D4">
        <w:t>zařazen</w:t>
      </w:r>
      <w:r>
        <w:t>y</w:t>
      </w:r>
      <w:r w:rsidRPr="001057D4">
        <w:t xml:space="preserve"> do</w:t>
      </w:r>
      <w:r>
        <w:t xml:space="preserve"> </w:t>
      </w:r>
      <w:r w:rsidRPr="001057D4">
        <w:t>třídy spolehlivosti RC2</w:t>
      </w:r>
      <w:r>
        <w:t xml:space="preserve"> pod</w:t>
      </w:r>
      <w:r w:rsidRPr="001057D4">
        <w:t>l</w:t>
      </w:r>
      <w:r w:rsidR="002258BA">
        <w:t>e ČSN 73 1208</w:t>
      </w:r>
      <w:r>
        <w:t xml:space="preserve">, </w:t>
      </w:r>
      <w:r w:rsidRPr="001057D4">
        <w:t xml:space="preserve">dílčí součinitele nepříznivých zatížení se vynásobí součinitelem </w:t>
      </w:r>
      <w:r w:rsidRPr="001057D4">
        <w:rPr>
          <w:i/>
        </w:rPr>
        <w:t>K</w:t>
      </w:r>
      <w:r w:rsidRPr="001057D4">
        <w:rPr>
          <w:i/>
          <w:vertAlign w:val="subscript"/>
        </w:rPr>
        <w:t>FI</w:t>
      </w:r>
      <w:r w:rsidRPr="001057D4">
        <w:rPr>
          <w:i/>
        </w:rPr>
        <w:t> = 1,1</w:t>
      </w:r>
      <w:r w:rsidRPr="001057D4">
        <w:t>.</w:t>
      </w:r>
    </w:p>
    <w:p w14:paraId="2B8BAA6F" w14:textId="77777777" w:rsidR="00D32015" w:rsidRDefault="00D32015" w:rsidP="00D32015">
      <w:pPr>
        <w:pStyle w:val="Nadpis2"/>
        <w:numPr>
          <w:ilvl w:val="1"/>
          <w:numId w:val="1"/>
        </w:numPr>
        <w:ind w:left="578" w:hanging="578"/>
      </w:pPr>
      <w:bookmarkStart w:id="47" w:name="_Toc80103537"/>
      <w:bookmarkStart w:id="48" w:name="_Toc115080360"/>
      <w:r>
        <w:t>Stálá zatížení</w:t>
      </w:r>
      <w:bookmarkEnd w:id="47"/>
      <w:bookmarkEnd w:id="48"/>
    </w:p>
    <w:p w14:paraId="28162A02" w14:textId="24AA8FD6" w:rsidR="00D32015" w:rsidRDefault="00D32015" w:rsidP="00512325">
      <w:pPr>
        <w:pStyle w:val="Nadpis3"/>
        <w:numPr>
          <w:ilvl w:val="2"/>
          <w:numId w:val="1"/>
        </w:numPr>
        <w:jc w:val="left"/>
      </w:pPr>
      <w:bookmarkStart w:id="49" w:name="_Toc80103538"/>
      <w:bookmarkStart w:id="50" w:name="_Toc115080361"/>
      <w:r>
        <w:t>Vlastní tíha konstrukce</w:t>
      </w:r>
      <w:bookmarkEnd w:id="49"/>
      <w:r w:rsidR="00837373">
        <w:t xml:space="preserve"> a potrubí</w:t>
      </w:r>
      <w:bookmarkEnd w:id="50"/>
    </w:p>
    <w:p w14:paraId="24FA9652" w14:textId="1C93C373" w:rsidR="00512325" w:rsidRDefault="00512325" w:rsidP="00512325">
      <w:pPr>
        <w:pStyle w:val="Normln0"/>
      </w:pPr>
      <w:r>
        <w:t xml:space="preserve">Potrubí délky </w:t>
      </w:r>
      <w:proofErr w:type="gramStart"/>
      <w:r>
        <w:t>9m</w:t>
      </w:r>
      <w:proofErr w:type="gramEnd"/>
      <w:r>
        <w:t xml:space="preserve"> – trubka o rozměrech 1800*25.</w:t>
      </w:r>
    </w:p>
    <w:p w14:paraId="0C93C907" w14:textId="30D86871" w:rsidR="00512325" w:rsidRPr="00512325" w:rsidRDefault="00512325" w:rsidP="00512325">
      <w:pPr>
        <w:pStyle w:val="Normln0"/>
      </w:pPr>
      <w:r>
        <w:t>Vlastní tíha konstrukce generována softwarem</w:t>
      </w:r>
    </w:p>
    <w:p w14:paraId="782FE8E7" w14:textId="77777777" w:rsidR="00B00B22" w:rsidRDefault="00B00B22" w:rsidP="00B00B22">
      <w:pPr>
        <w:pStyle w:val="Nadpis2"/>
        <w:numPr>
          <w:ilvl w:val="1"/>
          <w:numId w:val="1"/>
        </w:numPr>
        <w:ind w:left="578" w:hanging="578"/>
      </w:pPr>
      <w:bookmarkStart w:id="51" w:name="_Toc80103540"/>
      <w:bookmarkStart w:id="52" w:name="_Toc115080362"/>
      <w:r>
        <w:t>Nahodilá zatížení</w:t>
      </w:r>
      <w:bookmarkEnd w:id="51"/>
      <w:bookmarkEnd w:id="52"/>
    </w:p>
    <w:p w14:paraId="58310D9B" w14:textId="77777777" w:rsidR="008A1767" w:rsidRPr="00B340B9" w:rsidRDefault="008A1767" w:rsidP="008A1767">
      <w:pPr>
        <w:pStyle w:val="Nadpis3"/>
        <w:numPr>
          <w:ilvl w:val="2"/>
          <w:numId w:val="1"/>
        </w:numPr>
      </w:pPr>
      <w:bookmarkStart w:id="53" w:name="_Toc24975370"/>
      <w:bookmarkStart w:id="54" w:name="_Toc80103547"/>
      <w:bookmarkStart w:id="55" w:name="_Toc115080363"/>
      <w:r w:rsidRPr="00B340B9">
        <w:t>Klimatické – sníh</w:t>
      </w:r>
      <w:bookmarkEnd w:id="53"/>
      <w:bookmarkEnd w:id="54"/>
      <w:bookmarkEnd w:id="55"/>
    </w:p>
    <w:p w14:paraId="45EDF646" w14:textId="3CD9E621" w:rsidR="008A1767" w:rsidRDefault="00837373" w:rsidP="000E28FA">
      <w:pPr>
        <w:pStyle w:val="Normln0"/>
        <w:jc w:val="left"/>
      </w:pPr>
      <w:r>
        <w:t>Neuvažuje se.</w:t>
      </w:r>
    </w:p>
    <w:p w14:paraId="6961B5B3" w14:textId="1BCA850C" w:rsidR="00EA000F" w:rsidRPr="00B340B9" w:rsidRDefault="00EA000F" w:rsidP="00EA000F">
      <w:pPr>
        <w:pStyle w:val="Nadpis3"/>
        <w:numPr>
          <w:ilvl w:val="2"/>
          <w:numId w:val="1"/>
        </w:numPr>
      </w:pPr>
      <w:bookmarkStart w:id="56" w:name="_Toc115080364"/>
      <w:r w:rsidRPr="00B340B9">
        <w:t>Klimatické –</w:t>
      </w:r>
      <w:r w:rsidR="00AE233B">
        <w:t xml:space="preserve"> vítr</w:t>
      </w:r>
      <w:bookmarkEnd w:id="56"/>
    </w:p>
    <w:p w14:paraId="64848804" w14:textId="7EF4CF97" w:rsidR="00EA000F" w:rsidRDefault="00EB1AE4" w:rsidP="00EA000F">
      <w:pPr>
        <w:pStyle w:val="Nvst"/>
      </w:pPr>
      <w:r>
        <w:t>Vstupní údaje</w:t>
      </w:r>
    </w:p>
    <w:p w14:paraId="02C7330F" w14:textId="5B1B6A73" w:rsidR="0054388D" w:rsidRDefault="00A51978" w:rsidP="00EA000F">
      <w:pPr>
        <w:pStyle w:val="Normln0"/>
        <w:jc w:val="left"/>
        <w:rPr>
          <w:iCs/>
        </w:rPr>
      </w:pPr>
      <w:r>
        <w:rPr>
          <w:iCs/>
        </w:rPr>
        <w:t>Větrná oblast: Oblast II</w:t>
      </w:r>
      <w:r w:rsidR="003F45FC">
        <w:rPr>
          <w:iCs/>
        </w:rPr>
        <w:br/>
        <w:t xml:space="preserve">Základní rychlost větru: </w:t>
      </w:r>
      <w:r w:rsidR="0077112B">
        <w:rPr>
          <w:iCs/>
        </w:rPr>
        <w:t>v</w:t>
      </w:r>
      <w:r w:rsidR="0077112B">
        <w:rPr>
          <w:iCs/>
          <w:vertAlign w:val="subscript"/>
        </w:rPr>
        <w:t>b,0</w:t>
      </w:r>
      <w:r w:rsidR="0077112B">
        <w:rPr>
          <w:iCs/>
        </w:rPr>
        <w:t> = 25,0 m/s</w:t>
      </w:r>
      <w:r>
        <w:rPr>
          <w:iCs/>
        </w:rPr>
        <w:br/>
        <w:t>Kategorie terénu: Kategorie II</w:t>
      </w:r>
    </w:p>
    <w:p w14:paraId="379C27B4" w14:textId="77777777" w:rsidR="00EA000F" w:rsidRDefault="00EA000F" w:rsidP="00EA000F">
      <w:pPr>
        <w:pStyle w:val="Nvst"/>
      </w:pPr>
      <w:r w:rsidRPr="00B340B9">
        <w:t xml:space="preserve">Hodnoty součinitelů </w:t>
      </w:r>
      <w:proofErr w:type="spellStart"/>
      <w:r w:rsidRPr="00B340B9">
        <w:t>Ψ</w:t>
      </w:r>
      <w:proofErr w:type="gramStart"/>
      <w:r w:rsidRPr="00B340B9">
        <w:rPr>
          <w:vertAlign w:val="subscript"/>
        </w:rPr>
        <w:t>i</w:t>
      </w:r>
      <w:r>
        <w:rPr>
          <w:vertAlign w:val="subscript"/>
        </w:rPr>
        <w:t>,</w:t>
      </w:r>
      <w:r w:rsidRPr="00B340B9">
        <w:t>s</w:t>
      </w:r>
      <w:proofErr w:type="spellEnd"/>
      <w:proofErr w:type="gramEnd"/>
    </w:p>
    <w:p w14:paraId="77B97839" w14:textId="3E5CCE06" w:rsidR="00837373" w:rsidRDefault="00EA000F" w:rsidP="00837373">
      <w:pPr>
        <w:pStyle w:val="Normln0"/>
        <w:jc w:val="left"/>
      </w:pPr>
      <w:r w:rsidRPr="00B340B9">
        <w:rPr>
          <w:i/>
        </w:rPr>
        <w:t>Ψ</w:t>
      </w:r>
      <w:r w:rsidRPr="00B340B9">
        <w:rPr>
          <w:i/>
          <w:vertAlign w:val="subscript"/>
        </w:rPr>
        <w:t>0</w:t>
      </w:r>
      <w:r>
        <w:rPr>
          <w:i/>
        </w:rPr>
        <w:t xml:space="preserve"> = </w:t>
      </w:r>
      <w:r w:rsidRPr="00B340B9">
        <w:rPr>
          <w:i/>
        </w:rPr>
        <w:t>0,</w:t>
      </w:r>
      <w:r w:rsidR="00254F07">
        <w:rPr>
          <w:i/>
        </w:rPr>
        <w:t>6</w:t>
      </w:r>
      <w:r w:rsidRPr="00B340B9">
        <w:tab/>
        <w:t>kombinační hodnota</w:t>
      </w:r>
      <w:r w:rsidRPr="00B340B9">
        <w:br/>
      </w:r>
      <w:r w:rsidRPr="00B340B9">
        <w:rPr>
          <w:i/>
        </w:rPr>
        <w:t>Ψ</w:t>
      </w:r>
      <w:r w:rsidRPr="00B340B9">
        <w:rPr>
          <w:i/>
          <w:vertAlign w:val="subscript"/>
        </w:rPr>
        <w:t>1</w:t>
      </w:r>
      <w:r>
        <w:rPr>
          <w:i/>
        </w:rPr>
        <w:t xml:space="preserve"> = </w:t>
      </w:r>
      <w:r w:rsidRPr="00B340B9">
        <w:rPr>
          <w:i/>
        </w:rPr>
        <w:t>0,2</w:t>
      </w:r>
      <w:r w:rsidRPr="00B340B9">
        <w:tab/>
        <w:t>častá hodnota</w:t>
      </w:r>
      <w:r w:rsidRPr="00B340B9">
        <w:br/>
      </w:r>
      <w:r w:rsidRPr="00B340B9">
        <w:rPr>
          <w:i/>
        </w:rPr>
        <w:t>Ψ</w:t>
      </w:r>
      <w:r w:rsidRPr="00B340B9">
        <w:rPr>
          <w:i/>
          <w:vertAlign w:val="subscript"/>
        </w:rPr>
        <w:t>2</w:t>
      </w:r>
      <w:r>
        <w:rPr>
          <w:i/>
        </w:rPr>
        <w:t xml:space="preserve"> = </w:t>
      </w:r>
      <w:r w:rsidRPr="00B340B9">
        <w:rPr>
          <w:i/>
        </w:rPr>
        <w:t>0,0</w:t>
      </w:r>
      <w:r w:rsidRPr="00B340B9">
        <w:tab/>
        <w:t>kvazistálá hodnota</w:t>
      </w:r>
    </w:p>
    <w:p w14:paraId="5E2976A5" w14:textId="21460C35" w:rsidR="00837373" w:rsidRDefault="00837373" w:rsidP="00837373">
      <w:pPr>
        <w:pStyle w:val="Normln0"/>
      </w:pPr>
      <w:r>
        <w:t>Uvažováno ve dvou zatěžovacích stavech kolmo na vedení potrubí.</w:t>
      </w:r>
    </w:p>
    <w:p w14:paraId="4BE3F28C" w14:textId="77777777" w:rsidR="00837373" w:rsidRDefault="00837373" w:rsidP="00837373">
      <w:r>
        <w:lastRenderedPageBreak/>
        <w:t>Součinitel síly stanoven podle 7.9.2</w:t>
      </w:r>
    </w:p>
    <w:p w14:paraId="02DCBC28" w14:textId="0EC40156" w:rsidR="00837373" w:rsidRDefault="00837373" w:rsidP="00837373">
      <w:r>
        <w:rPr>
          <w:noProof/>
        </w:rPr>
        <w:drawing>
          <wp:inline distT="0" distB="0" distL="0" distR="0" wp14:anchorId="218D7C3D" wp14:editId="0B4C7227">
            <wp:extent cx="5762625" cy="1010285"/>
            <wp:effectExtent l="0" t="0" r="9525" b="0"/>
            <wp:docPr id="4" name="Obrázek 4" descr="7.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7.19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1010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92AEF18" w14:textId="77777777" w:rsidR="00837373" w:rsidRDefault="00837373" w:rsidP="00837373">
      <w:r>
        <w:t>C</w:t>
      </w:r>
      <w:r w:rsidRPr="00CF1A0C">
        <w:rPr>
          <w:vertAlign w:val="subscript"/>
        </w:rPr>
        <w:t>f,0</w:t>
      </w:r>
      <w:r>
        <w:t xml:space="preserve"> = 1,2 (konzervativně maximální hodnota dle obr. 7.28)</w:t>
      </w:r>
    </w:p>
    <w:p w14:paraId="2F235E23" w14:textId="77777777" w:rsidR="00837373" w:rsidRDefault="00837373" w:rsidP="00837373">
      <w:proofErr w:type="spellStart"/>
      <w:r>
        <w:rPr>
          <w:rFonts w:cstheme="minorHAnsi"/>
        </w:rPr>
        <w:t>Ψ</w:t>
      </w:r>
      <w:r w:rsidRPr="00CF1A0C">
        <w:rPr>
          <w:rFonts w:cstheme="minorHAnsi"/>
          <w:vertAlign w:val="subscript"/>
        </w:rPr>
        <w:t>λ</w:t>
      </w:r>
      <w:proofErr w:type="spellEnd"/>
      <w:r>
        <w:rPr>
          <w:rFonts w:cstheme="minorHAnsi"/>
        </w:rPr>
        <w:t xml:space="preserve"> = 1,00 (konzervativně v maximální hodnotě)</w:t>
      </w:r>
    </w:p>
    <w:p w14:paraId="7ADF3D34" w14:textId="77777777" w:rsidR="00837373" w:rsidRDefault="00837373" w:rsidP="00837373">
      <w:pPr>
        <w:ind w:left="360"/>
      </w:pPr>
      <w:r>
        <w:t xml:space="preserve">Pozn.: zatížení na potrubí v podélném směru je zanedbáno – malá plocha a velmi malá </w:t>
      </w:r>
      <w:proofErr w:type="spellStart"/>
      <w:r>
        <w:t>c</w:t>
      </w:r>
      <w:r w:rsidRPr="00B80B2E">
        <w:rPr>
          <w:vertAlign w:val="subscript"/>
        </w:rPr>
        <w:t>fr</w:t>
      </w:r>
      <w:proofErr w:type="spellEnd"/>
    </w:p>
    <w:p w14:paraId="613BE195" w14:textId="77777777" w:rsidR="00837373" w:rsidRDefault="00837373" w:rsidP="00837373">
      <w:r>
        <w:t>Síly zaváděny s excentricitou na horní nosník 1,1 m</w:t>
      </w:r>
    </w:p>
    <w:p w14:paraId="25128FB9" w14:textId="09D1516B" w:rsidR="00837373" w:rsidRDefault="00D610A3" w:rsidP="00837373">
      <w:pPr>
        <w:pStyle w:val="Nadpis3"/>
        <w:numPr>
          <w:ilvl w:val="2"/>
          <w:numId w:val="1"/>
        </w:numPr>
      </w:pPr>
      <w:bookmarkStart w:id="57" w:name="_Toc80103549"/>
      <w:bookmarkStart w:id="58" w:name="_Toc115080365"/>
      <w:r>
        <w:t>Užitné</w:t>
      </w:r>
      <w:bookmarkEnd w:id="58"/>
    </w:p>
    <w:p w14:paraId="0510833A" w14:textId="77777777" w:rsidR="00837373" w:rsidRDefault="00837373" w:rsidP="00837373">
      <w:r>
        <w:t>5 % svislého stálého v obou směrech na kluznou podporu. 10 % svislého stálého v obou směrech na pevnou podporu.  Tato hodnota nevychází ze skutečného předpokladu působení. Jedná se o bezpečnostní hodnoty.</w:t>
      </w:r>
    </w:p>
    <w:p w14:paraId="27D72E1B" w14:textId="2474E707" w:rsidR="00837373" w:rsidRPr="00837373" w:rsidRDefault="00837373" w:rsidP="007A4B25">
      <w:r>
        <w:t>Síly zaváděny s excentricitou na horní nosník 1,1 m</w:t>
      </w:r>
    </w:p>
    <w:p w14:paraId="791C6E8A" w14:textId="563CF2A9" w:rsidR="00837373" w:rsidRDefault="008811B3" w:rsidP="00837373">
      <w:pPr>
        <w:pStyle w:val="Nadpis2"/>
        <w:jc w:val="left"/>
      </w:pPr>
      <w:bookmarkStart w:id="59" w:name="_Toc80103568"/>
      <w:bookmarkStart w:id="60" w:name="_Toc80103576"/>
      <w:bookmarkStart w:id="61" w:name="_Toc80103577"/>
      <w:bookmarkStart w:id="62" w:name="_Toc115080366"/>
      <w:bookmarkEnd w:id="7"/>
      <w:bookmarkEnd w:id="8"/>
      <w:bookmarkEnd w:id="9"/>
      <w:bookmarkEnd w:id="10"/>
      <w:bookmarkEnd w:id="57"/>
      <w:r w:rsidRPr="00C576A0">
        <w:t>Mezní stav únosnosti</w:t>
      </w:r>
      <w:bookmarkEnd w:id="59"/>
      <w:bookmarkEnd w:id="62"/>
    </w:p>
    <w:p w14:paraId="25D0B806" w14:textId="7B36229F" w:rsidR="008811B3" w:rsidRPr="00C576A0" w:rsidRDefault="00837373" w:rsidP="00837373">
      <w:pPr>
        <w:jc w:val="left"/>
      </w:pPr>
      <w:r>
        <w:t xml:space="preserve">Detailněji popsání v části </w:t>
      </w:r>
      <w:r w:rsidR="0049514D">
        <w:t>6</w:t>
      </w:r>
      <w:r>
        <w:t>.</w:t>
      </w:r>
    </w:p>
    <w:p w14:paraId="07D3F8A2" w14:textId="66DB16CF" w:rsidR="0033100D" w:rsidRDefault="0033100D" w:rsidP="00837373">
      <w:pPr>
        <w:pStyle w:val="Nadpis2"/>
        <w:jc w:val="left"/>
      </w:pPr>
      <w:bookmarkStart w:id="63" w:name="_Toc80103569"/>
      <w:bookmarkStart w:id="64" w:name="_Toc115080367"/>
      <w:r w:rsidRPr="00B2312B">
        <w:t>Mezní stavy použitelnosti</w:t>
      </w:r>
      <w:bookmarkEnd w:id="63"/>
      <w:bookmarkEnd w:id="64"/>
    </w:p>
    <w:p w14:paraId="04F1A247" w14:textId="7E06F683" w:rsidR="00837373" w:rsidRPr="00837373" w:rsidRDefault="00837373" w:rsidP="00837373">
      <w:pPr>
        <w:pStyle w:val="Normln0"/>
        <w:jc w:val="left"/>
      </w:pPr>
      <w:r>
        <w:t xml:space="preserve">Detailněji popsání v části </w:t>
      </w:r>
      <w:r w:rsidR="0049514D">
        <w:t>6</w:t>
      </w:r>
      <w:r>
        <w:t>.</w:t>
      </w:r>
    </w:p>
    <w:p w14:paraId="2C6B1C35" w14:textId="0247FD82" w:rsidR="0049514D" w:rsidRDefault="00C60C18" w:rsidP="00512325">
      <w:pPr>
        <w:pStyle w:val="Nadpis1"/>
        <w:numPr>
          <w:ilvl w:val="0"/>
          <w:numId w:val="1"/>
        </w:numPr>
        <w:jc w:val="left"/>
      </w:pPr>
      <w:bookmarkStart w:id="65" w:name="_Ref109404071"/>
      <w:bookmarkStart w:id="66" w:name="_Toc115080368"/>
      <w:bookmarkEnd w:id="60"/>
      <w:r>
        <w:t>Předpoklady výpočtů</w:t>
      </w:r>
      <w:bookmarkEnd w:id="66"/>
    </w:p>
    <w:p w14:paraId="1E39ACC3" w14:textId="77777777" w:rsidR="0049514D" w:rsidRDefault="0049514D" w:rsidP="0049514D">
      <w:pPr>
        <w:numPr>
          <w:ilvl w:val="0"/>
          <w:numId w:val="32"/>
        </w:numPr>
        <w:spacing w:before="80"/>
        <w:ind w:left="714" w:hanging="357"/>
        <w:rPr>
          <w:color w:val="000000"/>
        </w:rPr>
      </w:pPr>
      <w:r w:rsidRPr="006C6107">
        <w:rPr>
          <w:color w:val="000000"/>
        </w:rPr>
        <w:t>Bylo užito lineární globální analýzy, uzly prvků uvažovány ideálně kloubové nebo tuhé.</w:t>
      </w:r>
    </w:p>
    <w:p w14:paraId="25A56A7E" w14:textId="77777777" w:rsidR="0049514D" w:rsidRDefault="0049514D" w:rsidP="0049514D">
      <w:pPr>
        <w:numPr>
          <w:ilvl w:val="0"/>
          <w:numId w:val="32"/>
        </w:numPr>
        <w:spacing w:before="80"/>
        <w:ind w:left="714" w:hanging="357"/>
        <w:rPr>
          <w:color w:val="000000"/>
        </w:rPr>
      </w:pPr>
      <w:r w:rsidRPr="00216843">
        <w:rPr>
          <w:color w:val="000000"/>
        </w:rPr>
        <w:t xml:space="preserve">Konstrukce navržena bez požární odolnosti. </w:t>
      </w:r>
    </w:p>
    <w:p w14:paraId="55F31959" w14:textId="77777777" w:rsidR="0049514D" w:rsidRPr="00216843" w:rsidRDefault="0049514D" w:rsidP="0049514D">
      <w:pPr>
        <w:numPr>
          <w:ilvl w:val="0"/>
          <w:numId w:val="32"/>
        </w:numPr>
        <w:spacing w:before="80"/>
        <w:ind w:left="714" w:hanging="357"/>
        <w:rPr>
          <w:color w:val="000000"/>
        </w:rPr>
      </w:pPr>
      <w:r w:rsidRPr="00216843">
        <w:rPr>
          <w:color w:val="000000"/>
        </w:rPr>
        <w:t>Ocel třídy S235JR, více v posudku níže.</w:t>
      </w:r>
    </w:p>
    <w:p w14:paraId="6A20404C" w14:textId="77777777" w:rsidR="0049514D" w:rsidRPr="005E1CE9" w:rsidRDefault="0049514D" w:rsidP="0049514D">
      <w:pPr>
        <w:numPr>
          <w:ilvl w:val="0"/>
          <w:numId w:val="32"/>
        </w:numPr>
        <w:spacing w:before="80"/>
        <w:ind w:left="714" w:hanging="357"/>
        <w:rPr>
          <w:color w:val="000000"/>
        </w:rPr>
      </w:pPr>
      <w:r w:rsidRPr="005E1CE9">
        <w:rPr>
          <w:color w:val="000000"/>
        </w:rPr>
        <w:t>Šroubové přípoje nepředepnuté se šrouby jakosti 8.8.</w:t>
      </w:r>
    </w:p>
    <w:p w14:paraId="42219ABA" w14:textId="3941BC8B" w:rsidR="0049514D" w:rsidRPr="007A4B25" w:rsidRDefault="0049514D" w:rsidP="00963FE7">
      <w:pPr>
        <w:numPr>
          <w:ilvl w:val="0"/>
          <w:numId w:val="32"/>
        </w:numPr>
        <w:spacing w:before="80"/>
        <w:ind w:left="714" w:hanging="357"/>
      </w:pPr>
      <w:r w:rsidRPr="0008637D">
        <w:t xml:space="preserve">Management spolehlivosti: úroveň kontroly při navrhování DSL2 (kontrola jinými osobami organizace, než jsou ty, </w:t>
      </w:r>
      <w:r w:rsidRPr="00963FE7">
        <w:rPr>
          <w:color w:val="000000"/>
        </w:rPr>
        <w:t>které</w:t>
      </w:r>
      <w:r w:rsidRPr="0008637D">
        <w:t xml:space="preserve"> zpracovávaly návrh).</w:t>
      </w:r>
      <w:r>
        <w:t xml:space="preserve"> Třída následků CC2 a třída spolehlivosti RC2.</w:t>
      </w:r>
    </w:p>
    <w:p w14:paraId="1865369C" w14:textId="5ACE3A1B" w:rsidR="007D12C0" w:rsidRDefault="007D12C0" w:rsidP="007D12C0">
      <w:pPr>
        <w:pStyle w:val="Nadpis1"/>
        <w:numPr>
          <w:ilvl w:val="0"/>
          <w:numId w:val="1"/>
        </w:numPr>
      </w:pPr>
      <w:bookmarkStart w:id="67" w:name="_Toc115080369"/>
      <w:r>
        <w:t>Otisk výstupu statického softwaru</w:t>
      </w:r>
      <w:bookmarkEnd w:id="61"/>
      <w:bookmarkEnd w:id="65"/>
      <w:bookmarkEnd w:id="67"/>
    </w:p>
    <w:sectPr w:rsidR="007D12C0" w:rsidSect="00C81FAB">
      <w:headerReference w:type="even" r:id="rId21"/>
      <w:headerReference w:type="default" r:id="rId22"/>
      <w:footerReference w:type="even" r:id="rId23"/>
      <w:footerReference w:type="default" r:id="rId24"/>
      <w:headerReference w:type="first" r:id="rId25"/>
      <w:footerReference w:type="first" r:id="rId26"/>
      <w:pgSz w:w="11906" w:h="16838" w:code="9"/>
      <w:pgMar w:top="1809" w:right="1701" w:bottom="1758" w:left="1701" w:header="1134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6DF148" w14:textId="77777777" w:rsidR="00874F21" w:rsidRDefault="00874F21" w:rsidP="00207A11">
      <w:r>
        <w:separator/>
      </w:r>
    </w:p>
  </w:endnote>
  <w:endnote w:type="continuationSeparator" w:id="0">
    <w:p w14:paraId="3C4BE30B" w14:textId="77777777" w:rsidR="00874F21" w:rsidRDefault="00874F21" w:rsidP="00207A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1772D5" w14:textId="77777777" w:rsidR="000F60E2" w:rsidRDefault="000F60E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385669" w14:textId="77777777" w:rsidR="000F60E2" w:rsidRDefault="000F60E2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A8F086" w14:textId="77777777" w:rsidR="000F60E2" w:rsidRDefault="000F60E2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8505" w:type="dxa"/>
      <w:jc w:val="center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103"/>
      <w:gridCol w:w="3402"/>
    </w:tblGrid>
    <w:tr w:rsidR="00C81FAB" w14:paraId="13D2D7AD" w14:textId="77777777" w:rsidTr="00CE562B">
      <w:trPr>
        <w:trHeight w:val="227"/>
        <w:jc w:val="center"/>
      </w:trPr>
      <w:tc>
        <w:tcPr>
          <w:tcW w:w="4253" w:type="dxa"/>
          <w:tcBorders>
            <w:top w:val="nil"/>
            <w:left w:val="nil"/>
            <w:bottom w:val="single" w:sz="4" w:space="0" w:color="auto"/>
            <w:right w:val="nil"/>
          </w:tcBorders>
          <w:tcMar>
            <w:left w:w="113" w:type="dxa"/>
          </w:tcMar>
          <w:vAlign w:val="bottom"/>
        </w:tcPr>
        <w:p w14:paraId="3386C37D" w14:textId="77777777" w:rsidR="00C81FAB" w:rsidRDefault="00C81FAB" w:rsidP="00CE562B">
          <w:pPr>
            <w:pStyle w:val="Zpat"/>
            <w:ind w:right="142"/>
            <w:jc w:val="left"/>
            <w:rPr>
              <w:color w:val="000000" w:themeColor="text1"/>
              <w:sz w:val="12"/>
              <w:szCs w:val="12"/>
            </w:rPr>
          </w:pPr>
          <w:r w:rsidRPr="003B378D">
            <w:rPr>
              <w:b/>
              <w:noProof/>
              <w:color w:val="000000" w:themeColor="text1"/>
            </w:rPr>
            <w:t>Sweco Hydroprojekt a.s.</w:t>
          </w:r>
        </w:p>
      </w:tc>
      <w:tc>
        <w:tcPr>
          <w:tcW w:w="2835" w:type="dxa"/>
          <w:tcBorders>
            <w:top w:val="nil"/>
            <w:left w:val="nil"/>
            <w:bottom w:val="single" w:sz="4" w:space="0" w:color="auto"/>
            <w:right w:val="nil"/>
          </w:tcBorders>
          <w:vAlign w:val="bottom"/>
        </w:tcPr>
        <w:p w14:paraId="54066162" w14:textId="77777777" w:rsidR="00C81FAB" w:rsidRPr="00B40E75" w:rsidRDefault="00C81FAB" w:rsidP="00CE562B">
          <w:pPr>
            <w:pStyle w:val="Zpat"/>
            <w:jc w:val="right"/>
            <w:rPr>
              <w:color w:val="000000" w:themeColor="text1"/>
              <w:sz w:val="16"/>
              <w:szCs w:val="16"/>
            </w:rPr>
          </w:pPr>
          <w:r w:rsidRPr="00B40E75">
            <w:rPr>
              <w:color w:val="000000" w:themeColor="text1"/>
              <w:sz w:val="16"/>
              <w:szCs w:val="16"/>
            </w:rPr>
            <w:fldChar w:fldCharType="begin"/>
          </w:r>
          <w:r w:rsidRPr="00B40E75">
            <w:rPr>
              <w:color w:val="000000" w:themeColor="text1"/>
              <w:sz w:val="16"/>
              <w:szCs w:val="16"/>
            </w:rPr>
            <w:instrText xml:space="preserve"> PAGE </w:instrText>
          </w:r>
          <w:r w:rsidRPr="00B40E75">
            <w:rPr>
              <w:color w:val="000000" w:themeColor="text1"/>
              <w:sz w:val="16"/>
              <w:szCs w:val="16"/>
            </w:rPr>
            <w:fldChar w:fldCharType="separate"/>
          </w:r>
          <w:r w:rsidR="00512325">
            <w:rPr>
              <w:noProof/>
              <w:color w:val="000000" w:themeColor="text1"/>
              <w:sz w:val="16"/>
              <w:szCs w:val="16"/>
            </w:rPr>
            <w:t>8</w:t>
          </w:r>
          <w:r w:rsidRPr="00B40E75">
            <w:rPr>
              <w:color w:val="000000" w:themeColor="text1"/>
              <w:sz w:val="16"/>
              <w:szCs w:val="16"/>
            </w:rPr>
            <w:fldChar w:fldCharType="end"/>
          </w:r>
          <w:r w:rsidRPr="00B40E75">
            <w:rPr>
              <w:color w:val="000000" w:themeColor="text1"/>
              <w:sz w:val="16"/>
              <w:szCs w:val="16"/>
            </w:rPr>
            <w:t xml:space="preserve"> (</w:t>
          </w:r>
          <w:r w:rsidRPr="00B40E75">
            <w:rPr>
              <w:color w:val="000000" w:themeColor="text1"/>
              <w:sz w:val="16"/>
              <w:szCs w:val="16"/>
            </w:rPr>
            <w:fldChar w:fldCharType="begin"/>
          </w:r>
          <w:r w:rsidRPr="00B40E75">
            <w:rPr>
              <w:color w:val="000000" w:themeColor="text1"/>
              <w:sz w:val="16"/>
              <w:szCs w:val="16"/>
            </w:rPr>
            <w:instrText xml:space="preserve"> NUMPAGES </w:instrText>
          </w:r>
          <w:r w:rsidRPr="00B40E75">
            <w:rPr>
              <w:color w:val="000000" w:themeColor="text1"/>
              <w:sz w:val="16"/>
              <w:szCs w:val="16"/>
            </w:rPr>
            <w:fldChar w:fldCharType="separate"/>
          </w:r>
          <w:r w:rsidR="00512325">
            <w:rPr>
              <w:noProof/>
              <w:color w:val="000000" w:themeColor="text1"/>
              <w:sz w:val="16"/>
              <w:szCs w:val="16"/>
            </w:rPr>
            <w:t>8</w:t>
          </w:r>
          <w:r w:rsidRPr="00B40E75">
            <w:rPr>
              <w:color w:val="000000" w:themeColor="text1"/>
              <w:sz w:val="16"/>
              <w:szCs w:val="16"/>
            </w:rPr>
            <w:fldChar w:fldCharType="end"/>
          </w:r>
          <w:r w:rsidRPr="00B40E75">
            <w:rPr>
              <w:color w:val="000000" w:themeColor="text1"/>
              <w:sz w:val="16"/>
              <w:szCs w:val="16"/>
            </w:rPr>
            <w:t>)</w:t>
          </w:r>
        </w:p>
      </w:tc>
    </w:tr>
    <w:tr w:rsidR="00C81FAB" w14:paraId="36067272" w14:textId="77777777" w:rsidTr="00CE562B">
      <w:trPr>
        <w:trHeight w:val="227"/>
        <w:jc w:val="center"/>
      </w:trPr>
      <w:tc>
        <w:tcPr>
          <w:tcW w:w="4253" w:type="dxa"/>
          <w:tcBorders>
            <w:bottom w:val="nil"/>
            <w:right w:val="nil"/>
          </w:tcBorders>
          <w:tcMar>
            <w:left w:w="113" w:type="dxa"/>
          </w:tcMar>
          <w:vAlign w:val="bottom"/>
        </w:tcPr>
        <w:p w14:paraId="1AA8D0FB" w14:textId="05DD0156" w:rsidR="00C81FAB" w:rsidRDefault="00C81FAB" w:rsidP="00CE562B">
          <w:pPr>
            <w:pStyle w:val="Zpat"/>
            <w:ind w:right="142"/>
            <w:jc w:val="left"/>
            <w:rPr>
              <w:color w:val="000000" w:themeColor="text1"/>
              <w:sz w:val="12"/>
              <w:szCs w:val="12"/>
            </w:rPr>
          </w:pPr>
          <w:r w:rsidRPr="00B40E75">
            <w:rPr>
              <w:caps/>
              <w:color w:val="000000" w:themeColor="text1"/>
              <w:sz w:val="12"/>
              <w:szCs w:val="12"/>
            </w:rPr>
            <w:t xml:space="preserve">Číslo zakázky: </w:t>
          </w:r>
          <w:sdt>
            <w:sdtPr>
              <w:rPr>
                <w:caps/>
                <w:color w:val="000000" w:themeColor="text1"/>
                <w:sz w:val="12"/>
                <w:szCs w:val="12"/>
              </w:rPr>
              <w:alias w:val="Číslo zakázky"/>
              <w:tag w:val="CisloZak"/>
              <w:id w:val="1988051664"/>
              <w:text/>
            </w:sdtPr>
            <w:sdtEndPr/>
            <w:sdtContent>
              <w:r w:rsidR="0027199C">
                <w:rPr>
                  <w:caps/>
                  <w:color w:val="000000" w:themeColor="text1"/>
                  <w:sz w:val="12"/>
                  <w:szCs w:val="12"/>
                </w:rPr>
                <w:t>12 2127 01 01</w:t>
              </w:r>
            </w:sdtContent>
          </w:sdt>
        </w:p>
      </w:tc>
      <w:tc>
        <w:tcPr>
          <w:tcW w:w="2835" w:type="dxa"/>
          <w:tcBorders>
            <w:left w:val="nil"/>
            <w:bottom w:val="nil"/>
            <w:right w:val="nil"/>
          </w:tcBorders>
          <w:vAlign w:val="bottom"/>
        </w:tcPr>
        <w:p w14:paraId="5965EB73" w14:textId="02DB726A" w:rsidR="00C81FAB" w:rsidRDefault="00C81FAB" w:rsidP="00CE562B">
          <w:pPr>
            <w:pStyle w:val="Zpat"/>
            <w:jc w:val="right"/>
            <w:rPr>
              <w:color w:val="000000" w:themeColor="text1"/>
              <w:sz w:val="12"/>
              <w:szCs w:val="12"/>
            </w:rPr>
          </w:pPr>
          <w:r w:rsidRPr="00CB573C">
            <w:rPr>
              <w:caps/>
              <w:color w:val="000000" w:themeColor="text1"/>
              <w:sz w:val="12"/>
              <w:szCs w:val="12"/>
            </w:rPr>
            <w:t>Verze</w:t>
          </w:r>
          <w:r>
            <w:rPr>
              <w:color w:val="000000" w:themeColor="text1"/>
              <w:sz w:val="12"/>
              <w:szCs w:val="12"/>
            </w:rPr>
            <w:t>:</w:t>
          </w:r>
          <w:r w:rsidRPr="00CB573C">
            <w:rPr>
              <w:color w:val="000000" w:themeColor="text1"/>
              <w:sz w:val="12"/>
              <w:szCs w:val="12"/>
            </w:rPr>
            <w:t xml:space="preserve"> </w:t>
          </w:r>
          <w:sdt>
            <w:sdtPr>
              <w:rPr>
                <w:color w:val="000000" w:themeColor="text1"/>
                <w:sz w:val="12"/>
                <w:szCs w:val="12"/>
              </w:rPr>
              <w:alias w:val="Verze"/>
              <w:tag w:val="Ver"/>
              <w:id w:val="2086183935"/>
              <w:text/>
            </w:sdtPr>
            <w:sdtEndPr/>
            <w:sdtContent>
              <w:r w:rsidR="00D44001">
                <w:rPr>
                  <w:color w:val="000000" w:themeColor="text1"/>
                  <w:sz w:val="12"/>
                  <w:szCs w:val="12"/>
                </w:rPr>
                <w:t>c</w:t>
              </w:r>
            </w:sdtContent>
          </w:sdt>
        </w:p>
      </w:tc>
    </w:tr>
    <w:tr w:rsidR="00C81FAB" w14:paraId="15FDDCCF" w14:textId="77777777" w:rsidTr="00CE562B">
      <w:trPr>
        <w:trHeight w:val="170"/>
        <w:jc w:val="center"/>
      </w:trPr>
      <w:tc>
        <w:tcPr>
          <w:tcW w:w="4253" w:type="dxa"/>
          <w:tcBorders>
            <w:top w:val="nil"/>
            <w:left w:val="nil"/>
            <w:bottom w:val="nil"/>
            <w:right w:val="nil"/>
          </w:tcBorders>
          <w:tcMar>
            <w:left w:w="113" w:type="dxa"/>
          </w:tcMar>
          <w:vAlign w:val="bottom"/>
        </w:tcPr>
        <w:p w14:paraId="306146D2" w14:textId="0DF2BC13" w:rsidR="00C81FAB" w:rsidRDefault="00C81FAB" w:rsidP="00CE562B">
          <w:pPr>
            <w:pStyle w:val="Zpat"/>
            <w:ind w:right="142"/>
            <w:jc w:val="left"/>
            <w:rPr>
              <w:bCs/>
              <w:color w:val="000000" w:themeColor="text1"/>
              <w:sz w:val="12"/>
              <w:szCs w:val="12"/>
            </w:rPr>
          </w:pPr>
          <w:r w:rsidRPr="00B40E75">
            <w:rPr>
              <w:color w:val="000000" w:themeColor="text1"/>
              <w:sz w:val="12"/>
              <w:szCs w:val="12"/>
            </w:rPr>
            <w:t xml:space="preserve">ARCHIVNÍ ČÍSLO: </w:t>
          </w:r>
          <w:sdt>
            <w:sdtPr>
              <w:rPr>
                <w:color w:val="000000" w:themeColor="text1"/>
                <w:sz w:val="12"/>
                <w:szCs w:val="12"/>
              </w:rPr>
              <w:alias w:val="Archivní číslo"/>
              <w:tag w:val="Poc"/>
              <w:id w:val="-709574234"/>
              <w:text/>
            </w:sdtPr>
            <w:sdtEndPr/>
            <w:sdtContent>
              <w:r w:rsidR="002342B4">
                <w:rPr>
                  <w:color w:val="000000" w:themeColor="text1"/>
                  <w:sz w:val="12"/>
                  <w:szCs w:val="12"/>
                </w:rPr>
                <w:t>006519/22/1</w:t>
              </w:r>
            </w:sdtContent>
          </w:sdt>
        </w:p>
      </w:tc>
      <w:tc>
        <w:tcPr>
          <w:tcW w:w="2835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1EE6C41A" w14:textId="7295E00C" w:rsidR="00C81FAB" w:rsidRPr="00B40E75" w:rsidRDefault="00C81FAB" w:rsidP="00CE562B">
          <w:pPr>
            <w:pStyle w:val="Zpat"/>
            <w:jc w:val="right"/>
            <w:rPr>
              <w:color w:val="000000" w:themeColor="text1"/>
              <w:sz w:val="12"/>
              <w:szCs w:val="12"/>
            </w:rPr>
          </w:pPr>
          <w:r w:rsidRPr="00CB573C">
            <w:rPr>
              <w:caps/>
              <w:color w:val="000000" w:themeColor="text1"/>
              <w:sz w:val="12"/>
              <w:szCs w:val="12"/>
            </w:rPr>
            <w:t>Revize</w:t>
          </w:r>
          <w:r>
            <w:rPr>
              <w:color w:val="000000" w:themeColor="text1"/>
              <w:sz w:val="12"/>
              <w:szCs w:val="12"/>
            </w:rPr>
            <w:t xml:space="preserve">: </w:t>
          </w:r>
          <w:sdt>
            <w:sdtPr>
              <w:rPr>
                <w:color w:val="000000" w:themeColor="text1"/>
                <w:sz w:val="12"/>
                <w:szCs w:val="12"/>
              </w:rPr>
              <w:alias w:val="Revize"/>
              <w:tag w:val="Rev"/>
              <w:id w:val="1704211276"/>
              <w:text/>
            </w:sdtPr>
            <w:sdtEndPr/>
            <w:sdtContent>
              <w:r w:rsidR="002342B4">
                <w:rPr>
                  <w:color w:val="000000" w:themeColor="text1"/>
                  <w:sz w:val="12"/>
                  <w:szCs w:val="12"/>
                </w:rPr>
                <w:t>2</w:t>
              </w:r>
            </w:sdtContent>
          </w:sdt>
        </w:p>
      </w:tc>
    </w:tr>
  </w:tbl>
  <w:p w14:paraId="470CAFFD" w14:textId="77777777" w:rsidR="00C81FAB" w:rsidRPr="00F81B53" w:rsidRDefault="00C81FAB" w:rsidP="00C81FAB">
    <w:pPr>
      <w:pStyle w:val="Zpat"/>
      <w:spacing w:line="100" w:lineRule="exact"/>
      <w:ind w:right="142"/>
      <w:jc w:val="left"/>
      <w:rPr>
        <w:color w:val="000000" w:themeColor="text1"/>
        <w:sz w:val="12"/>
        <w:szCs w:val="12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8505" w:type="dxa"/>
      <w:jc w:val="center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103"/>
      <w:gridCol w:w="3402"/>
    </w:tblGrid>
    <w:tr w:rsidR="00C81FAB" w14:paraId="44E763A8" w14:textId="77777777" w:rsidTr="00CE562B">
      <w:trPr>
        <w:trHeight w:val="227"/>
        <w:jc w:val="center"/>
      </w:trPr>
      <w:tc>
        <w:tcPr>
          <w:tcW w:w="4253" w:type="dxa"/>
          <w:tcBorders>
            <w:top w:val="nil"/>
            <w:left w:val="nil"/>
            <w:bottom w:val="single" w:sz="4" w:space="0" w:color="auto"/>
            <w:right w:val="nil"/>
          </w:tcBorders>
          <w:tcMar>
            <w:left w:w="113" w:type="dxa"/>
          </w:tcMar>
          <w:vAlign w:val="bottom"/>
        </w:tcPr>
        <w:p w14:paraId="3DF10732" w14:textId="77777777" w:rsidR="00C81FAB" w:rsidRDefault="00C81FAB" w:rsidP="00CE562B">
          <w:pPr>
            <w:pStyle w:val="Zpat"/>
            <w:ind w:right="142"/>
            <w:jc w:val="left"/>
            <w:rPr>
              <w:color w:val="000000" w:themeColor="text1"/>
              <w:sz w:val="12"/>
              <w:szCs w:val="12"/>
            </w:rPr>
          </w:pPr>
          <w:r w:rsidRPr="003B378D">
            <w:rPr>
              <w:b/>
              <w:noProof/>
              <w:color w:val="000000" w:themeColor="text1"/>
            </w:rPr>
            <w:t>Sweco Hydroprojekt a.s.</w:t>
          </w:r>
        </w:p>
      </w:tc>
      <w:tc>
        <w:tcPr>
          <w:tcW w:w="2835" w:type="dxa"/>
          <w:tcBorders>
            <w:top w:val="nil"/>
            <w:left w:val="nil"/>
            <w:bottom w:val="single" w:sz="4" w:space="0" w:color="auto"/>
            <w:right w:val="nil"/>
          </w:tcBorders>
          <w:vAlign w:val="bottom"/>
        </w:tcPr>
        <w:p w14:paraId="62ADE998" w14:textId="77777777" w:rsidR="00C81FAB" w:rsidRPr="00B40E75" w:rsidRDefault="00C81FAB" w:rsidP="00CE562B">
          <w:pPr>
            <w:pStyle w:val="Zpat"/>
            <w:jc w:val="right"/>
            <w:rPr>
              <w:color w:val="000000" w:themeColor="text1"/>
              <w:sz w:val="16"/>
              <w:szCs w:val="16"/>
            </w:rPr>
          </w:pPr>
          <w:r w:rsidRPr="00B40E75">
            <w:rPr>
              <w:color w:val="000000" w:themeColor="text1"/>
              <w:sz w:val="16"/>
              <w:szCs w:val="16"/>
            </w:rPr>
            <w:fldChar w:fldCharType="begin"/>
          </w:r>
          <w:r w:rsidRPr="00B40E75">
            <w:rPr>
              <w:color w:val="000000" w:themeColor="text1"/>
              <w:sz w:val="16"/>
              <w:szCs w:val="16"/>
            </w:rPr>
            <w:instrText xml:space="preserve"> PAGE </w:instrText>
          </w:r>
          <w:r w:rsidRPr="00B40E75">
            <w:rPr>
              <w:color w:val="000000" w:themeColor="text1"/>
              <w:sz w:val="16"/>
              <w:szCs w:val="16"/>
            </w:rPr>
            <w:fldChar w:fldCharType="separate"/>
          </w:r>
          <w:r w:rsidR="00512325">
            <w:rPr>
              <w:noProof/>
              <w:color w:val="000000" w:themeColor="text1"/>
              <w:sz w:val="16"/>
              <w:szCs w:val="16"/>
            </w:rPr>
            <w:t>7</w:t>
          </w:r>
          <w:r w:rsidRPr="00B40E75">
            <w:rPr>
              <w:color w:val="000000" w:themeColor="text1"/>
              <w:sz w:val="16"/>
              <w:szCs w:val="16"/>
            </w:rPr>
            <w:fldChar w:fldCharType="end"/>
          </w:r>
          <w:r w:rsidRPr="00B40E75">
            <w:rPr>
              <w:color w:val="000000" w:themeColor="text1"/>
              <w:sz w:val="16"/>
              <w:szCs w:val="16"/>
            </w:rPr>
            <w:t xml:space="preserve"> (</w:t>
          </w:r>
          <w:r w:rsidRPr="00B40E75">
            <w:rPr>
              <w:color w:val="000000" w:themeColor="text1"/>
              <w:sz w:val="16"/>
              <w:szCs w:val="16"/>
            </w:rPr>
            <w:fldChar w:fldCharType="begin"/>
          </w:r>
          <w:r w:rsidRPr="00B40E75">
            <w:rPr>
              <w:color w:val="000000" w:themeColor="text1"/>
              <w:sz w:val="16"/>
              <w:szCs w:val="16"/>
            </w:rPr>
            <w:instrText xml:space="preserve"> NUMPAGES </w:instrText>
          </w:r>
          <w:r w:rsidRPr="00B40E75">
            <w:rPr>
              <w:color w:val="000000" w:themeColor="text1"/>
              <w:sz w:val="16"/>
              <w:szCs w:val="16"/>
            </w:rPr>
            <w:fldChar w:fldCharType="separate"/>
          </w:r>
          <w:r w:rsidR="00512325">
            <w:rPr>
              <w:noProof/>
              <w:color w:val="000000" w:themeColor="text1"/>
              <w:sz w:val="16"/>
              <w:szCs w:val="16"/>
            </w:rPr>
            <w:t>8</w:t>
          </w:r>
          <w:r w:rsidRPr="00B40E75">
            <w:rPr>
              <w:color w:val="000000" w:themeColor="text1"/>
              <w:sz w:val="16"/>
              <w:szCs w:val="16"/>
            </w:rPr>
            <w:fldChar w:fldCharType="end"/>
          </w:r>
          <w:r w:rsidRPr="00B40E75">
            <w:rPr>
              <w:color w:val="000000" w:themeColor="text1"/>
              <w:sz w:val="16"/>
              <w:szCs w:val="16"/>
            </w:rPr>
            <w:t>)</w:t>
          </w:r>
        </w:p>
      </w:tc>
    </w:tr>
    <w:tr w:rsidR="00C81FAB" w14:paraId="668A11FC" w14:textId="77777777" w:rsidTr="00CE562B">
      <w:trPr>
        <w:trHeight w:val="227"/>
        <w:jc w:val="center"/>
      </w:trPr>
      <w:tc>
        <w:tcPr>
          <w:tcW w:w="4253" w:type="dxa"/>
          <w:tcBorders>
            <w:bottom w:val="nil"/>
            <w:right w:val="nil"/>
          </w:tcBorders>
          <w:tcMar>
            <w:left w:w="113" w:type="dxa"/>
          </w:tcMar>
          <w:vAlign w:val="bottom"/>
        </w:tcPr>
        <w:p w14:paraId="7BE6EC09" w14:textId="210C89D6" w:rsidR="00C81FAB" w:rsidRDefault="00C81FAB" w:rsidP="00CE562B">
          <w:pPr>
            <w:pStyle w:val="Zpat"/>
            <w:ind w:right="142"/>
            <w:jc w:val="left"/>
            <w:rPr>
              <w:color w:val="000000" w:themeColor="text1"/>
              <w:sz w:val="12"/>
              <w:szCs w:val="12"/>
            </w:rPr>
          </w:pPr>
          <w:r w:rsidRPr="00B40E75">
            <w:rPr>
              <w:caps/>
              <w:color w:val="000000" w:themeColor="text1"/>
              <w:sz w:val="12"/>
              <w:szCs w:val="12"/>
            </w:rPr>
            <w:t xml:space="preserve">Číslo zakázky: </w:t>
          </w:r>
          <w:sdt>
            <w:sdtPr>
              <w:rPr>
                <w:caps/>
                <w:color w:val="000000" w:themeColor="text1"/>
                <w:sz w:val="12"/>
                <w:szCs w:val="12"/>
              </w:rPr>
              <w:alias w:val="Číslo zakázky"/>
              <w:tag w:val="CisloZak"/>
              <w:id w:val="-1007592005"/>
              <w:text/>
            </w:sdtPr>
            <w:sdtEndPr/>
            <w:sdtContent>
              <w:r w:rsidR="0027199C">
                <w:rPr>
                  <w:caps/>
                  <w:color w:val="000000" w:themeColor="text1"/>
                  <w:sz w:val="12"/>
                  <w:szCs w:val="12"/>
                </w:rPr>
                <w:t>12 2127 01 01</w:t>
              </w:r>
            </w:sdtContent>
          </w:sdt>
        </w:p>
      </w:tc>
      <w:tc>
        <w:tcPr>
          <w:tcW w:w="2835" w:type="dxa"/>
          <w:tcBorders>
            <w:left w:val="nil"/>
            <w:bottom w:val="nil"/>
            <w:right w:val="nil"/>
          </w:tcBorders>
          <w:vAlign w:val="bottom"/>
        </w:tcPr>
        <w:p w14:paraId="64FA0476" w14:textId="508479FE" w:rsidR="00C81FAB" w:rsidRDefault="00C81FAB" w:rsidP="00CE562B">
          <w:pPr>
            <w:pStyle w:val="Zpat"/>
            <w:jc w:val="right"/>
            <w:rPr>
              <w:color w:val="000000" w:themeColor="text1"/>
              <w:sz w:val="12"/>
              <w:szCs w:val="12"/>
            </w:rPr>
          </w:pPr>
          <w:r w:rsidRPr="00CB573C">
            <w:rPr>
              <w:caps/>
              <w:color w:val="000000" w:themeColor="text1"/>
              <w:sz w:val="12"/>
              <w:szCs w:val="12"/>
            </w:rPr>
            <w:t>Verze</w:t>
          </w:r>
          <w:r>
            <w:rPr>
              <w:color w:val="000000" w:themeColor="text1"/>
              <w:sz w:val="12"/>
              <w:szCs w:val="12"/>
            </w:rPr>
            <w:t>:</w:t>
          </w:r>
          <w:r w:rsidRPr="00CB573C">
            <w:rPr>
              <w:color w:val="000000" w:themeColor="text1"/>
              <w:sz w:val="12"/>
              <w:szCs w:val="12"/>
            </w:rPr>
            <w:t xml:space="preserve"> </w:t>
          </w:r>
          <w:sdt>
            <w:sdtPr>
              <w:rPr>
                <w:color w:val="000000" w:themeColor="text1"/>
                <w:sz w:val="12"/>
                <w:szCs w:val="12"/>
              </w:rPr>
              <w:alias w:val="Verze"/>
              <w:tag w:val="Ver"/>
              <w:id w:val="627210608"/>
              <w:text/>
            </w:sdtPr>
            <w:sdtEndPr/>
            <w:sdtContent>
              <w:r w:rsidR="00D44001">
                <w:rPr>
                  <w:color w:val="000000" w:themeColor="text1"/>
                  <w:sz w:val="12"/>
                  <w:szCs w:val="12"/>
                </w:rPr>
                <w:t>c</w:t>
              </w:r>
            </w:sdtContent>
          </w:sdt>
        </w:p>
      </w:tc>
    </w:tr>
    <w:tr w:rsidR="00C81FAB" w14:paraId="12248CB9" w14:textId="77777777" w:rsidTr="00CE562B">
      <w:trPr>
        <w:trHeight w:val="170"/>
        <w:jc w:val="center"/>
      </w:trPr>
      <w:tc>
        <w:tcPr>
          <w:tcW w:w="4253" w:type="dxa"/>
          <w:tcBorders>
            <w:top w:val="nil"/>
            <w:left w:val="nil"/>
            <w:bottom w:val="nil"/>
            <w:right w:val="nil"/>
          </w:tcBorders>
          <w:tcMar>
            <w:left w:w="113" w:type="dxa"/>
          </w:tcMar>
          <w:vAlign w:val="bottom"/>
        </w:tcPr>
        <w:p w14:paraId="59E0D8B2" w14:textId="120867AB" w:rsidR="00C81FAB" w:rsidRDefault="00C81FAB" w:rsidP="00CE562B">
          <w:pPr>
            <w:pStyle w:val="Zpat"/>
            <w:ind w:right="142"/>
            <w:jc w:val="left"/>
            <w:rPr>
              <w:bCs/>
              <w:color w:val="000000" w:themeColor="text1"/>
              <w:sz w:val="12"/>
              <w:szCs w:val="12"/>
            </w:rPr>
          </w:pPr>
          <w:r w:rsidRPr="00B40E75">
            <w:rPr>
              <w:color w:val="000000" w:themeColor="text1"/>
              <w:sz w:val="12"/>
              <w:szCs w:val="12"/>
            </w:rPr>
            <w:t xml:space="preserve">ARCHIVNÍ ČÍSLO: </w:t>
          </w:r>
          <w:sdt>
            <w:sdtPr>
              <w:rPr>
                <w:color w:val="000000" w:themeColor="text1"/>
                <w:sz w:val="12"/>
                <w:szCs w:val="12"/>
              </w:rPr>
              <w:alias w:val="Archivní číslo"/>
              <w:tag w:val="Poc"/>
              <w:id w:val="564686338"/>
              <w:text/>
            </w:sdtPr>
            <w:sdtEndPr/>
            <w:sdtContent>
              <w:r w:rsidR="002342B4">
                <w:rPr>
                  <w:color w:val="000000" w:themeColor="text1"/>
                  <w:sz w:val="12"/>
                  <w:szCs w:val="12"/>
                </w:rPr>
                <w:t>006519/22/1</w:t>
              </w:r>
            </w:sdtContent>
          </w:sdt>
        </w:p>
      </w:tc>
      <w:tc>
        <w:tcPr>
          <w:tcW w:w="2835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21E610F0" w14:textId="38C46769" w:rsidR="00C81FAB" w:rsidRPr="00B40E75" w:rsidRDefault="00C81FAB" w:rsidP="00CE562B">
          <w:pPr>
            <w:pStyle w:val="Zpat"/>
            <w:jc w:val="right"/>
            <w:rPr>
              <w:color w:val="000000" w:themeColor="text1"/>
              <w:sz w:val="12"/>
              <w:szCs w:val="12"/>
            </w:rPr>
          </w:pPr>
          <w:r w:rsidRPr="00CB573C">
            <w:rPr>
              <w:caps/>
              <w:color w:val="000000" w:themeColor="text1"/>
              <w:sz w:val="12"/>
              <w:szCs w:val="12"/>
            </w:rPr>
            <w:t>Revize</w:t>
          </w:r>
          <w:r>
            <w:rPr>
              <w:color w:val="000000" w:themeColor="text1"/>
              <w:sz w:val="12"/>
              <w:szCs w:val="12"/>
            </w:rPr>
            <w:t xml:space="preserve">: </w:t>
          </w:r>
          <w:sdt>
            <w:sdtPr>
              <w:rPr>
                <w:color w:val="000000" w:themeColor="text1"/>
                <w:sz w:val="12"/>
                <w:szCs w:val="12"/>
              </w:rPr>
              <w:alias w:val="Revize"/>
              <w:tag w:val="Rev"/>
              <w:id w:val="-1647124311"/>
              <w:text/>
            </w:sdtPr>
            <w:sdtEndPr/>
            <w:sdtContent>
              <w:r w:rsidR="002342B4">
                <w:rPr>
                  <w:color w:val="000000" w:themeColor="text1"/>
                  <w:sz w:val="12"/>
                  <w:szCs w:val="12"/>
                </w:rPr>
                <w:t>2</w:t>
              </w:r>
            </w:sdtContent>
          </w:sdt>
        </w:p>
      </w:tc>
    </w:tr>
  </w:tbl>
  <w:p w14:paraId="1F375E44" w14:textId="77777777" w:rsidR="00C81FAB" w:rsidRPr="00F81B53" w:rsidRDefault="00C81FAB" w:rsidP="00C81FAB">
    <w:pPr>
      <w:pStyle w:val="Zpat"/>
      <w:spacing w:line="100" w:lineRule="exact"/>
      <w:ind w:right="142"/>
      <w:jc w:val="left"/>
      <w:rPr>
        <w:color w:val="000000" w:themeColor="text1"/>
        <w:sz w:val="12"/>
        <w:szCs w:val="12"/>
      </w:rPr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8505" w:type="dxa"/>
      <w:jc w:val="center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103"/>
      <w:gridCol w:w="3402"/>
    </w:tblGrid>
    <w:tr w:rsidR="00C81FAB" w14:paraId="5E9DB46E" w14:textId="77777777" w:rsidTr="00CE562B">
      <w:trPr>
        <w:trHeight w:val="227"/>
        <w:jc w:val="center"/>
      </w:trPr>
      <w:tc>
        <w:tcPr>
          <w:tcW w:w="4253" w:type="dxa"/>
          <w:tcBorders>
            <w:top w:val="nil"/>
            <w:left w:val="nil"/>
            <w:bottom w:val="single" w:sz="4" w:space="0" w:color="auto"/>
            <w:right w:val="nil"/>
          </w:tcBorders>
          <w:tcMar>
            <w:left w:w="113" w:type="dxa"/>
          </w:tcMar>
          <w:vAlign w:val="bottom"/>
        </w:tcPr>
        <w:p w14:paraId="4292761A" w14:textId="77777777" w:rsidR="00C81FAB" w:rsidRDefault="00C81FAB" w:rsidP="00CE562B">
          <w:pPr>
            <w:pStyle w:val="Zpat"/>
            <w:ind w:right="142"/>
            <w:jc w:val="left"/>
            <w:rPr>
              <w:color w:val="000000" w:themeColor="text1"/>
              <w:sz w:val="12"/>
              <w:szCs w:val="12"/>
            </w:rPr>
          </w:pPr>
          <w:r w:rsidRPr="003B378D">
            <w:rPr>
              <w:b/>
              <w:noProof/>
              <w:color w:val="000000" w:themeColor="text1"/>
            </w:rPr>
            <w:t>Sweco Hydroprojekt a.s.</w:t>
          </w:r>
        </w:p>
      </w:tc>
      <w:tc>
        <w:tcPr>
          <w:tcW w:w="2835" w:type="dxa"/>
          <w:tcBorders>
            <w:top w:val="nil"/>
            <w:left w:val="nil"/>
            <w:bottom w:val="single" w:sz="4" w:space="0" w:color="auto"/>
            <w:right w:val="nil"/>
          </w:tcBorders>
          <w:vAlign w:val="bottom"/>
        </w:tcPr>
        <w:p w14:paraId="07C9AA7A" w14:textId="77777777" w:rsidR="00C81FAB" w:rsidRPr="00B40E75" w:rsidRDefault="00C81FAB" w:rsidP="00CE562B">
          <w:pPr>
            <w:pStyle w:val="Zpat"/>
            <w:jc w:val="right"/>
            <w:rPr>
              <w:color w:val="000000" w:themeColor="text1"/>
              <w:sz w:val="16"/>
              <w:szCs w:val="16"/>
            </w:rPr>
          </w:pPr>
          <w:r w:rsidRPr="00B40E75">
            <w:rPr>
              <w:color w:val="000000" w:themeColor="text1"/>
              <w:sz w:val="16"/>
              <w:szCs w:val="16"/>
            </w:rPr>
            <w:fldChar w:fldCharType="begin"/>
          </w:r>
          <w:r w:rsidRPr="00B40E75">
            <w:rPr>
              <w:color w:val="000000" w:themeColor="text1"/>
              <w:sz w:val="16"/>
              <w:szCs w:val="16"/>
            </w:rPr>
            <w:instrText xml:space="preserve"> PAGE </w:instrText>
          </w:r>
          <w:r w:rsidRPr="00B40E75">
            <w:rPr>
              <w:color w:val="000000" w:themeColor="text1"/>
              <w:sz w:val="16"/>
              <w:szCs w:val="16"/>
            </w:rPr>
            <w:fldChar w:fldCharType="separate"/>
          </w:r>
          <w:r>
            <w:rPr>
              <w:noProof/>
              <w:color w:val="000000" w:themeColor="text1"/>
              <w:sz w:val="16"/>
              <w:szCs w:val="16"/>
            </w:rPr>
            <w:t>9</w:t>
          </w:r>
          <w:r w:rsidRPr="00B40E75">
            <w:rPr>
              <w:color w:val="000000" w:themeColor="text1"/>
              <w:sz w:val="16"/>
              <w:szCs w:val="16"/>
            </w:rPr>
            <w:fldChar w:fldCharType="end"/>
          </w:r>
          <w:r w:rsidRPr="00B40E75">
            <w:rPr>
              <w:color w:val="000000" w:themeColor="text1"/>
              <w:sz w:val="16"/>
              <w:szCs w:val="16"/>
            </w:rPr>
            <w:t xml:space="preserve"> (</w:t>
          </w:r>
          <w:r w:rsidRPr="00B40E75">
            <w:rPr>
              <w:color w:val="000000" w:themeColor="text1"/>
              <w:sz w:val="16"/>
              <w:szCs w:val="16"/>
            </w:rPr>
            <w:fldChar w:fldCharType="begin"/>
          </w:r>
          <w:r w:rsidRPr="00B40E75">
            <w:rPr>
              <w:color w:val="000000" w:themeColor="text1"/>
              <w:sz w:val="16"/>
              <w:szCs w:val="16"/>
            </w:rPr>
            <w:instrText xml:space="preserve"> NUMPAGES </w:instrText>
          </w:r>
          <w:r w:rsidRPr="00B40E75">
            <w:rPr>
              <w:color w:val="000000" w:themeColor="text1"/>
              <w:sz w:val="16"/>
              <w:szCs w:val="16"/>
            </w:rPr>
            <w:fldChar w:fldCharType="separate"/>
          </w:r>
          <w:r>
            <w:rPr>
              <w:noProof/>
              <w:color w:val="000000" w:themeColor="text1"/>
              <w:sz w:val="16"/>
              <w:szCs w:val="16"/>
            </w:rPr>
            <w:t>11</w:t>
          </w:r>
          <w:r w:rsidRPr="00B40E75">
            <w:rPr>
              <w:color w:val="000000" w:themeColor="text1"/>
              <w:sz w:val="16"/>
              <w:szCs w:val="16"/>
            </w:rPr>
            <w:fldChar w:fldCharType="end"/>
          </w:r>
          <w:r w:rsidRPr="00B40E75">
            <w:rPr>
              <w:color w:val="000000" w:themeColor="text1"/>
              <w:sz w:val="16"/>
              <w:szCs w:val="16"/>
            </w:rPr>
            <w:t>)</w:t>
          </w:r>
        </w:p>
      </w:tc>
    </w:tr>
    <w:tr w:rsidR="00C81FAB" w14:paraId="4E6A273D" w14:textId="77777777" w:rsidTr="00CE562B">
      <w:trPr>
        <w:trHeight w:val="227"/>
        <w:jc w:val="center"/>
      </w:trPr>
      <w:tc>
        <w:tcPr>
          <w:tcW w:w="4253" w:type="dxa"/>
          <w:tcBorders>
            <w:bottom w:val="nil"/>
            <w:right w:val="nil"/>
          </w:tcBorders>
          <w:tcMar>
            <w:left w:w="113" w:type="dxa"/>
          </w:tcMar>
          <w:vAlign w:val="bottom"/>
        </w:tcPr>
        <w:p w14:paraId="631FBCF2" w14:textId="40B2FF85" w:rsidR="00C81FAB" w:rsidRDefault="00C81FAB" w:rsidP="00CE562B">
          <w:pPr>
            <w:pStyle w:val="Zpat"/>
            <w:ind w:right="142"/>
            <w:jc w:val="left"/>
            <w:rPr>
              <w:color w:val="000000" w:themeColor="text1"/>
              <w:sz w:val="12"/>
              <w:szCs w:val="12"/>
            </w:rPr>
          </w:pPr>
          <w:r w:rsidRPr="00B40E75">
            <w:rPr>
              <w:caps/>
              <w:color w:val="000000" w:themeColor="text1"/>
              <w:sz w:val="12"/>
              <w:szCs w:val="12"/>
            </w:rPr>
            <w:t xml:space="preserve">Číslo zakázky: </w:t>
          </w:r>
          <w:sdt>
            <w:sdtPr>
              <w:rPr>
                <w:caps/>
                <w:color w:val="000000" w:themeColor="text1"/>
                <w:sz w:val="12"/>
                <w:szCs w:val="12"/>
              </w:rPr>
              <w:alias w:val="Číslo zakázky"/>
              <w:tag w:val="CisloZak"/>
              <w:id w:val="-1107491290"/>
              <w:text/>
            </w:sdtPr>
            <w:sdtEndPr/>
            <w:sdtContent>
              <w:r w:rsidR="0027199C">
                <w:rPr>
                  <w:caps/>
                  <w:color w:val="000000" w:themeColor="text1"/>
                  <w:sz w:val="12"/>
                  <w:szCs w:val="12"/>
                </w:rPr>
                <w:t>12 2127 01 01</w:t>
              </w:r>
            </w:sdtContent>
          </w:sdt>
        </w:p>
      </w:tc>
      <w:tc>
        <w:tcPr>
          <w:tcW w:w="2835" w:type="dxa"/>
          <w:tcBorders>
            <w:left w:val="nil"/>
            <w:bottom w:val="nil"/>
            <w:right w:val="nil"/>
          </w:tcBorders>
          <w:vAlign w:val="bottom"/>
        </w:tcPr>
        <w:p w14:paraId="53A079B6" w14:textId="67E5770C" w:rsidR="00C81FAB" w:rsidRDefault="00C81FAB" w:rsidP="00CE562B">
          <w:pPr>
            <w:pStyle w:val="Zpat"/>
            <w:jc w:val="right"/>
            <w:rPr>
              <w:color w:val="000000" w:themeColor="text1"/>
              <w:sz w:val="12"/>
              <w:szCs w:val="12"/>
            </w:rPr>
          </w:pPr>
          <w:r w:rsidRPr="00CB573C">
            <w:rPr>
              <w:caps/>
              <w:color w:val="000000" w:themeColor="text1"/>
              <w:sz w:val="12"/>
              <w:szCs w:val="12"/>
            </w:rPr>
            <w:t>Verze</w:t>
          </w:r>
          <w:r>
            <w:rPr>
              <w:color w:val="000000" w:themeColor="text1"/>
              <w:sz w:val="12"/>
              <w:szCs w:val="12"/>
            </w:rPr>
            <w:t>:</w:t>
          </w:r>
          <w:r w:rsidRPr="00CB573C">
            <w:rPr>
              <w:color w:val="000000" w:themeColor="text1"/>
              <w:sz w:val="12"/>
              <w:szCs w:val="12"/>
            </w:rPr>
            <w:t xml:space="preserve"> </w:t>
          </w:r>
          <w:sdt>
            <w:sdtPr>
              <w:rPr>
                <w:color w:val="000000" w:themeColor="text1"/>
                <w:sz w:val="12"/>
                <w:szCs w:val="12"/>
              </w:rPr>
              <w:alias w:val="Verze"/>
              <w:tag w:val="Ver"/>
              <w:id w:val="455600096"/>
              <w:text/>
            </w:sdtPr>
            <w:sdtEndPr/>
            <w:sdtContent>
              <w:r w:rsidR="00D44001">
                <w:rPr>
                  <w:color w:val="000000" w:themeColor="text1"/>
                  <w:sz w:val="12"/>
                  <w:szCs w:val="12"/>
                </w:rPr>
                <w:t>c</w:t>
              </w:r>
            </w:sdtContent>
          </w:sdt>
        </w:p>
      </w:tc>
    </w:tr>
    <w:tr w:rsidR="00C81FAB" w14:paraId="254A7DDD" w14:textId="77777777" w:rsidTr="00CE562B">
      <w:trPr>
        <w:trHeight w:val="170"/>
        <w:jc w:val="center"/>
      </w:trPr>
      <w:tc>
        <w:tcPr>
          <w:tcW w:w="4253" w:type="dxa"/>
          <w:tcBorders>
            <w:top w:val="nil"/>
            <w:left w:val="nil"/>
            <w:bottom w:val="nil"/>
            <w:right w:val="nil"/>
          </w:tcBorders>
          <w:tcMar>
            <w:left w:w="113" w:type="dxa"/>
          </w:tcMar>
          <w:vAlign w:val="bottom"/>
        </w:tcPr>
        <w:p w14:paraId="59702D1E" w14:textId="2F9494CF" w:rsidR="00C81FAB" w:rsidRDefault="00C81FAB" w:rsidP="00CE562B">
          <w:pPr>
            <w:pStyle w:val="Zpat"/>
            <w:ind w:right="142"/>
            <w:jc w:val="left"/>
            <w:rPr>
              <w:bCs/>
              <w:color w:val="000000" w:themeColor="text1"/>
              <w:sz w:val="12"/>
              <w:szCs w:val="12"/>
            </w:rPr>
          </w:pPr>
          <w:r w:rsidRPr="00B40E75">
            <w:rPr>
              <w:color w:val="000000" w:themeColor="text1"/>
              <w:sz w:val="12"/>
              <w:szCs w:val="12"/>
            </w:rPr>
            <w:t xml:space="preserve">ARCHIVNÍ ČÍSLO: </w:t>
          </w:r>
          <w:sdt>
            <w:sdtPr>
              <w:rPr>
                <w:color w:val="000000" w:themeColor="text1"/>
                <w:sz w:val="12"/>
                <w:szCs w:val="12"/>
              </w:rPr>
              <w:alias w:val="Archivní číslo"/>
              <w:tag w:val="Poc"/>
              <w:id w:val="-343855727"/>
              <w:text/>
            </w:sdtPr>
            <w:sdtEndPr/>
            <w:sdtContent>
              <w:r w:rsidR="002342B4">
                <w:rPr>
                  <w:color w:val="000000" w:themeColor="text1"/>
                  <w:sz w:val="12"/>
                  <w:szCs w:val="12"/>
                </w:rPr>
                <w:t>006519/22/1</w:t>
              </w:r>
            </w:sdtContent>
          </w:sdt>
        </w:p>
      </w:tc>
      <w:tc>
        <w:tcPr>
          <w:tcW w:w="2835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3F7FCF8F" w14:textId="68E9CB9C" w:rsidR="00C81FAB" w:rsidRPr="00B40E75" w:rsidRDefault="00C81FAB" w:rsidP="00CE562B">
          <w:pPr>
            <w:pStyle w:val="Zpat"/>
            <w:jc w:val="right"/>
            <w:rPr>
              <w:color w:val="000000" w:themeColor="text1"/>
              <w:sz w:val="12"/>
              <w:szCs w:val="12"/>
            </w:rPr>
          </w:pPr>
          <w:r w:rsidRPr="00CB573C">
            <w:rPr>
              <w:caps/>
              <w:color w:val="000000" w:themeColor="text1"/>
              <w:sz w:val="12"/>
              <w:szCs w:val="12"/>
            </w:rPr>
            <w:t>Revize</w:t>
          </w:r>
          <w:r>
            <w:rPr>
              <w:color w:val="000000" w:themeColor="text1"/>
              <w:sz w:val="12"/>
              <w:szCs w:val="12"/>
            </w:rPr>
            <w:t xml:space="preserve">: </w:t>
          </w:r>
          <w:sdt>
            <w:sdtPr>
              <w:rPr>
                <w:color w:val="000000" w:themeColor="text1"/>
                <w:sz w:val="12"/>
                <w:szCs w:val="12"/>
              </w:rPr>
              <w:alias w:val="Revize"/>
              <w:tag w:val="Rev"/>
              <w:id w:val="1803579162"/>
              <w:text/>
            </w:sdtPr>
            <w:sdtEndPr/>
            <w:sdtContent>
              <w:r w:rsidR="002342B4">
                <w:rPr>
                  <w:color w:val="000000" w:themeColor="text1"/>
                  <w:sz w:val="12"/>
                  <w:szCs w:val="12"/>
                </w:rPr>
                <w:t>2</w:t>
              </w:r>
            </w:sdtContent>
          </w:sdt>
        </w:p>
      </w:tc>
    </w:tr>
  </w:tbl>
  <w:p w14:paraId="35CB43C1" w14:textId="77777777" w:rsidR="00C81FAB" w:rsidRPr="00F81B53" w:rsidRDefault="00C81FAB" w:rsidP="00C81FAB">
    <w:pPr>
      <w:pStyle w:val="Zpat"/>
      <w:spacing w:line="100" w:lineRule="exact"/>
      <w:ind w:right="142"/>
      <w:jc w:val="left"/>
      <w:rPr>
        <w:color w:val="000000" w:themeColor="text1"/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4BECB1" w14:textId="77777777" w:rsidR="00874F21" w:rsidRDefault="00874F21" w:rsidP="00207A11">
      <w:r>
        <w:separator/>
      </w:r>
    </w:p>
  </w:footnote>
  <w:footnote w:type="continuationSeparator" w:id="0">
    <w:p w14:paraId="69A01E68" w14:textId="77777777" w:rsidR="00874F21" w:rsidRDefault="00874F21" w:rsidP="00207A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EC784D" w14:textId="77777777" w:rsidR="000F60E2" w:rsidRDefault="000F60E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1C4D57" w14:textId="77777777" w:rsidR="000F60E2" w:rsidRDefault="000F60E2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90D400" w14:textId="77777777" w:rsidR="0066347D" w:rsidRDefault="0066347D" w:rsidP="0093354C">
    <w:pPr>
      <w:pStyle w:val="Zhlav"/>
      <w:tabs>
        <w:tab w:val="clear" w:pos="4536"/>
        <w:tab w:val="clear" w:pos="9072"/>
      </w:tabs>
    </w:pPr>
  </w:p>
  <w:p w14:paraId="1421BEAA" w14:textId="77777777" w:rsidR="0066347D" w:rsidRPr="0093354C" w:rsidRDefault="0066347D" w:rsidP="0093354C">
    <w:pPr>
      <w:pStyle w:val="Zhlav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7046B7" w14:textId="77777777" w:rsidR="00C81FAB" w:rsidRPr="00AE3921" w:rsidRDefault="00C81FAB" w:rsidP="00C81FAB">
    <w:pPr>
      <w:tabs>
        <w:tab w:val="right" w:pos="8505"/>
      </w:tabs>
      <w:spacing w:after="60"/>
      <w:jc w:val="left"/>
      <w:rPr>
        <w:noProof/>
        <w:color w:val="000000" w:themeColor="text1"/>
      </w:rPr>
    </w:pPr>
    <w:r w:rsidRPr="00AE3921">
      <w:rPr>
        <w:noProof/>
        <w:color w:val="000000" w:themeColor="text1"/>
      </w:rPr>
      <w:tab/>
    </w:r>
    <w:r w:rsidRPr="00AE3921">
      <w:rPr>
        <w:noProof/>
        <w:color w:val="000000" w:themeColor="text1"/>
      </w:rPr>
      <mc:AlternateContent>
        <mc:Choice Requires="wpc">
          <w:drawing>
            <wp:inline distT="0" distB="0" distL="0" distR="0" wp14:anchorId="6AFD536D" wp14:editId="1376655A">
              <wp:extent cx="683895" cy="199390"/>
              <wp:effectExtent l="1905" t="6985" r="0" b="3175"/>
              <wp:docPr id="345" name="Plátno 345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Canvas">
                  <wpc:wpc>
                    <wpc:bg>
                      <a:noFill/>
                    </wpc:bg>
                    <wpc:whole/>
                    <wps:wsp>
                      <wps:cNvPr id="333" name="Freeform 195"/>
                      <wps:cNvSpPr>
                        <a:spLocks noEditPoints="1"/>
                      </wps:cNvSpPr>
                      <wps:spPr bwMode="auto">
                        <a:xfrm>
                          <a:off x="507365" y="26670"/>
                          <a:ext cx="176530" cy="172085"/>
                        </a:xfrm>
                        <a:custGeom>
                          <a:avLst/>
                          <a:gdLst>
                            <a:gd name="T0" fmla="*/ 444 w 556"/>
                            <a:gd name="T1" fmla="*/ 423 h 543"/>
                            <a:gd name="T2" fmla="*/ 444 w 556"/>
                            <a:gd name="T3" fmla="*/ 477 h 543"/>
                            <a:gd name="T4" fmla="*/ 112 w 556"/>
                            <a:gd name="T5" fmla="*/ 477 h 543"/>
                            <a:gd name="T6" fmla="*/ 112 w 556"/>
                            <a:gd name="T7" fmla="*/ 423 h 543"/>
                            <a:gd name="T8" fmla="*/ 276 w 556"/>
                            <a:gd name="T9" fmla="*/ 256 h 543"/>
                            <a:gd name="T10" fmla="*/ 444 w 556"/>
                            <a:gd name="T11" fmla="*/ 423 h 543"/>
                            <a:gd name="T12" fmla="*/ 556 w 556"/>
                            <a:gd name="T13" fmla="*/ 181 h 543"/>
                            <a:gd name="T14" fmla="*/ 353 w 556"/>
                            <a:gd name="T15" fmla="*/ 181 h 543"/>
                            <a:gd name="T16" fmla="*/ 485 w 556"/>
                            <a:gd name="T17" fmla="*/ 49 h 543"/>
                            <a:gd name="T18" fmla="*/ 436 w 556"/>
                            <a:gd name="T19" fmla="*/ 4 h 543"/>
                            <a:gd name="T20" fmla="*/ 276 w 556"/>
                            <a:gd name="T21" fmla="*/ 165 h 543"/>
                            <a:gd name="T22" fmla="*/ 114 w 556"/>
                            <a:gd name="T23" fmla="*/ 0 h 543"/>
                            <a:gd name="T24" fmla="*/ 69 w 556"/>
                            <a:gd name="T25" fmla="*/ 47 h 543"/>
                            <a:gd name="T26" fmla="*/ 201 w 556"/>
                            <a:gd name="T27" fmla="*/ 181 h 543"/>
                            <a:gd name="T28" fmla="*/ 0 w 556"/>
                            <a:gd name="T29" fmla="*/ 181 h 543"/>
                            <a:gd name="T30" fmla="*/ 0 w 556"/>
                            <a:gd name="T31" fmla="*/ 243 h 543"/>
                            <a:gd name="T32" fmla="*/ 201 w 556"/>
                            <a:gd name="T33" fmla="*/ 243 h 543"/>
                            <a:gd name="T34" fmla="*/ 46 w 556"/>
                            <a:gd name="T35" fmla="*/ 396 h 543"/>
                            <a:gd name="T36" fmla="*/ 46 w 556"/>
                            <a:gd name="T37" fmla="*/ 543 h 543"/>
                            <a:gd name="T38" fmla="*/ 508 w 556"/>
                            <a:gd name="T39" fmla="*/ 543 h 543"/>
                            <a:gd name="T40" fmla="*/ 508 w 556"/>
                            <a:gd name="T41" fmla="*/ 396 h 543"/>
                            <a:gd name="T42" fmla="*/ 353 w 556"/>
                            <a:gd name="T43" fmla="*/ 243 h 543"/>
                            <a:gd name="T44" fmla="*/ 556 w 556"/>
                            <a:gd name="T45" fmla="*/ 243 h 543"/>
                            <a:gd name="T46" fmla="*/ 556 w 556"/>
                            <a:gd name="T47" fmla="*/ 181 h 54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</a:cxnLst>
                          <a:rect l="0" t="0" r="r" b="b"/>
                          <a:pathLst>
                            <a:path w="556" h="543">
                              <a:moveTo>
                                <a:pt x="444" y="423"/>
                              </a:moveTo>
                              <a:lnTo>
                                <a:pt x="444" y="477"/>
                              </a:lnTo>
                              <a:lnTo>
                                <a:pt x="112" y="477"/>
                              </a:lnTo>
                              <a:lnTo>
                                <a:pt x="112" y="423"/>
                              </a:lnTo>
                              <a:lnTo>
                                <a:pt x="276" y="256"/>
                              </a:lnTo>
                              <a:lnTo>
                                <a:pt x="444" y="423"/>
                              </a:lnTo>
                              <a:close/>
                              <a:moveTo>
                                <a:pt x="556" y="181"/>
                              </a:moveTo>
                              <a:lnTo>
                                <a:pt x="353" y="181"/>
                              </a:lnTo>
                              <a:lnTo>
                                <a:pt x="485" y="49"/>
                              </a:lnTo>
                              <a:lnTo>
                                <a:pt x="436" y="4"/>
                              </a:lnTo>
                              <a:lnTo>
                                <a:pt x="276" y="165"/>
                              </a:lnTo>
                              <a:lnTo>
                                <a:pt x="114" y="0"/>
                              </a:lnTo>
                              <a:lnTo>
                                <a:pt x="69" y="47"/>
                              </a:lnTo>
                              <a:lnTo>
                                <a:pt x="201" y="181"/>
                              </a:lnTo>
                              <a:lnTo>
                                <a:pt x="0" y="181"/>
                              </a:lnTo>
                              <a:lnTo>
                                <a:pt x="0" y="243"/>
                              </a:lnTo>
                              <a:lnTo>
                                <a:pt x="201" y="243"/>
                              </a:lnTo>
                              <a:lnTo>
                                <a:pt x="46" y="396"/>
                              </a:lnTo>
                              <a:lnTo>
                                <a:pt x="46" y="543"/>
                              </a:lnTo>
                              <a:lnTo>
                                <a:pt x="508" y="543"/>
                              </a:lnTo>
                              <a:lnTo>
                                <a:pt x="508" y="396"/>
                              </a:lnTo>
                              <a:lnTo>
                                <a:pt x="353" y="243"/>
                              </a:lnTo>
                              <a:lnTo>
                                <a:pt x="556" y="243"/>
                              </a:lnTo>
                              <a:lnTo>
                                <a:pt x="556" y="18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34" name="Freeform 196"/>
                      <wps:cNvSpPr>
                        <a:spLocks/>
                      </wps:cNvSpPr>
                      <wps:spPr bwMode="auto">
                        <a:xfrm>
                          <a:off x="574675" y="0"/>
                          <a:ext cx="41910" cy="41910"/>
                        </a:xfrm>
                        <a:custGeom>
                          <a:avLst/>
                          <a:gdLst>
                            <a:gd name="T0" fmla="*/ 131 w 131"/>
                            <a:gd name="T1" fmla="*/ 66 h 132"/>
                            <a:gd name="T2" fmla="*/ 131 w 131"/>
                            <a:gd name="T3" fmla="*/ 66 h 132"/>
                            <a:gd name="T4" fmla="*/ 130 w 131"/>
                            <a:gd name="T5" fmla="*/ 79 h 132"/>
                            <a:gd name="T6" fmla="*/ 126 w 131"/>
                            <a:gd name="T7" fmla="*/ 93 h 132"/>
                            <a:gd name="T8" fmla="*/ 120 w 131"/>
                            <a:gd name="T9" fmla="*/ 103 h 132"/>
                            <a:gd name="T10" fmla="*/ 112 w 131"/>
                            <a:gd name="T11" fmla="*/ 112 h 132"/>
                            <a:gd name="T12" fmla="*/ 103 w 131"/>
                            <a:gd name="T13" fmla="*/ 120 h 132"/>
                            <a:gd name="T14" fmla="*/ 91 w 131"/>
                            <a:gd name="T15" fmla="*/ 128 h 132"/>
                            <a:gd name="T16" fmla="*/ 79 w 131"/>
                            <a:gd name="T17" fmla="*/ 132 h 132"/>
                            <a:gd name="T18" fmla="*/ 66 w 131"/>
                            <a:gd name="T19" fmla="*/ 132 h 132"/>
                            <a:gd name="T20" fmla="*/ 66 w 131"/>
                            <a:gd name="T21" fmla="*/ 132 h 132"/>
                            <a:gd name="T22" fmla="*/ 52 w 131"/>
                            <a:gd name="T23" fmla="*/ 132 h 132"/>
                            <a:gd name="T24" fmla="*/ 41 w 131"/>
                            <a:gd name="T25" fmla="*/ 128 h 132"/>
                            <a:gd name="T26" fmla="*/ 29 w 131"/>
                            <a:gd name="T27" fmla="*/ 120 h 132"/>
                            <a:gd name="T28" fmla="*/ 19 w 131"/>
                            <a:gd name="T29" fmla="*/ 112 h 132"/>
                            <a:gd name="T30" fmla="*/ 12 w 131"/>
                            <a:gd name="T31" fmla="*/ 103 h 132"/>
                            <a:gd name="T32" fmla="*/ 6 w 131"/>
                            <a:gd name="T33" fmla="*/ 93 h 132"/>
                            <a:gd name="T34" fmla="*/ 2 w 131"/>
                            <a:gd name="T35" fmla="*/ 79 h 132"/>
                            <a:gd name="T36" fmla="*/ 0 w 131"/>
                            <a:gd name="T37" fmla="*/ 66 h 132"/>
                            <a:gd name="T38" fmla="*/ 0 w 131"/>
                            <a:gd name="T39" fmla="*/ 66 h 132"/>
                            <a:gd name="T40" fmla="*/ 2 w 131"/>
                            <a:gd name="T41" fmla="*/ 52 h 132"/>
                            <a:gd name="T42" fmla="*/ 6 w 131"/>
                            <a:gd name="T43" fmla="*/ 41 h 132"/>
                            <a:gd name="T44" fmla="*/ 12 w 131"/>
                            <a:gd name="T45" fmla="*/ 29 h 132"/>
                            <a:gd name="T46" fmla="*/ 19 w 131"/>
                            <a:gd name="T47" fmla="*/ 19 h 132"/>
                            <a:gd name="T48" fmla="*/ 29 w 131"/>
                            <a:gd name="T49" fmla="*/ 12 h 132"/>
                            <a:gd name="T50" fmla="*/ 41 w 131"/>
                            <a:gd name="T51" fmla="*/ 6 h 132"/>
                            <a:gd name="T52" fmla="*/ 52 w 131"/>
                            <a:gd name="T53" fmla="*/ 2 h 132"/>
                            <a:gd name="T54" fmla="*/ 66 w 131"/>
                            <a:gd name="T55" fmla="*/ 0 h 132"/>
                            <a:gd name="T56" fmla="*/ 66 w 131"/>
                            <a:gd name="T57" fmla="*/ 0 h 132"/>
                            <a:gd name="T58" fmla="*/ 79 w 131"/>
                            <a:gd name="T59" fmla="*/ 2 h 132"/>
                            <a:gd name="T60" fmla="*/ 91 w 131"/>
                            <a:gd name="T61" fmla="*/ 6 h 132"/>
                            <a:gd name="T62" fmla="*/ 103 w 131"/>
                            <a:gd name="T63" fmla="*/ 12 h 132"/>
                            <a:gd name="T64" fmla="*/ 112 w 131"/>
                            <a:gd name="T65" fmla="*/ 19 h 132"/>
                            <a:gd name="T66" fmla="*/ 120 w 131"/>
                            <a:gd name="T67" fmla="*/ 29 h 132"/>
                            <a:gd name="T68" fmla="*/ 126 w 131"/>
                            <a:gd name="T69" fmla="*/ 41 h 132"/>
                            <a:gd name="T70" fmla="*/ 130 w 131"/>
                            <a:gd name="T71" fmla="*/ 52 h 132"/>
                            <a:gd name="T72" fmla="*/ 131 w 131"/>
                            <a:gd name="T73" fmla="*/ 66 h 13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131" h="132">
                              <a:moveTo>
                                <a:pt x="131" y="66"/>
                              </a:moveTo>
                              <a:lnTo>
                                <a:pt x="131" y="66"/>
                              </a:lnTo>
                              <a:lnTo>
                                <a:pt x="130" y="79"/>
                              </a:lnTo>
                              <a:lnTo>
                                <a:pt x="126" y="93"/>
                              </a:lnTo>
                              <a:lnTo>
                                <a:pt x="120" y="103"/>
                              </a:lnTo>
                              <a:lnTo>
                                <a:pt x="112" y="112"/>
                              </a:lnTo>
                              <a:lnTo>
                                <a:pt x="103" y="120"/>
                              </a:lnTo>
                              <a:lnTo>
                                <a:pt x="91" y="128"/>
                              </a:lnTo>
                              <a:lnTo>
                                <a:pt x="79" y="132"/>
                              </a:lnTo>
                              <a:lnTo>
                                <a:pt x="66" y="132"/>
                              </a:lnTo>
                              <a:lnTo>
                                <a:pt x="52" y="132"/>
                              </a:lnTo>
                              <a:lnTo>
                                <a:pt x="41" y="128"/>
                              </a:lnTo>
                              <a:lnTo>
                                <a:pt x="29" y="120"/>
                              </a:lnTo>
                              <a:lnTo>
                                <a:pt x="19" y="112"/>
                              </a:lnTo>
                              <a:lnTo>
                                <a:pt x="12" y="103"/>
                              </a:lnTo>
                              <a:lnTo>
                                <a:pt x="6" y="93"/>
                              </a:lnTo>
                              <a:lnTo>
                                <a:pt x="2" y="79"/>
                              </a:lnTo>
                              <a:lnTo>
                                <a:pt x="0" y="66"/>
                              </a:lnTo>
                              <a:lnTo>
                                <a:pt x="2" y="52"/>
                              </a:lnTo>
                              <a:lnTo>
                                <a:pt x="6" y="41"/>
                              </a:lnTo>
                              <a:lnTo>
                                <a:pt x="12" y="29"/>
                              </a:lnTo>
                              <a:lnTo>
                                <a:pt x="19" y="19"/>
                              </a:lnTo>
                              <a:lnTo>
                                <a:pt x="29" y="12"/>
                              </a:lnTo>
                              <a:lnTo>
                                <a:pt x="41" y="6"/>
                              </a:lnTo>
                              <a:lnTo>
                                <a:pt x="52" y="2"/>
                              </a:lnTo>
                              <a:lnTo>
                                <a:pt x="66" y="0"/>
                              </a:lnTo>
                              <a:lnTo>
                                <a:pt x="79" y="2"/>
                              </a:lnTo>
                              <a:lnTo>
                                <a:pt x="91" y="6"/>
                              </a:lnTo>
                              <a:lnTo>
                                <a:pt x="103" y="12"/>
                              </a:lnTo>
                              <a:lnTo>
                                <a:pt x="112" y="19"/>
                              </a:lnTo>
                              <a:lnTo>
                                <a:pt x="120" y="29"/>
                              </a:lnTo>
                              <a:lnTo>
                                <a:pt x="126" y="41"/>
                              </a:lnTo>
                              <a:lnTo>
                                <a:pt x="130" y="52"/>
                              </a:lnTo>
                              <a:lnTo>
                                <a:pt x="131" y="6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DC002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35" name="Freeform 197"/>
                      <wps:cNvSpPr>
                        <a:spLocks/>
                      </wps:cNvSpPr>
                      <wps:spPr bwMode="auto">
                        <a:xfrm>
                          <a:off x="574675" y="0"/>
                          <a:ext cx="41910" cy="41910"/>
                        </a:xfrm>
                        <a:custGeom>
                          <a:avLst/>
                          <a:gdLst>
                            <a:gd name="T0" fmla="*/ 131 w 131"/>
                            <a:gd name="T1" fmla="*/ 66 h 132"/>
                            <a:gd name="T2" fmla="*/ 131 w 131"/>
                            <a:gd name="T3" fmla="*/ 66 h 132"/>
                            <a:gd name="T4" fmla="*/ 130 w 131"/>
                            <a:gd name="T5" fmla="*/ 79 h 132"/>
                            <a:gd name="T6" fmla="*/ 126 w 131"/>
                            <a:gd name="T7" fmla="*/ 93 h 132"/>
                            <a:gd name="T8" fmla="*/ 120 w 131"/>
                            <a:gd name="T9" fmla="*/ 103 h 132"/>
                            <a:gd name="T10" fmla="*/ 112 w 131"/>
                            <a:gd name="T11" fmla="*/ 112 h 132"/>
                            <a:gd name="T12" fmla="*/ 103 w 131"/>
                            <a:gd name="T13" fmla="*/ 120 h 132"/>
                            <a:gd name="T14" fmla="*/ 91 w 131"/>
                            <a:gd name="T15" fmla="*/ 128 h 132"/>
                            <a:gd name="T16" fmla="*/ 79 w 131"/>
                            <a:gd name="T17" fmla="*/ 132 h 132"/>
                            <a:gd name="T18" fmla="*/ 66 w 131"/>
                            <a:gd name="T19" fmla="*/ 132 h 132"/>
                            <a:gd name="T20" fmla="*/ 66 w 131"/>
                            <a:gd name="T21" fmla="*/ 132 h 132"/>
                            <a:gd name="T22" fmla="*/ 52 w 131"/>
                            <a:gd name="T23" fmla="*/ 132 h 132"/>
                            <a:gd name="T24" fmla="*/ 41 w 131"/>
                            <a:gd name="T25" fmla="*/ 128 h 132"/>
                            <a:gd name="T26" fmla="*/ 29 w 131"/>
                            <a:gd name="T27" fmla="*/ 120 h 132"/>
                            <a:gd name="T28" fmla="*/ 19 w 131"/>
                            <a:gd name="T29" fmla="*/ 112 h 132"/>
                            <a:gd name="T30" fmla="*/ 12 w 131"/>
                            <a:gd name="T31" fmla="*/ 103 h 132"/>
                            <a:gd name="T32" fmla="*/ 6 w 131"/>
                            <a:gd name="T33" fmla="*/ 93 h 132"/>
                            <a:gd name="T34" fmla="*/ 2 w 131"/>
                            <a:gd name="T35" fmla="*/ 79 h 132"/>
                            <a:gd name="T36" fmla="*/ 0 w 131"/>
                            <a:gd name="T37" fmla="*/ 66 h 132"/>
                            <a:gd name="T38" fmla="*/ 0 w 131"/>
                            <a:gd name="T39" fmla="*/ 66 h 132"/>
                            <a:gd name="T40" fmla="*/ 2 w 131"/>
                            <a:gd name="T41" fmla="*/ 52 h 132"/>
                            <a:gd name="T42" fmla="*/ 6 w 131"/>
                            <a:gd name="T43" fmla="*/ 41 h 132"/>
                            <a:gd name="T44" fmla="*/ 12 w 131"/>
                            <a:gd name="T45" fmla="*/ 29 h 132"/>
                            <a:gd name="T46" fmla="*/ 19 w 131"/>
                            <a:gd name="T47" fmla="*/ 19 h 132"/>
                            <a:gd name="T48" fmla="*/ 29 w 131"/>
                            <a:gd name="T49" fmla="*/ 12 h 132"/>
                            <a:gd name="T50" fmla="*/ 41 w 131"/>
                            <a:gd name="T51" fmla="*/ 6 h 132"/>
                            <a:gd name="T52" fmla="*/ 52 w 131"/>
                            <a:gd name="T53" fmla="*/ 2 h 132"/>
                            <a:gd name="T54" fmla="*/ 66 w 131"/>
                            <a:gd name="T55" fmla="*/ 0 h 132"/>
                            <a:gd name="T56" fmla="*/ 66 w 131"/>
                            <a:gd name="T57" fmla="*/ 0 h 132"/>
                            <a:gd name="T58" fmla="*/ 79 w 131"/>
                            <a:gd name="T59" fmla="*/ 2 h 132"/>
                            <a:gd name="T60" fmla="*/ 91 w 131"/>
                            <a:gd name="T61" fmla="*/ 6 h 132"/>
                            <a:gd name="T62" fmla="*/ 103 w 131"/>
                            <a:gd name="T63" fmla="*/ 12 h 132"/>
                            <a:gd name="T64" fmla="*/ 112 w 131"/>
                            <a:gd name="T65" fmla="*/ 19 h 132"/>
                            <a:gd name="T66" fmla="*/ 120 w 131"/>
                            <a:gd name="T67" fmla="*/ 29 h 132"/>
                            <a:gd name="T68" fmla="*/ 126 w 131"/>
                            <a:gd name="T69" fmla="*/ 41 h 132"/>
                            <a:gd name="T70" fmla="*/ 130 w 131"/>
                            <a:gd name="T71" fmla="*/ 52 h 132"/>
                            <a:gd name="T72" fmla="*/ 131 w 131"/>
                            <a:gd name="T73" fmla="*/ 66 h 13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131" h="132">
                              <a:moveTo>
                                <a:pt x="131" y="66"/>
                              </a:moveTo>
                              <a:lnTo>
                                <a:pt x="131" y="66"/>
                              </a:lnTo>
                              <a:lnTo>
                                <a:pt x="130" y="79"/>
                              </a:lnTo>
                              <a:lnTo>
                                <a:pt x="126" y="93"/>
                              </a:lnTo>
                              <a:lnTo>
                                <a:pt x="120" y="103"/>
                              </a:lnTo>
                              <a:lnTo>
                                <a:pt x="112" y="112"/>
                              </a:lnTo>
                              <a:lnTo>
                                <a:pt x="103" y="120"/>
                              </a:lnTo>
                              <a:lnTo>
                                <a:pt x="91" y="128"/>
                              </a:lnTo>
                              <a:lnTo>
                                <a:pt x="79" y="132"/>
                              </a:lnTo>
                              <a:lnTo>
                                <a:pt x="66" y="132"/>
                              </a:lnTo>
                              <a:lnTo>
                                <a:pt x="52" y="132"/>
                              </a:lnTo>
                              <a:lnTo>
                                <a:pt x="41" y="128"/>
                              </a:lnTo>
                              <a:lnTo>
                                <a:pt x="29" y="120"/>
                              </a:lnTo>
                              <a:lnTo>
                                <a:pt x="19" y="112"/>
                              </a:lnTo>
                              <a:lnTo>
                                <a:pt x="12" y="103"/>
                              </a:lnTo>
                              <a:lnTo>
                                <a:pt x="6" y="93"/>
                              </a:lnTo>
                              <a:lnTo>
                                <a:pt x="2" y="79"/>
                              </a:lnTo>
                              <a:lnTo>
                                <a:pt x="0" y="66"/>
                              </a:lnTo>
                              <a:lnTo>
                                <a:pt x="2" y="52"/>
                              </a:lnTo>
                              <a:lnTo>
                                <a:pt x="6" y="41"/>
                              </a:lnTo>
                              <a:lnTo>
                                <a:pt x="12" y="29"/>
                              </a:lnTo>
                              <a:lnTo>
                                <a:pt x="19" y="19"/>
                              </a:lnTo>
                              <a:lnTo>
                                <a:pt x="29" y="12"/>
                              </a:lnTo>
                              <a:lnTo>
                                <a:pt x="41" y="6"/>
                              </a:lnTo>
                              <a:lnTo>
                                <a:pt x="52" y="2"/>
                              </a:lnTo>
                              <a:lnTo>
                                <a:pt x="66" y="0"/>
                              </a:lnTo>
                              <a:lnTo>
                                <a:pt x="79" y="2"/>
                              </a:lnTo>
                              <a:lnTo>
                                <a:pt x="91" y="6"/>
                              </a:lnTo>
                              <a:lnTo>
                                <a:pt x="103" y="12"/>
                              </a:lnTo>
                              <a:lnTo>
                                <a:pt x="112" y="19"/>
                              </a:lnTo>
                              <a:lnTo>
                                <a:pt x="120" y="29"/>
                              </a:lnTo>
                              <a:lnTo>
                                <a:pt x="126" y="41"/>
                              </a:lnTo>
                              <a:lnTo>
                                <a:pt x="130" y="52"/>
                              </a:lnTo>
                              <a:lnTo>
                                <a:pt x="131" y="66"/>
                              </a:lnTo>
                            </a:path>
                          </a:pathLst>
                        </a:custGeom>
                        <a:solidFill>
                          <a:schemeClr val="tx1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36" name="Freeform 198"/>
                      <wps:cNvSpPr>
                        <a:spLocks noEditPoints="1"/>
                      </wps:cNvSpPr>
                      <wps:spPr bwMode="auto">
                        <a:xfrm>
                          <a:off x="381000" y="113030"/>
                          <a:ext cx="84455" cy="86360"/>
                        </a:xfrm>
                        <a:custGeom>
                          <a:avLst/>
                          <a:gdLst>
                            <a:gd name="T0" fmla="*/ 133 w 266"/>
                            <a:gd name="T1" fmla="*/ 0 h 271"/>
                            <a:gd name="T2" fmla="*/ 162 w 266"/>
                            <a:gd name="T3" fmla="*/ 2 h 271"/>
                            <a:gd name="T4" fmla="*/ 189 w 266"/>
                            <a:gd name="T5" fmla="*/ 7 h 271"/>
                            <a:gd name="T6" fmla="*/ 212 w 266"/>
                            <a:gd name="T7" fmla="*/ 19 h 271"/>
                            <a:gd name="T8" fmla="*/ 231 w 266"/>
                            <a:gd name="T9" fmla="*/ 35 h 271"/>
                            <a:gd name="T10" fmla="*/ 247 w 266"/>
                            <a:gd name="T11" fmla="*/ 54 h 271"/>
                            <a:gd name="T12" fmla="*/ 257 w 266"/>
                            <a:gd name="T13" fmla="*/ 77 h 271"/>
                            <a:gd name="T14" fmla="*/ 262 w 266"/>
                            <a:gd name="T15" fmla="*/ 104 h 271"/>
                            <a:gd name="T16" fmla="*/ 266 w 266"/>
                            <a:gd name="T17" fmla="*/ 135 h 271"/>
                            <a:gd name="T18" fmla="*/ 260 w 266"/>
                            <a:gd name="T19" fmla="*/ 180 h 271"/>
                            <a:gd name="T20" fmla="*/ 253 w 266"/>
                            <a:gd name="T21" fmla="*/ 205 h 271"/>
                            <a:gd name="T22" fmla="*/ 239 w 266"/>
                            <a:gd name="T23" fmla="*/ 226 h 271"/>
                            <a:gd name="T24" fmla="*/ 222 w 266"/>
                            <a:gd name="T25" fmla="*/ 244 h 271"/>
                            <a:gd name="T26" fmla="*/ 203 w 266"/>
                            <a:gd name="T27" fmla="*/ 257 h 271"/>
                            <a:gd name="T28" fmla="*/ 177 w 266"/>
                            <a:gd name="T29" fmla="*/ 267 h 271"/>
                            <a:gd name="T30" fmla="*/ 148 w 266"/>
                            <a:gd name="T31" fmla="*/ 271 h 271"/>
                            <a:gd name="T32" fmla="*/ 133 w 266"/>
                            <a:gd name="T33" fmla="*/ 271 h 271"/>
                            <a:gd name="T34" fmla="*/ 102 w 266"/>
                            <a:gd name="T35" fmla="*/ 269 h 271"/>
                            <a:gd name="T36" fmla="*/ 75 w 266"/>
                            <a:gd name="T37" fmla="*/ 263 h 271"/>
                            <a:gd name="T38" fmla="*/ 52 w 266"/>
                            <a:gd name="T39" fmla="*/ 252 h 271"/>
                            <a:gd name="T40" fmla="*/ 33 w 266"/>
                            <a:gd name="T41" fmla="*/ 236 h 271"/>
                            <a:gd name="T42" fmla="*/ 19 w 266"/>
                            <a:gd name="T43" fmla="*/ 215 h 271"/>
                            <a:gd name="T44" fmla="*/ 7 w 266"/>
                            <a:gd name="T45" fmla="*/ 192 h 271"/>
                            <a:gd name="T46" fmla="*/ 2 w 266"/>
                            <a:gd name="T47" fmla="*/ 166 h 271"/>
                            <a:gd name="T48" fmla="*/ 0 w 266"/>
                            <a:gd name="T49" fmla="*/ 135 h 271"/>
                            <a:gd name="T50" fmla="*/ 4 w 266"/>
                            <a:gd name="T51" fmla="*/ 91 h 271"/>
                            <a:gd name="T52" fmla="*/ 13 w 266"/>
                            <a:gd name="T53" fmla="*/ 66 h 271"/>
                            <a:gd name="T54" fmla="*/ 25 w 266"/>
                            <a:gd name="T55" fmla="*/ 44 h 271"/>
                            <a:gd name="T56" fmla="*/ 42 w 266"/>
                            <a:gd name="T57" fmla="*/ 27 h 271"/>
                            <a:gd name="T58" fmla="*/ 63 w 266"/>
                            <a:gd name="T59" fmla="*/ 13 h 271"/>
                            <a:gd name="T60" fmla="*/ 89 w 266"/>
                            <a:gd name="T61" fmla="*/ 4 h 271"/>
                            <a:gd name="T62" fmla="*/ 116 w 266"/>
                            <a:gd name="T63" fmla="*/ 0 h 271"/>
                            <a:gd name="T64" fmla="*/ 133 w 266"/>
                            <a:gd name="T65" fmla="*/ 219 h 271"/>
                            <a:gd name="T66" fmla="*/ 146 w 266"/>
                            <a:gd name="T67" fmla="*/ 219 h 271"/>
                            <a:gd name="T68" fmla="*/ 170 w 266"/>
                            <a:gd name="T69" fmla="*/ 205 h 271"/>
                            <a:gd name="T70" fmla="*/ 183 w 266"/>
                            <a:gd name="T71" fmla="*/ 182 h 271"/>
                            <a:gd name="T72" fmla="*/ 189 w 266"/>
                            <a:gd name="T73" fmla="*/ 151 h 271"/>
                            <a:gd name="T74" fmla="*/ 191 w 266"/>
                            <a:gd name="T75" fmla="*/ 135 h 271"/>
                            <a:gd name="T76" fmla="*/ 187 w 266"/>
                            <a:gd name="T77" fmla="*/ 102 h 271"/>
                            <a:gd name="T78" fmla="*/ 177 w 266"/>
                            <a:gd name="T79" fmla="*/ 75 h 271"/>
                            <a:gd name="T80" fmla="*/ 160 w 266"/>
                            <a:gd name="T81" fmla="*/ 58 h 271"/>
                            <a:gd name="T82" fmla="*/ 133 w 266"/>
                            <a:gd name="T83" fmla="*/ 52 h 271"/>
                            <a:gd name="T84" fmla="*/ 118 w 266"/>
                            <a:gd name="T85" fmla="*/ 52 h 271"/>
                            <a:gd name="T86" fmla="*/ 94 w 266"/>
                            <a:gd name="T87" fmla="*/ 66 h 271"/>
                            <a:gd name="T88" fmla="*/ 79 w 266"/>
                            <a:gd name="T89" fmla="*/ 89 h 271"/>
                            <a:gd name="T90" fmla="*/ 73 w 266"/>
                            <a:gd name="T91" fmla="*/ 118 h 271"/>
                            <a:gd name="T92" fmla="*/ 71 w 266"/>
                            <a:gd name="T93" fmla="*/ 135 h 271"/>
                            <a:gd name="T94" fmla="*/ 75 w 266"/>
                            <a:gd name="T95" fmla="*/ 166 h 271"/>
                            <a:gd name="T96" fmla="*/ 85 w 266"/>
                            <a:gd name="T97" fmla="*/ 193 h 271"/>
                            <a:gd name="T98" fmla="*/ 104 w 266"/>
                            <a:gd name="T99" fmla="*/ 213 h 271"/>
                            <a:gd name="T100" fmla="*/ 133 w 266"/>
                            <a:gd name="T101" fmla="*/ 219 h 27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</a:cxnLst>
                          <a:rect l="0" t="0" r="r" b="b"/>
                          <a:pathLst>
                            <a:path w="266" h="271">
                              <a:moveTo>
                                <a:pt x="133" y="0"/>
                              </a:moveTo>
                              <a:lnTo>
                                <a:pt x="133" y="0"/>
                              </a:lnTo>
                              <a:lnTo>
                                <a:pt x="148" y="0"/>
                              </a:lnTo>
                              <a:lnTo>
                                <a:pt x="162" y="2"/>
                              </a:lnTo>
                              <a:lnTo>
                                <a:pt x="177" y="4"/>
                              </a:lnTo>
                              <a:lnTo>
                                <a:pt x="189" y="7"/>
                              </a:lnTo>
                              <a:lnTo>
                                <a:pt x="203" y="13"/>
                              </a:lnTo>
                              <a:lnTo>
                                <a:pt x="212" y="19"/>
                              </a:lnTo>
                              <a:lnTo>
                                <a:pt x="222" y="27"/>
                              </a:lnTo>
                              <a:lnTo>
                                <a:pt x="231" y="35"/>
                              </a:lnTo>
                              <a:lnTo>
                                <a:pt x="239" y="44"/>
                              </a:lnTo>
                              <a:lnTo>
                                <a:pt x="247" y="54"/>
                              </a:lnTo>
                              <a:lnTo>
                                <a:pt x="253" y="66"/>
                              </a:lnTo>
                              <a:lnTo>
                                <a:pt x="257" y="77"/>
                              </a:lnTo>
                              <a:lnTo>
                                <a:pt x="260" y="91"/>
                              </a:lnTo>
                              <a:lnTo>
                                <a:pt x="262" y="104"/>
                              </a:lnTo>
                              <a:lnTo>
                                <a:pt x="266" y="135"/>
                              </a:lnTo>
                              <a:lnTo>
                                <a:pt x="262" y="166"/>
                              </a:lnTo>
                              <a:lnTo>
                                <a:pt x="260" y="180"/>
                              </a:lnTo>
                              <a:lnTo>
                                <a:pt x="257" y="192"/>
                              </a:lnTo>
                              <a:lnTo>
                                <a:pt x="253" y="205"/>
                              </a:lnTo>
                              <a:lnTo>
                                <a:pt x="247" y="215"/>
                              </a:lnTo>
                              <a:lnTo>
                                <a:pt x="239" y="226"/>
                              </a:lnTo>
                              <a:lnTo>
                                <a:pt x="231" y="236"/>
                              </a:lnTo>
                              <a:lnTo>
                                <a:pt x="222" y="244"/>
                              </a:lnTo>
                              <a:lnTo>
                                <a:pt x="212" y="252"/>
                              </a:lnTo>
                              <a:lnTo>
                                <a:pt x="203" y="257"/>
                              </a:lnTo>
                              <a:lnTo>
                                <a:pt x="189" y="263"/>
                              </a:lnTo>
                              <a:lnTo>
                                <a:pt x="177" y="267"/>
                              </a:lnTo>
                              <a:lnTo>
                                <a:pt x="162" y="269"/>
                              </a:lnTo>
                              <a:lnTo>
                                <a:pt x="148" y="271"/>
                              </a:lnTo>
                              <a:lnTo>
                                <a:pt x="133" y="271"/>
                              </a:lnTo>
                              <a:lnTo>
                                <a:pt x="116" y="271"/>
                              </a:lnTo>
                              <a:lnTo>
                                <a:pt x="102" y="269"/>
                              </a:lnTo>
                              <a:lnTo>
                                <a:pt x="89" y="267"/>
                              </a:lnTo>
                              <a:lnTo>
                                <a:pt x="75" y="263"/>
                              </a:lnTo>
                              <a:lnTo>
                                <a:pt x="63" y="257"/>
                              </a:lnTo>
                              <a:lnTo>
                                <a:pt x="52" y="252"/>
                              </a:lnTo>
                              <a:lnTo>
                                <a:pt x="42" y="244"/>
                              </a:lnTo>
                              <a:lnTo>
                                <a:pt x="33" y="236"/>
                              </a:lnTo>
                              <a:lnTo>
                                <a:pt x="25" y="226"/>
                              </a:lnTo>
                              <a:lnTo>
                                <a:pt x="19" y="215"/>
                              </a:lnTo>
                              <a:lnTo>
                                <a:pt x="13" y="205"/>
                              </a:lnTo>
                              <a:lnTo>
                                <a:pt x="7" y="192"/>
                              </a:lnTo>
                              <a:lnTo>
                                <a:pt x="4" y="180"/>
                              </a:lnTo>
                              <a:lnTo>
                                <a:pt x="2" y="166"/>
                              </a:lnTo>
                              <a:lnTo>
                                <a:pt x="0" y="135"/>
                              </a:lnTo>
                              <a:lnTo>
                                <a:pt x="2" y="104"/>
                              </a:lnTo>
                              <a:lnTo>
                                <a:pt x="4" y="91"/>
                              </a:lnTo>
                              <a:lnTo>
                                <a:pt x="7" y="77"/>
                              </a:lnTo>
                              <a:lnTo>
                                <a:pt x="13" y="66"/>
                              </a:lnTo>
                              <a:lnTo>
                                <a:pt x="19" y="54"/>
                              </a:lnTo>
                              <a:lnTo>
                                <a:pt x="25" y="44"/>
                              </a:lnTo>
                              <a:lnTo>
                                <a:pt x="33" y="35"/>
                              </a:lnTo>
                              <a:lnTo>
                                <a:pt x="42" y="27"/>
                              </a:lnTo>
                              <a:lnTo>
                                <a:pt x="52" y="19"/>
                              </a:lnTo>
                              <a:lnTo>
                                <a:pt x="63" y="13"/>
                              </a:lnTo>
                              <a:lnTo>
                                <a:pt x="75" y="7"/>
                              </a:lnTo>
                              <a:lnTo>
                                <a:pt x="89" y="4"/>
                              </a:lnTo>
                              <a:lnTo>
                                <a:pt x="102" y="2"/>
                              </a:lnTo>
                              <a:lnTo>
                                <a:pt x="116" y="0"/>
                              </a:lnTo>
                              <a:lnTo>
                                <a:pt x="133" y="0"/>
                              </a:lnTo>
                              <a:close/>
                              <a:moveTo>
                                <a:pt x="133" y="219"/>
                              </a:moveTo>
                              <a:lnTo>
                                <a:pt x="133" y="219"/>
                              </a:lnTo>
                              <a:lnTo>
                                <a:pt x="146" y="219"/>
                              </a:lnTo>
                              <a:lnTo>
                                <a:pt x="160" y="213"/>
                              </a:lnTo>
                              <a:lnTo>
                                <a:pt x="170" y="205"/>
                              </a:lnTo>
                              <a:lnTo>
                                <a:pt x="177" y="193"/>
                              </a:lnTo>
                              <a:lnTo>
                                <a:pt x="183" y="182"/>
                              </a:lnTo>
                              <a:lnTo>
                                <a:pt x="187" y="166"/>
                              </a:lnTo>
                              <a:lnTo>
                                <a:pt x="189" y="151"/>
                              </a:lnTo>
                              <a:lnTo>
                                <a:pt x="191" y="135"/>
                              </a:lnTo>
                              <a:lnTo>
                                <a:pt x="189" y="118"/>
                              </a:lnTo>
                              <a:lnTo>
                                <a:pt x="187" y="102"/>
                              </a:lnTo>
                              <a:lnTo>
                                <a:pt x="183" y="89"/>
                              </a:lnTo>
                              <a:lnTo>
                                <a:pt x="177" y="75"/>
                              </a:lnTo>
                              <a:lnTo>
                                <a:pt x="170" y="66"/>
                              </a:lnTo>
                              <a:lnTo>
                                <a:pt x="160" y="58"/>
                              </a:lnTo>
                              <a:lnTo>
                                <a:pt x="146" y="52"/>
                              </a:lnTo>
                              <a:lnTo>
                                <a:pt x="133" y="52"/>
                              </a:lnTo>
                              <a:lnTo>
                                <a:pt x="118" y="52"/>
                              </a:lnTo>
                              <a:lnTo>
                                <a:pt x="104" y="58"/>
                              </a:lnTo>
                              <a:lnTo>
                                <a:pt x="94" y="66"/>
                              </a:lnTo>
                              <a:lnTo>
                                <a:pt x="85" y="75"/>
                              </a:lnTo>
                              <a:lnTo>
                                <a:pt x="79" y="89"/>
                              </a:lnTo>
                              <a:lnTo>
                                <a:pt x="75" y="102"/>
                              </a:lnTo>
                              <a:lnTo>
                                <a:pt x="73" y="118"/>
                              </a:lnTo>
                              <a:lnTo>
                                <a:pt x="71" y="135"/>
                              </a:lnTo>
                              <a:lnTo>
                                <a:pt x="73" y="151"/>
                              </a:lnTo>
                              <a:lnTo>
                                <a:pt x="75" y="166"/>
                              </a:lnTo>
                              <a:lnTo>
                                <a:pt x="79" y="182"/>
                              </a:lnTo>
                              <a:lnTo>
                                <a:pt x="85" y="193"/>
                              </a:lnTo>
                              <a:lnTo>
                                <a:pt x="94" y="205"/>
                              </a:lnTo>
                              <a:lnTo>
                                <a:pt x="104" y="213"/>
                              </a:lnTo>
                              <a:lnTo>
                                <a:pt x="118" y="219"/>
                              </a:lnTo>
                              <a:lnTo>
                                <a:pt x="133" y="2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37" name="Freeform 199"/>
                      <wps:cNvSpPr>
                        <a:spLocks/>
                      </wps:cNvSpPr>
                      <wps:spPr bwMode="auto">
                        <a:xfrm>
                          <a:off x="381000" y="113030"/>
                          <a:ext cx="84455" cy="86360"/>
                        </a:xfrm>
                        <a:custGeom>
                          <a:avLst/>
                          <a:gdLst>
                            <a:gd name="T0" fmla="*/ 133 w 266"/>
                            <a:gd name="T1" fmla="*/ 0 h 271"/>
                            <a:gd name="T2" fmla="*/ 162 w 266"/>
                            <a:gd name="T3" fmla="*/ 2 h 271"/>
                            <a:gd name="T4" fmla="*/ 189 w 266"/>
                            <a:gd name="T5" fmla="*/ 7 h 271"/>
                            <a:gd name="T6" fmla="*/ 212 w 266"/>
                            <a:gd name="T7" fmla="*/ 19 h 271"/>
                            <a:gd name="T8" fmla="*/ 231 w 266"/>
                            <a:gd name="T9" fmla="*/ 35 h 271"/>
                            <a:gd name="T10" fmla="*/ 247 w 266"/>
                            <a:gd name="T11" fmla="*/ 54 h 271"/>
                            <a:gd name="T12" fmla="*/ 257 w 266"/>
                            <a:gd name="T13" fmla="*/ 77 h 271"/>
                            <a:gd name="T14" fmla="*/ 262 w 266"/>
                            <a:gd name="T15" fmla="*/ 104 h 271"/>
                            <a:gd name="T16" fmla="*/ 266 w 266"/>
                            <a:gd name="T17" fmla="*/ 135 h 271"/>
                            <a:gd name="T18" fmla="*/ 260 w 266"/>
                            <a:gd name="T19" fmla="*/ 180 h 271"/>
                            <a:gd name="T20" fmla="*/ 253 w 266"/>
                            <a:gd name="T21" fmla="*/ 205 h 271"/>
                            <a:gd name="T22" fmla="*/ 239 w 266"/>
                            <a:gd name="T23" fmla="*/ 226 h 271"/>
                            <a:gd name="T24" fmla="*/ 222 w 266"/>
                            <a:gd name="T25" fmla="*/ 244 h 271"/>
                            <a:gd name="T26" fmla="*/ 203 w 266"/>
                            <a:gd name="T27" fmla="*/ 257 h 271"/>
                            <a:gd name="T28" fmla="*/ 177 w 266"/>
                            <a:gd name="T29" fmla="*/ 267 h 271"/>
                            <a:gd name="T30" fmla="*/ 148 w 266"/>
                            <a:gd name="T31" fmla="*/ 271 h 271"/>
                            <a:gd name="T32" fmla="*/ 133 w 266"/>
                            <a:gd name="T33" fmla="*/ 271 h 271"/>
                            <a:gd name="T34" fmla="*/ 102 w 266"/>
                            <a:gd name="T35" fmla="*/ 269 h 271"/>
                            <a:gd name="T36" fmla="*/ 75 w 266"/>
                            <a:gd name="T37" fmla="*/ 263 h 271"/>
                            <a:gd name="T38" fmla="*/ 52 w 266"/>
                            <a:gd name="T39" fmla="*/ 252 h 271"/>
                            <a:gd name="T40" fmla="*/ 33 w 266"/>
                            <a:gd name="T41" fmla="*/ 236 h 271"/>
                            <a:gd name="T42" fmla="*/ 19 w 266"/>
                            <a:gd name="T43" fmla="*/ 215 h 271"/>
                            <a:gd name="T44" fmla="*/ 7 w 266"/>
                            <a:gd name="T45" fmla="*/ 192 h 271"/>
                            <a:gd name="T46" fmla="*/ 2 w 266"/>
                            <a:gd name="T47" fmla="*/ 166 h 271"/>
                            <a:gd name="T48" fmla="*/ 0 w 266"/>
                            <a:gd name="T49" fmla="*/ 135 h 271"/>
                            <a:gd name="T50" fmla="*/ 4 w 266"/>
                            <a:gd name="T51" fmla="*/ 91 h 271"/>
                            <a:gd name="T52" fmla="*/ 13 w 266"/>
                            <a:gd name="T53" fmla="*/ 66 h 271"/>
                            <a:gd name="T54" fmla="*/ 25 w 266"/>
                            <a:gd name="T55" fmla="*/ 44 h 271"/>
                            <a:gd name="T56" fmla="*/ 42 w 266"/>
                            <a:gd name="T57" fmla="*/ 27 h 271"/>
                            <a:gd name="T58" fmla="*/ 63 w 266"/>
                            <a:gd name="T59" fmla="*/ 13 h 271"/>
                            <a:gd name="T60" fmla="*/ 89 w 266"/>
                            <a:gd name="T61" fmla="*/ 4 h 271"/>
                            <a:gd name="T62" fmla="*/ 116 w 266"/>
                            <a:gd name="T63" fmla="*/ 0 h 27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</a:cxnLst>
                          <a:rect l="0" t="0" r="r" b="b"/>
                          <a:pathLst>
                            <a:path w="266" h="271">
                              <a:moveTo>
                                <a:pt x="133" y="0"/>
                              </a:moveTo>
                              <a:lnTo>
                                <a:pt x="133" y="0"/>
                              </a:lnTo>
                              <a:lnTo>
                                <a:pt x="148" y="0"/>
                              </a:lnTo>
                              <a:lnTo>
                                <a:pt x="162" y="2"/>
                              </a:lnTo>
                              <a:lnTo>
                                <a:pt x="177" y="4"/>
                              </a:lnTo>
                              <a:lnTo>
                                <a:pt x="189" y="7"/>
                              </a:lnTo>
                              <a:lnTo>
                                <a:pt x="203" y="13"/>
                              </a:lnTo>
                              <a:lnTo>
                                <a:pt x="212" y="19"/>
                              </a:lnTo>
                              <a:lnTo>
                                <a:pt x="222" y="27"/>
                              </a:lnTo>
                              <a:lnTo>
                                <a:pt x="231" y="35"/>
                              </a:lnTo>
                              <a:lnTo>
                                <a:pt x="239" y="44"/>
                              </a:lnTo>
                              <a:lnTo>
                                <a:pt x="247" y="54"/>
                              </a:lnTo>
                              <a:lnTo>
                                <a:pt x="253" y="66"/>
                              </a:lnTo>
                              <a:lnTo>
                                <a:pt x="257" y="77"/>
                              </a:lnTo>
                              <a:lnTo>
                                <a:pt x="260" y="91"/>
                              </a:lnTo>
                              <a:lnTo>
                                <a:pt x="262" y="104"/>
                              </a:lnTo>
                              <a:lnTo>
                                <a:pt x="266" y="135"/>
                              </a:lnTo>
                              <a:lnTo>
                                <a:pt x="262" y="166"/>
                              </a:lnTo>
                              <a:lnTo>
                                <a:pt x="260" y="180"/>
                              </a:lnTo>
                              <a:lnTo>
                                <a:pt x="257" y="192"/>
                              </a:lnTo>
                              <a:lnTo>
                                <a:pt x="253" y="205"/>
                              </a:lnTo>
                              <a:lnTo>
                                <a:pt x="247" y="215"/>
                              </a:lnTo>
                              <a:lnTo>
                                <a:pt x="239" y="226"/>
                              </a:lnTo>
                              <a:lnTo>
                                <a:pt x="231" y="236"/>
                              </a:lnTo>
                              <a:lnTo>
                                <a:pt x="222" y="244"/>
                              </a:lnTo>
                              <a:lnTo>
                                <a:pt x="212" y="252"/>
                              </a:lnTo>
                              <a:lnTo>
                                <a:pt x="203" y="257"/>
                              </a:lnTo>
                              <a:lnTo>
                                <a:pt x="189" y="263"/>
                              </a:lnTo>
                              <a:lnTo>
                                <a:pt x="177" y="267"/>
                              </a:lnTo>
                              <a:lnTo>
                                <a:pt x="162" y="269"/>
                              </a:lnTo>
                              <a:lnTo>
                                <a:pt x="148" y="271"/>
                              </a:lnTo>
                              <a:lnTo>
                                <a:pt x="133" y="271"/>
                              </a:lnTo>
                              <a:lnTo>
                                <a:pt x="116" y="271"/>
                              </a:lnTo>
                              <a:lnTo>
                                <a:pt x="102" y="269"/>
                              </a:lnTo>
                              <a:lnTo>
                                <a:pt x="89" y="267"/>
                              </a:lnTo>
                              <a:lnTo>
                                <a:pt x="75" y="263"/>
                              </a:lnTo>
                              <a:lnTo>
                                <a:pt x="63" y="257"/>
                              </a:lnTo>
                              <a:lnTo>
                                <a:pt x="52" y="252"/>
                              </a:lnTo>
                              <a:lnTo>
                                <a:pt x="42" y="244"/>
                              </a:lnTo>
                              <a:lnTo>
                                <a:pt x="33" y="236"/>
                              </a:lnTo>
                              <a:lnTo>
                                <a:pt x="25" y="226"/>
                              </a:lnTo>
                              <a:lnTo>
                                <a:pt x="19" y="215"/>
                              </a:lnTo>
                              <a:lnTo>
                                <a:pt x="13" y="205"/>
                              </a:lnTo>
                              <a:lnTo>
                                <a:pt x="7" y="192"/>
                              </a:lnTo>
                              <a:lnTo>
                                <a:pt x="4" y="180"/>
                              </a:lnTo>
                              <a:lnTo>
                                <a:pt x="2" y="166"/>
                              </a:lnTo>
                              <a:lnTo>
                                <a:pt x="0" y="135"/>
                              </a:lnTo>
                              <a:lnTo>
                                <a:pt x="2" y="104"/>
                              </a:lnTo>
                              <a:lnTo>
                                <a:pt x="4" y="91"/>
                              </a:lnTo>
                              <a:lnTo>
                                <a:pt x="7" y="77"/>
                              </a:lnTo>
                              <a:lnTo>
                                <a:pt x="13" y="66"/>
                              </a:lnTo>
                              <a:lnTo>
                                <a:pt x="19" y="54"/>
                              </a:lnTo>
                              <a:lnTo>
                                <a:pt x="25" y="44"/>
                              </a:lnTo>
                              <a:lnTo>
                                <a:pt x="33" y="35"/>
                              </a:lnTo>
                              <a:lnTo>
                                <a:pt x="42" y="27"/>
                              </a:lnTo>
                              <a:lnTo>
                                <a:pt x="52" y="19"/>
                              </a:lnTo>
                              <a:lnTo>
                                <a:pt x="63" y="13"/>
                              </a:lnTo>
                              <a:lnTo>
                                <a:pt x="75" y="7"/>
                              </a:lnTo>
                              <a:lnTo>
                                <a:pt x="89" y="4"/>
                              </a:lnTo>
                              <a:lnTo>
                                <a:pt x="102" y="2"/>
                              </a:lnTo>
                              <a:lnTo>
                                <a:pt x="116" y="0"/>
                              </a:lnTo>
                              <a:lnTo>
                                <a:pt x="133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38" name="Freeform 200"/>
                      <wps:cNvSpPr>
                        <a:spLocks/>
                      </wps:cNvSpPr>
                      <wps:spPr bwMode="auto">
                        <a:xfrm>
                          <a:off x="403860" y="129540"/>
                          <a:ext cx="37465" cy="53340"/>
                        </a:xfrm>
                        <a:custGeom>
                          <a:avLst/>
                          <a:gdLst>
                            <a:gd name="T0" fmla="*/ 62 w 120"/>
                            <a:gd name="T1" fmla="*/ 167 h 167"/>
                            <a:gd name="T2" fmla="*/ 62 w 120"/>
                            <a:gd name="T3" fmla="*/ 167 h 167"/>
                            <a:gd name="T4" fmla="*/ 75 w 120"/>
                            <a:gd name="T5" fmla="*/ 167 h 167"/>
                            <a:gd name="T6" fmla="*/ 89 w 120"/>
                            <a:gd name="T7" fmla="*/ 161 h 167"/>
                            <a:gd name="T8" fmla="*/ 99 w 120"/>
                            <a:gd name="T9" fmla="*/ 153 h 167"/>
                            <a:gd name="T10" fmla="*/ 106 w 120"/>
                            <a:gd name="T11" fmla="*/ 141 h 167"/>
                            <a:gd name="T12" fmla="*/ 112 w 120"/>
                            <a:gd name="T13" fmla="*/ 130 h 167"/>
                            <a:gd name="T14" fmla="*/ 116 w 120"/>
                            <a:gd name="T15" fmla="*/ 114 h 167"/>
                            <a:gd name="T16" fmla="*/ 118 w 120"/>
                            <a:gd name="T17" fmla="*/ 99 h 167"/>
                            <a:gd name="T18" fmla="*/ 120 w 120"/>
                            <a:gd name="T19" fmla="*/ 83 h 167"/>
                            <a:gd name="T20" fmla="*/ 120 w 120"/>
                            <a:gd name="T21" fmla="*/ 83 h 167"/>
                            <a:gd name="T22" fmla="*/ 118 w 120"/>
                            <a:gd name="T23" fmla="*/ 66 h 167"/>
                            <a:gd name="T24" fmla="*/ 116 w 120"/>
                            <a:gd name="T25" fmla="*/ 50 h 167"/>
                            <a:gd name="T26" fmla="*/ 112 w 120"/>
                            <a:gd name="T27" fmla="*/ 37 h 167"/>
                            <a:gd name="T28" fmla="*/ 106 w 120"/>
                            <a:gd name="T29" fmla="*/ 23 h 167"/>
                            <a:gd name="T30" fmla="*/ 99 w 120"/>
                            <a:gd name="T31" fmla="*/ 14 h 167"/>
                            <a:gd name="T32" fmla="*/ 89 w 120"/>
                            <a:gd name="T33" fmla="*/ 6 h 167"/>
                            <a:gd name="T34" fmla="*/ 75 w 120"/>
                            <a:gd name="T35" fmla="*/ 0 h 167"/>
                            <a:gd name="T36" fmla="*/ 62 w 120"/>
                            <a:gd name="T37" fmla="*/ 0 h 167"/>
                            <a:gd name="T38" fmla="*/ 62 w 120"/>
                            <a:gd name="T39" fmla="*/ 0 h 167"/>
                            <a:gd name="T40" fmla="*/ 47 w 120"/>
                            <a:gd name="T41" fmla="*/ 0 h 167"/>
                            <a:gd name="T42" fmla="*/ 33 w 120"/>
                            <a:gd name="T43" fmla="*/ 6 h 167"/>
                            <a:gd name="T44" fmla="*/ 23 w 120"/>
                            <a:gd name="T45" fmla="*/ 14 h 167"/>
                            <a:gd name="T46" fmla="*/ 14 w 120"/>
                            <a:gd name="T47" fmla="*/ 23 h 167"/>
                            <a:gd name="T48" fmla="*/ 8 w 120"/>
                            <a:gd name="T49" fmla="*/ 37 h 167"/>
                            <a:gd name="T50" fmla="*/ 4 w 120"/>
                            <a:gd name="T51" fmla="*/ 50 h 167"/>
                            <a:gd name="T52" fmla="*/ 2 w 120"/>
                            <a:gd name="T53" fmla="*/ 66 h 167"/>
                            <a:gd name="T54" fmla="*/ 0 w 120"/>
                            <a:gd name="T55" fmla="*/ 83 h 167"/>
                            <a:gd name="T56" fmla="*/ 0 w 120"/>
                            <a:gd name="T57" fmla="*/ 83 h 167"/>
                            <a:gd name="T58" fmla="*/ 2 w 120"/>
                            <a:gd name="T59" fmla="*/ 99 h 167"/>
                            <a:gd name="T60" fmla="*/ 4 w 120"/>
                            <a:gd name="T61" fmla="*/ 114 h 167"/>
                            <a:gd name="T62" fmla="*/ 8 w 120"/>
                            <a:gd name="T63" fmla="*/ 130 h 167"/>
                            <a:gd name="T64" fmla="*/ 14 w 120"/>
                            <a:gd name="T65" fmla="*/ 141 h 167"/>
                            <a:gd name="T66" fmla="*/ 23 w 120"/>
                            <a:gd name="T67" fmla="*/ 153 h 167"/>
                            <a:gd name="T68" fmla="*/ 33 w 120"/>
                            <a:gd name="T69" fmla="*/ 161 h 167"/>
                            <a:gd name="T70" fmla="*/ 47 w 120"/>
                            <a:gd name="T71" fmla="*/ 167 h 167"/>
                            <a:gd name="T72" fmla="*/ 62 w 120"/>
                            <a:gd name="T73" fmla="*/ 167 h 16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120" h="167">
                              <a:moveTo>
                                <a:pt x="62" y="167"/>
                              </a:moveTo>
                              <a:lnTo>
                                <a:pt x="62" y="167"/>
                              </a:lnTo>
                              <a:lnTo>
                                <a:pt x="75" y="167"/>
                              </a:lnTo>
                              <a:lnTo>
                                <a:pt x="89" y="161"/>
                              </a:lnTo>
                              <a:lnTo>
                                <a:pt x="99" y="153"/>
                              </a:lnTo>
                              <a:lnTo>
                                <a:pt x="106" y="141"/>
                              </a:lnTo>
                              <a:lnTo>
                                <a:pt x="112" y="130"/>
                              </a:lnTo>
                              <a:lnTo>
                                <a:pt x="116" y="114"/>
                              </a:lnTo>
                              <a:lnTo>
                                <a:pt x="118" y="99"/>
                              </a:lnTo>
                              <a:lnTo>
                                <a:pt x="120" y="83"/>
                              </a:lnTo>
                              <a:lnTo>
                                <a:pt x="118" y="66"/>
                              </a:lnTo>
                              <a:lnTo>
                                <a:pt x="116" y="50"/>
                              </a:lnTo>
                              <a:lnTo>
                                <a:pt x="112" y="37"/>
                              </a:lnTo>
                              <a:lnTo>
                                <a:pt x="106" y="23"/>
                              </a:lnTo>
                              <a:lnTo>
                                <a:pt x="99" y="14"/>
                              </a:lnTo>
                              <a:lnTo>
                                <a:pt x="89" y="6"/>
                              </a:lnTo>
                              <a:lnTo>
                                <a:pt x="75" y="0"/>
                              </a:lnTo>
                              <a:lnTo>
                                <a:pt x="62" y="0"/>
                              </a:lnTo>
                              <a:lnTo>
                                <a:pt x="47" y="0"/>
                              </a:lnTo>
                              <a:lnTo>
                                <a:pt x="33" y="6"/>
                              </a:lnTo>
                              <a:lnTo>
                                <a:pt x="23" y="14"/>
                              </a:lnTo>
                              <a:lnTo>
                                <a:pt x="14" y="23"/>
                              </a:lnTo>
                              <a:lnTo>
                                <a:pt x="8" y="37"/>
                              </a:lnTo>
                              <a:lnTo>
                                <a:pt x="4" y="50"/>
                              </a:lnTo>
                              <a:lnTo>
                                <a:pt x="2" y="66"/>
                              </a:lnTo>
                              <a:lnTo>
                                <a:pt x="0" y="83"/>
                              </a:lnTo>
                              <a:lnTo>
                                <a:pt x="2" y="99"/>
                              </a:lnTo>
                              <a:lnTo>
                                <a:pt x="4" y="114"/>
                              </a:lnTo>
                              <a:lnTo>
                                <a:pt x="8" y="130"/>
                              </a:lnTo>
                              <a:lnTo>
                                <a:pt x="14" y="141"/>
                              </a:lnTo>
                              <a:lnTo>
                                <a:pt x="23" y="153"/>
                              </a:lnTo>
                              <a:lnTo>
                                <a:pt x="33" y="161"/>
                              </a:lnTo>
                              <a:lnTo>
                                <a:pt x="47" y="167"/>
                              </a:lnTo>
                              <a:lnTo>
                                <a:pt x="62" y="167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39" name="Freeform 201"/>
                      <wps:cNvSpPr>
                        <a:spLocks/>
                      </wps:cNvSpPr>
                      <wps:spPr bwMode="auto">
                        <a:xfrm>
                          <a:off x="291465" y="113030"/>
                          <a:ext cx="73660" cy="86360"/>
                        </a:xfrm>
                        <a:custGeom>
                          <a:avLst/>
                          <a:gdLst>
                            <a:gd name="T0" fmla="*/ 154 w 231"/>
                            <a:gd name="T1" fmla="*/ 0 h 271"/>
                            <a:gd name="T2" fmla="*/ 193 w 231"/>
                            <a:gd name="T3" fmla="*/ 2 h 271"/>
                            <a:gd name="T4" fmla="*/ 226 w 231"/>
                            <a:gd name="T5" fmla="*/ 69 h 271"/>
                            <a:gd name="T6" fmla="*/ 208 w 231"/>
                            <a:gd name="T7" fmla="*/ 62 h 271"/>
                            <a:gd name="T8" fmla="*/ 173 w 231"/>
                            <a:gd name="T9" fmla="*/ 52 h 271"/>
                            <a:gd name="T10" fmla="*/ 156 w 231"/>
                            <a:gd name="T11" fmla="*/ 52 h 271"/>
                            <a:gd name="T12" fmla="*/ 123 w 231"/>
                            <a:gd name="T13" fmla="*/ 58 h 271"/>
                            <a:gd name="T14" fmla="*/ 96 w 231"/>
                            <a:gd name="T15" fmla="*/ 75 h 271"/>
                            <a:gd name="T16" fmla="*/ 79 w 231"/>
                            <a:gd name="T17" fmla="*/ 100 h 271"/>
                            <a:gd name="T18" fmla="*/ 73 w 231"/>
                            <a:gd name="T19" fmla="*/ 135 h 271"/>
                            <a:gd name="T20" fmla="*/ 75 w 231"/>
                            <a:gd name="T21" fmla="*/ 155 h 271"/>
                            <a:gd name="T22" fmla="*/ 87 w 231"/>
                            <a:gd name="T23" fmla="*/ 186 h 271"/>
                            <a:gd name="T24" fmla="*/ 112 w 231"/>
                            <a:gd name="T25" fmla="*/ 207 h 271"/>
                            <a:gd name="T26" fmla="*/ 143 w 231"/>
                            <a:gd name="T27" fmla="*/ 219 h 271"/>
                            <a:gd name="T28" fmla="*/ 162 w 231"/>
                            <a:gd name="T29" fmla="*/ 219 h 271"/>
                            <a:gd name="T30" fmla="*/ 197 w 231"/>
                            <a:gd name="T31" fmla="*/ 215 h 271"/>
                            <a:gd name="T32" fmla="*/ 230 w 231"/>
                            <a:gd name="T33" fmla="*/ 205 h 271"/>
                            <a:gd name="T34" fmla="*/ 231 w 231"/>
                            <a:gd name="T35" fmla="*/ 259 h 271"/>
                            <a:gd name="T36" fmla="*/ 199 w 231"/>
                            <a:gd name="T37" fmla="*/ 269 h 271"/>
                            <a:gd name="T38" fmla="*/ 154 w 231"/>
                            <a:gd name="T39" fmla="*/ 271 h 271"/>
                            <a:gd name="T40" fmla="*/ 127 w 231"/>
                            <a:gd name="T41" fmla="*/ 271 h 271"/>
                            <a:gd name="T42" fmla="*/ 87 w 231"/>
                            <a:gd name="T43" fmla="*/ 261 h 271"/>
                            <a:gd name="T44" fmla="*/ 61 w 231"/>
                            <a:gd name="T45" fmla="*/ 250 h 271"/>
                            <a:gd name="T46" fmla="*/ 40 w 231"/>
                            <a:gd name="T47" fmla="*/ 232 h 271"/>
                            <a:gd name="T48" fmla="*/ 21 w 231"/>
                            <a:gd name="T49" fmla="*/ 213 h 271"/>
                            <a:gd name="T50" fmla="*/ 7 w 231"/>
                            <a:gd name="T51" fmla="*/ 186 h 271"/>
                            <a:gd name="T52" fmla="*/ 2 w 231"/>
                            <a:gd name="T53" fmla="*/ 153 h 271"/>
                            <a:gd name="T54" fmla="*/ 0 w 231"/>
                            <a:gd name="T55" fmla="*/ 135 h 271"/>
                            <a:gd name="T56" fmla="*/ 3 w 231"/>
                            <a:gd name="T57" fmla="*/ 102 h 271"/>
                            <a:gd name="T58" fmla="*/ 11 w 231"/>
                            <a:gd name="T59" fmla="*/ 75 h 271"/>
                            <a:gd name="T60" fmla="*/ 27 w 231"/>
                            <a:gd name="T61" fmla="*/ 52 h 271"/>
                            <a:gd name="T62" fmla="*/ 44 w 231"/>
                            <a:gd name="T63" fmla="*/ 33 h 271"/>
                            <a:gd name="T64" fmla="*/ 67 w 231"/>
                            <a:gd name="T65" fmla="*/ 17 h 271"/>
                            <a:gd name="T66" fmla="*/ 92 w 231"/>
                            <a:gd name="T67" fmla="*/ 7 h 271"/>
                            <a:gd name="T68" fmla="*/ 121 w 231"/>
                            <a:gd name="T69" fmla="*/ 2 h 27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231" h="271">
                              <a:moveTo>
                                <a:pt x="154" y="0"/>
                              </a:moveTo>
                              <a:lnTo>
                                <a:pt x="154" y="0"/>
                              </a:lnTo>
                              <a:lnTo>
                                <a:pt x="173" y="0"/>
                              </a:lnTo>
                              <a:lnTo>
                                <a:pt x="193" y="2"/>
                              </a:lnTo>
                              <a:lnTo>
                                <a:pt x="231" y="11"/>
                              </a:lnTo>
                              <a:lnTo>
                                <a:pt x="226" y="69"/>
                              </a:lnTo>
                              <a:lnTo>
                                <a:pt x="208" y="62"/>
                              </a:lnTo>
                              <a:lnTo>
                                <a:pt x="191" y="56"/>
                              </a:lnTo>
                              <a:lnTo>
                                <a:pt x="173" y="52"/>
                              </a:lnTo>
                              <a:lnTo>
                                <a:pt x="156" y="52"/>
                              </a:lnTo>
                              <a:lnTo>
                                <a:pt x="139" y="52"/>
                              </a:lnTo>
                              <a:lnTo>
                                <a:pt x="123" y="58"/>
                              </a:lnTo>
                              <a:lnTo>
                                <a:pt x="108" y="66"/>
                              </a:lnTo>
                              <a:lnTo>
                                <a:pt x="96" y="75"/>
                              </a:lnTo>
                              <a:lnTo>
                                <a:pt x="87" y="87"/>
                              </a:lnTo>
                              <a:lnTo>
                                <a:pt x="79" y="100"/>
                              </a:lnTo>
                              <a:lnTo>
                                <a:pt x="75" y="118"/>
                              </a:lnTo>
                              <a:lnTo>
                                <a:pt x="73" y="135"/>
                              </a:lnTo>
                              <a:lnTo>
                                <a:pt x="75" y="155"/>
                              </a:lnTo>
                              <a:lnTo>
                                <a:pt x="79" y="170"/>
                              </a:lnTo>
                              <a:lnTo>
                                <a:pt x="87" y="186"/>
                              </a:lnTo>
                              <a:lnTo>
                                <a:pt x="98" y="197"/>
                              </a:lnTo>
                              <a:lnTo>
                                <a:pt x="112" y="207"/>
                              </a:lnTo>
                              <a:lnTo>
                                <a:pt x="127" y="213"/>
                              </a:lnTo>
                              <a:lnTo>
                                <a:pt x="143" y="219"/>
                              </a:lnTo>
                              <a:lnTo>
                                <a:pt x="162" y="219"/>
                              </a:lnTo>
                              <a:lnTo>
                                <a:pt x="179" y="219"/>
                              </a:lnTo>
                              <a:lnTo>
                                <a:pt x="197" y="215"/>
                              </a:lnTo>
                              <a:lnTo>
                                <a:pt x="214" y="211"/>
                              </a:lnTo>
                              <a:lnTo>
                                <a:pt x="230" y="205"/>
                              </a:lnTo>
                              <a:lnTo>
                                <a:pt x="231" y="259"/>
                              </a:lnTo>
                              <a:lnTo>
                                <a:pt x="216" y="265"/>
                              </a:lnTo>
                              <a:lnTo>
                                <a:pt x="199" y="269"/>
                              </a:lnTo>
                              <a:lnTo>
                                <a:pt x="177" y="271"/>
                              </a:lnTo>
                              <a:lnTo>
                                <a:pt x="154" y="271"/>
                              </a:lnTo>
                              <a:lnTo>
                                <a:pt x="127" y="271"/>
                              </a:lnTo>
                              <a:lnTo>
                                <a:pt x="100" y="265"/>
                              </a:lnTo>
                              <a:lnTo>
                                <a:pt x="87" y="261"/>
                              </a:lnTo>
                              <a:lnTo>
                                <a:pt x="73" y="255"/>
                              </a:lnTo>
                              <a:lnTo>
                                <a:pt x="61" y="250"/>
                              </a:lnTo>
                              <a:lnTo>
                                <a:pt x="50" y="242"/>
                              </a:lnTo>
                              <a:lnTo>
                                <a:pt x="40" y="232"/>
                              </a:lnTo>
                              <a:lnTo>
                                <a:pt x="31" y="223"/>
                              </a:lnTo>
                              <a:lnTo>
                                <a:pt x="21" y="213"/>
                              </a:lnTo>
                              <a:lnTo>
                                <a:pt x="13" y="199"/>
                              </a:lnTo>
                              <a:lnTo>
                                <a:pt x="7" y="186"/>
                              </a:lnTo>
                              <a:lnTo>
                                <a:pt x="3" y="170"/>
                              </a:lnTo>
                              <a:lnTo>
                                <a:pt x="2" y="153"/>
                              </a:lnTo>
                              <a:lnTo>
                                <a:pt x="0" y="135"/>
                              </a:lnTo>
                              <a:lnTo>
                                <a:pt x="2" y="118"/>
                              </a:lnTo>
                              <a:lnTo>
                                <a:pt x="3" y="102"/>
                              </a:lnTo>
                              <a:lnTo>
                                <a:pt x="7" y="89"/>
                              </a:lnTo>
                              <a:lnTo>
                                <a:pt x="11" y="75"/>
                              </a:lnTo>
                              <a:lnTo>
                                <a:pt x="19" y="62"/>
                              </a:lnTo>
                              <a:lnTo>
                                <a:pt x="27" y="52"/>
                              </a:lnTo>
                              <a:lnTo>
                                <a:pt x="34" y="40"/>
                              </a:lnTo>
                              <a:lnTo>
                                <a:pt x="44" y="33"/>
                              </a:lnTo>
                              <a:lnTo>
                                <a:pt x="56" y="25"/>
                              </a:lnTo>
                              <a:lnTo>
                                <a:pt x="67" y="17"/>
                              </a:lnTo>
                              <a:lnTo>
                                <a:pt x="79" y="11"/>
                              </a:lnTo>
                              <a:lnTo>
                                <a:pt x="92" y="7"/>
                              </a:lnTo>
                              <a:lnTo>
                                <a:pt x="108" y="4"/>
                              </a:lnTo>
                              <a:lnTo>
                                <a:pt x="121" y="2"/>
                              </a:lnTo>
                              <a:lnTo>
                                <a:pt x="15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40" name="Freeform 202"/>
                      <wps:cNvSpPr>
                        <a:spLocks/>
                      </wps:cNvSpPr>
                      <wps:spPr bwMode="auto">
                        <a:xfrm>
                          <a:off x="291465" y="113030"/>
                          <a:ext cx="73660" cy="86360"/>
                        </a:xfrm>
                        <a:custGeom>
                          <a:avLst/>
                          <a:gdLst>
                            <a:gd name="T0" fmla="*/ 154 w 231"/>
                            <a:gd name="T1" fmla="*/ 0 h 271"/>
                            <a:gd name="T2" fmla="*/ 193 w 231"/>
                            <a:gd name="T3" fmla="*/ 2 h 271"/>
                            <a:gd name="T4" fmla="*/ 226 w 231"/>
                            <a:gd name="T5" fmla="*/ 69 h 271"/>
                            <a:gd name="T6" fmla="*/ 208 w 231"/>
                            <a:gd name="T7" fmla="*/ 62 h 271"/>
                            <a:gd name="T8" fmla="*/ 173 w 231"/>
                            <a:gd name="T9" fmla="*/ 52 h 271"/>
                            <a:gd name="T10" fmla="*/ 156 w 231"/>
                            <a:gd name="T11" fmla="*/ 52 h 271"/>
                            <a:gd name="T12" fmla="*/ 123 w 231"/>
                            <a:gd name="T13" fmla="*/ 58 h 271"/>
                            <a:gd name="T14" fmla="*/ 96 w 231"/>
                            <a:gd name="T15" fmla="*/ 75 h 271"/>
                            <a:gd name="T16" fmla="*/ 79 w 231"/>
                            <a:gd name="T17" fmla="*/ 100 h 271"/>
                            <a:gd name="T18" fmla="*/ 73 w 231"/>
                            <a:gd name="T19" fmla="*/ 135 h 271"/>
                            <a:gd name="T20" fmla="*/ 75 w 231"/>
                            <a:gd name="T21" fmla="*/ 155 h 271"/>
                            <a:gd name="T22" fmla="*/ 87 w 231"/>
                            <a:gd name="T23" fmla="*/ 186 h 271"/>
                            <a:gd name="T24" fmla="*/ 112 w 231"/>
                            <a:gd name="T25" fmla="*/ 207 h 271"/>
                            <a:gd name="T26" fmla="*/ 143 w 231"/>
                            <a:gd name="T27" fmla="*/ 219 h 271"/>
                            <a:gd name="T28" fmla="*/ 162 w 231"/>
                            <a:gd name="T29" fmla="*/ 219 h 271"/>
                            <a:gd name="T30" fmla="*/ 197 w 231"/>
                            <a:gd name="T31" fmla="*/ 215 h 271"/>
                            <a:gd name="T32" fmla="*/ 230 w 231"/>
                            <a:gd name="T33" fmla="*/ 205 h 271"/>
                            <a:gd name="T34" fmla="*/ 231 w 231"/>
                            <a:gd name="T35" fmla="*/ 259 h 271"/>
                            <a:gd name="T36" fmla="*/ 199 w 231"/>
                            <a:gd name="T37" fmla="*/ 269 h 271"/>
                            <a:gd name="T38" fmla="*/ 154 w 231"/>
                            <a:gd name="T39" fmla="*/ 271 h 271"/>
                            <a:gd name="T40" fmla="*/ 127 w 231"/>
                            <a:gd name="T41" fmla="*/ 271 h 271"/>
                            <a:gd name="T42" fmla="*/ 87 w 231"/>
                            <a:gd name="T43" fmla="*/ 261 h 271"/>
                            <a:gd name="T44" fmla="*/ 61 w 231"/>
                            <a:gd name="T45" fmla="*/ 250 h 271"/>
                            <a:gd name="T46" fmla="*/ 40 w 231"/>
                            <a:gd name="T47" fmla="*/ 232 h 271"/>
                            <a:gd name="T48" fmla="*/ 21 w 231"/>
                            <a:gd name="T49" fmla="*/ 213 h 271"/>
                            <a:gd name="T50" fmla="*/ 7 w 231"/>
                            <a:gd name="T51" fmla="*/ 186 h 271"/>
                            <a:gd name="T52" fmla="*/ 2 w 231"/>
                            <a:gd name="T53" fmla="*/ 153 h 271"/>
                            <a:gd name="T54" fmla="*/ 0 w 231"/>
                            <a:gd name="T55" fmla="*/ 135 h 271"/>
                            <a:gd name="T56" fmla="*/ 3 w 231"/>
                            <a:gd name="T57" fmla="*/ 102 h 271"/>
                            <a:gd name="T58" fmla="*/ 11 w 231"/>
                            <a:gd name="T59" fmla="*/ 75 h 271"/>
                            <a:gd name="T60" fmla="*/ 27 w 231"/>
                            <a:gd name="T61" fmla="*/ 52 h 271"/>
                            <a:gd name="T62" fmla="*/ 44 w 231"/>
                            <a:gd name="T63" fmla="*/ 33 h 271"/>
                            <a:gd name="T64" fmla="*/ 67 w 231"/>
                            <a:gd name="T65" fmla="*/ 17 h 271"/>
                            <a:gd name="T66" fmla="*/ 92 w 231"/>
                            <a:gd name="T67" fmla="*/ 7 h 271"/>
                            <a:gd name="T68" fmla="*/ 121 w 231"/>
                            <a:gd name="T69" fmla="*/ 2 h 27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231" h="271">
                              <a:moveTo>
                                <a:pt x="154" y="0"/>
                              </a:moveTo>
                              <a:lnTo>
                                <a:pt x="154" y="0"/>
                              </a:lnTo>
                              <a:lnTo>
                                <a:pt x="173" y="0"/>
                              </a:lnTo>
                              <a:lnTo>
                                <a:pt x="193" y="2"/>
                              </a:lnTo>
                              <a:lnTo>
                                <a:pt x="231" y="11"/>
                              </a:lnTo>
                              <a:lnTo>
                                <a:pt x="226" y="69"/>
                              </a:lnTo>
                              <a:lnTo>
                                <a:pt x="208" y="62"/>
                              </a:lnTo>
                              <a:lnTo>
                                <a:pt x="191" y="56"/>
                              </a:lnTo>
                              <a:lnTo>
                                <a:pt x="173" y="52"/>
                              </a:lnTo>
                              <a:lnTo>
                                <a:pt x="156" y="52"/>
                              </a:lnTo>
                              <a:lnTo>
                                <a:pt x="139" y="52"/>
                              </a:lnTo>
                              <a:lnTo>
                                <a:pt x="123" y="58"/>
                              </a:lnTo>
                              <a:lnTo>
                                <a:pt x="108" y="66"/>
                              </a:lnTo>
                              <a:lnTo>
                                <a:pt x="96" y="75"/>
                              </a:lnTo>
                              <a:lnTo>
                                <a:pt x="87" y="87"/>
                              </a:lnTo>
                              <a:lnTo>
                                <a:pt x="79" y="100"/>
                              </a:lnTo>
                              <a:lnTo>
                                <a:pt x="75" y="118"/>
                              </a:lnTo>
                              <a:lnTo>
                                <a:pt x="73" y="135"/>
                              </a:lnTo>
                              <a:lnTo>
                                <a:pt x="75" y="155"/>
                              </a:lnTo>
                              <a:lnTo>
                                <a:pt x="79" y="170"/>
                              </a:lnTo>
                              <a:lnTo>
                                <a:pt x="87" y="186"/>
                              </a:lnTo>
                              <a:lnTo>
                                <a:pt x="98" y="197"/>
                              </a:lnTo>
                              <a:lnTo>
                                <a:pt x="112" y="207"/>
                              </a:lnTo>
                              <a:lnTo>
                                <a:pt x="127" y="213"/>
                              </a:lnTo>
                              <a:lnTo>
                                <a:pt x="143" y="219"/>
                              </a:lnTo>
                              <a:lnTo>
                                <a:pt x="162" y="219"/>
                              </a:lnTo>
                              <a:lnTo>
                                <a:pt x="179" y="219"/>
                              </a:lnTo>
                              <a:lnTo>
                                <a:pt x="197" y="215"/>
                              </a:lnTo>
                              <a:lnTo>
                                <a:pt x="214" y="211"/>
                              </a:lnTo>
                              <a:lnTo>
                                <a:pt x="230" y="205"/>
                              </a:lnTo>
                              <a:lnTo>
                                <a:pt x="231" y="259"/>
                              </a:lnTo>
                              <a:lnTo>
                                <a:pt x="216" y="265"/>
                              </a:lnTo>
                              <a:lnTo>
                                <a:pt x="199" y="269"/>
                              </a:lnTo>
                              <a:lnTo>
                                <a:pt x="177" y="271"/>
                              </a:lnTo>
                              <a:lnTo>
                                <a:pt x="154" y="271"/>
                              </a:lnTo>
                              <a:lnTo>
                                <a:pt x="127" y="271"/>
                              </a:lnTo>
                              <a:lnTo>
                                <a:pt x="100" y="265"/>
                              </a:lnTo>
                              <a:lnTo>
                                <a:pt x="87" y="261"/>
                              </a:lnTo>
                              <a:lnTo>
                                <a:pt x="73" y="255"/>
                              </a:lnTo>
                              <a:lnTo>
                                <a:pt x="61" y="250"/>
                              </a:lnTo>
                              <a:lnTo>
                                <a:pt x="50" y="242"/>
                              </a:lnTo>
                              <a:lnTo>
                                <a:pt x="40" y="232"/>
                              </a:lnTo>
                              <a:lnTo>
                                <a:pt x="31" y="223"/>
                              </a:lnTo>
                              <a:lnTo>
                                <a:pt x="21" y="213"/>
                              </a:lnTo>
                              <a:lnTo>
                                <a:pt x="13" y="199"/>
                              </a:lnTo>
                              <a:lnTo>
                                <a:pt x="7" y="186"/>
                              </a:lnTo>
                              <a:lnTo>
                                <a:pt x="3" y="170"/>
                              </a:lnTo>
                              <a:lnTo>
                                <a:pt x="2" y="153"/>
                              </a:lnTo>
                              <a:lnTo>
                                <a:pt x="0" y="135"/>
                              </a:lnTo>
                              <a:lnTo>
                                <a:pt x="2" y="118"/>
                              </a:lnTo>
                              <a:lnTo>
                                <a:pt x="3" y="102"/>
                              </a:lnTo>
                              <a:lnTo>
                                <a:pt x="7" y="89"/>
                              </a:lnTo>
                              <a:lnTo>
                                <a:pt x="11" y="75"/>
                              </a:lnTo>
                              <a:lnTo>
                                <a:pt x="19" y="62"/>
                              </a:lnTo>
                              <a:lnTo>
                                <a:pt x="27" y="52"/>
                              </a:lnTo>
                              <a:lnTo>
                                <a:pt x="34" y="40"/>
                              </a:lnTo>
                              <a:lnTo>
                                <a:pt x="44" y="33"/>
                              </a:lnTo>
                              <a:lnTo>
                                <a:pt x="56" y="25"/>
                              </a:lnTo>
                              <a:lnTo>
                                <a:pt x="67" y="17"/>
                              </a:lnTo>
                              <a:lnTo>
                                <a:pt x="79" y="11"/>
                              </a:lnTo>
                              <a:lnTo>
                                <a:pt x="92" y="7"/>
                              </a:lnTo>
                              <a:lnTo>
                                <a:pt x="108" y="4"/>
                              </a:lnTo>
                              <a:lnTo>
                                <a:pt x="121" y="2"/>
                              </a:lnTo>
                              <a:lnTo>
                                <a:pt x="154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41" name="Freeform 203"/>
                      <wps:cNvSpPr>
                        <a:spLocks/>
                      </wps:cNvSpPr>
                      <wps:spPr bwMode="auto">
                        <a:xfrm>
                          <a:off x="213995" y="113665"/>
                          <a:ext cx="60325" cy="85090"/>
                        </a:xfrm>
                        <a:custGeom>
                          <a:avLst/>
                          <a:gdLst>
                            <a:gd name="T0" fmla="*/ 0 w 190"/>
                            <a:gd name="T1" fmla="*/ 0 h 267"/>
                            <a:gd name="T2" fmla="*/ 186 w 190"/>
                            <a:gd name="T3" fmla="*/ 0 h 267"/>
                            <a:gd name="T4" fmla="*/ 186 w 190"/>
                            <a:gd name="T5" fmla="*/ 50 h 267"/>
                            <a:gd name="T6" fmla="*/ 68 w 190"/>
                            <a:gd name="T7" fmla="*/ 50 h 267"/>
                            <a:gd name="T8" fmla="*/ 68 w 190"/>
                            <a:gd name="T9" fmla="*/ 104 h 267"/>
                            <a:gd name="T10" fmla="*/ 178 w 190"/>
                            <a:gd name="T11" fmla="*/ 104 h 267"/>
                            <a:gd name="T12" fmla="*/ 178 w 190"/>
                            <a:gd name="T13" fmla="*/ 157 h 267"/>
                            <a:gd name="T14" fmla="*/ 68 w 190"/>
                            <a:gd name="T15" fmla="*/ 157 h 267"/>
                            <a:gd name="T16" fmla="*/ 68 w 190"/>
                            <a:gd name="T17" fmla="*/ 215 h 267"/>
                            <a:gd name="T18" fmla="*/ 190 w 190"/>
                            <a:gd name="T19" fmla="*/ 215 h 267"/>
                            <a:gd name="T20" fmla="*/ 190 w 190"/>
                            <a:gd name="T21" fmla="*/ 267 h 267"/>
                            <a:gd name="T22" fmla="*/ 0 w 190"/>
                            <a:gd name="T23" fmla="*/ 267 h 267"/>
                            <a:gd name="T24" fmla="*/ 0 w 190"/>
                            <a:gd name="T25" fmla="*/ 0 h 26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190" h="267">
                              <a:moveTo>
                                <a:pt x="0" y="0"/>
                              </a:moveTo>
                              <a:lnTo>
                                <a:pt x="186" y="0"/>
                              </a:lnTo>
                              <a:lnTo>
                                <a:pt x="186" y="50"/>
                              </a:lnTo>
                              <a:lnTo>
                                <a:pt x="68" y="50"/>
                              </a:lnTo>
                              <a:lnTo>
                                <a:pt x="68" y="104"/>
                              </a:lnTo>
                              <a:lnTo>
                                <a:pt x="178" y="104"/>
                              </a:lnTo>
                              <a:lnTo>
                                <a:pt x="178" y="157"/>
                              </a:lnTo>
                              <a:lnTo>
                                <a:pt x="68" y="157"/>
                              </a:lnTo>
                              <a:lnTo>
                                <a:pt x="68" y="215"/>
                              </a:lnTo>
                              <a:lnTo>
                                <a:pt x="190" y="215"/>
                              </a:lnTo>
                              <a:lnTo>
                                <a:pt x="190" y="267"/>
                              </a:lnTo>
                              <a:lnTo>
                                <a:pt x="0" y="267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42" name="Freeform 204"/>
                      <wps:cNvSpPr>
                        <a:spLocks/>
                      </wps:cNvSpPr>
                      <wps:spPr bwMode="auto">
                        <a:xfrm>
                          <a:off x="78740" y="113665"/>
                          <a:ext cx="118110" cy="85090"/>
                        </a:xfrm>
                        <a:custGeom>
                          <a:avLst/>
                          <a:gdLst>
                            <a:gd name="T0" fmla="*/ 0 w 373"/>
                            <a:gd name="T1" fmla="*/ 0 h 267"/>
                            <a:gd name="T2" fmla="*/ 72 w 373"/>
                            <a:gd name="T3" fmla="*/ 0 h 267"/>
                            <a:gd name="T4" fmla="*/ 105 w 373"/>
                            <a:gd name="T5" fmla="*/ 203 h 267"/>
                            <a:gd name="T6" fmla="*/ 107 w 373"/>
                            <a:gd name="T7" fmla="*/ 203 h 267"/>
                            <a:gd name="T8" fmla="*/ 141 w 373"/>
                            <a:gd name="T9" fmla="*/ 0 h 267"/>
                            <a:gd name="T10" fmla="*/ 232 w 373"/>
                            <a:gd name="T11" fmla="*/ 0 h 267"/>
                            <a:gd name="T12" fmla="*/ 269 w 373"/>
                            <a:gd name="T13" fmla="*/ 203 h 267"/>
                            <a:gd name="T14" fmla="*/ 304 w 373"/>
                            <a:gd name="T15" fmla="*/ 0 h 267"/>
                            <a:gd name="T16" fmla="*/ 373 w 373"/>
                            <a:gd name="T17" fmla="*/ 0 h 267"/>
                            <a:gd name="T18" fmla="*/ 311 w 373"/>
                            <a:gd name="T19" fmla="*/ 267 h 267"/>
                            <a:gd name="T20" fmla="*/ 222 w 373"/>
                            <a:gd name="T21" fmla="*/ 267 h 267"/>
                            <a:gd name="T22" fmla="*/ 186 w 373"/>
                            <a:gd name="T23" fmla="*/ 62 h 267"/>
                            <a:gd name="T24" fmla="*/ 151 w 373"/>
                            <a:gd name="T25" fmla="*/ 267 h 267"/>
                            <a:gd name="T26" fmla="*/ 58 w 373"/>
                            <a:gd name="T27" fmla="*/ 267 h 267"/>
                            <a:gd name="T28" fmla="*/ 0 w 373"/>
                            <a:gd name="T29" fmla="*/ 0 h 26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373" h="267">
                              <a:moveTo>
                                <a:pt x="0" y="0"/>
                              </a:moveTo>
                              <a:lnTo>
                                <a:pt x="72" y="0"/>
                              </a:lnTo>
                              <a:lnTo>
                                <a:pt x="105" y="203"/>
                              </a:lnTo>
                              <a:lnTo>
                                <a:pt x="107" y="203"/>
                              </a:lnTo>
                              <a:lnTo>
                                <a:pt x="141" y="0"/>
                              </a:lnTo>
                              <a:lnTo>
                                <a:pt x="232" y="0"/>
                              </a:lnTo>
                              <a:lnTo>
                                <a:pt x="269" y="203"/>
                              </a:lnTo>
                              <a:lnTo>
                                <a:pt x="304" y="0"/>
                              </a:lnTo>
                              <a:lnTo>
                                <a:pt x="373" y="0"/>
                              </a:lnTo>
                              <a:lnTo>
                                <a:pt x="311" y="267"/>
                              </a:lnTo>
                              <a:lnTo>
                                <a:pt x="222" y="267"/>
                              </a:lnTo>
                              <a:lnTo>
                                <a:pt x="186" y="62"/>
                              </a:lnTo>
                              <a:lnTo>
                                <a:pt x="151" y="267"/>
                              </a:lnTo>
                              <a:lnTo>
                                <a:pt x="58" y="267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43" name="Freeform 205"/>
                      <wps:cNvSpPr>
                        <a:spLocks/>
                      </wps:cNvSpPr>
                      <wps:spPr bwMode="auto">
                        <a:xfrm>
                          <a:off x="0" y="113030"/>
                          <a:ext cx="63500" cy="86360"/>
                        </a:xfrm>
                        <a:custGeom>
                          <a:avLst/>
                          <a:gdLst>
                            <a:gd name="T0" fmla="*/ 116 w 201"/>
                            <a:gd name="T1" fmla="*/ 0 h 271"/>
                            <a:gd name="T2" fmla="*/ 170 w 201"/>
                            <a:gd name="T3" fmla="*/ 4 h 271"/>
                            <a:gd name="T4" fmla="*/ 180 w 201"/>
                            <a:gd name="T5" fmla="*/ 64 h 271"/>
                            <a:gd name="T6" fmla="*/ 166 w 201"/>
                            <a:gd name="T7" fmla="*/ 58 h 271"/>
                            <a:gd name="T8" fmla="*/ 137 w 201"/>
                            <a:gd name="T9" fmla="*/ 52 h 271"/>
                            <a:gd name="T10" fmla="*/ 122 w 201"/>
                            <a:gd name="T11" fmla="*/ 52 h 271"/>
                            <a:gd name="T12" fmla="*/ 91 w 201"/>
                            <a:gd name="T13" fmla="*/ 54 h 271"/>
                            <a:gd name="T14" fmla="*/ 77 w 201"/>
                            <a:gd name="T15" fmla="*/ 62 h 271"/>
                            <a:gd name="T16" fmla="*/ 73 w 201"/>
                            <a:gd name="T17" fmla="*/ 75 h 271"/>
                            <a:gd name="T18" fmla="*/ 73 w 201"/>
                            <a:gd name="T19" fmla="*/ 81 h 271"/>
                            <a:gd name="T20" fmla="*/ 85 w 201"/>
                            <a:gd name="T21" fmla="*/ 93 h 271"/>
                            <a:gd name="T22" fmla="*/ 114 w 201"/>
                            <a:gd name="T23" fmla="*/ 102 h 271"/>
                            <a:gd name="T24" fmla="*/ 160 w 201"/>
                            <a:gd name="T25" fmla="*/ 120 h 271"/>
                            <a:gd name="T26" fmla="*/ 180 w 201"/>
                            <a:gd name="T27" fmla="*/ 133 h 271"/>
                            <a:gd name="T28" fmla="*/ 195 w 201"/>
                            <a:gd name="T29" fmla="*/ 155 h 271"/>
                            <a:gd name="T30" fmla="*/ 201 w 201"/>
                            <a:gd name="T31" fmla="*/ 184 h 271"/>
                            <a:gd name="T32" fmla="*/ 199 w 201"/>
                            <a:gd name="T33" fmla="*/ 197 h 271"/>
                            <a:gd name="T34" fmla="*/ 195 w 201"/>
                            <a:gd name="T35" fmla="*/ 219 h 271"/>
                            <a:gd name="T36" fmla="*/ 185 w 201"/>
                            <a:gd name="T37" fmla="*/ 236 h 271"/>
                            <a:gd name="T38" fmla="*/ 172 w 201"/>
                            <a:gd name="T39" fmla="*/ 250 h 271"/>
                            <a:gd name="T40" fmla="*/ 147 w 201"/>
                            <a:gd name="T41" fmla="*/ 263 h 271"/>
                            <a:gd name="T42" fmla="*/ 104 w 201"/>
                            <a:gd name="T43" fmla="*/ 271 h 271"/>
                            <a:gd name="T44" fmla="*/ 81 w 201"/>
                            <a:gd name="T45" fmla="*/ 271 h 271"/>
                            <a:gd name="T46" fmla="*/ 43 w 201"/>
                            <a:gd name="T47" fmla="*/ 269 h 271"/>
                            <a:gd name="T48" fmla="*/ 4 w 201"/>
                            <a:gd name="T49" fmla="*/ 259 h 271"/>
                            <a:gd name="T50" fmla="*/ 10 w 201"/>
                            <a:gd name="T51" fmla="*/ 201 h 271"/>
                            <a:gd name="T52" fmla="*/ 43 w 201"/>
                            <a:gd name="T53" fmla="*/ 215 h 271"/>
                            <a:gd name="T54" fmla="*/ 81 w 201"/>
                            <a:gd name="T55" fmla="*/ 219 h 271"/>
                            <a:gd name="T56" fmla="*/ 99 w 201"/>
                            <a:gd name="T57" fmla="*/ 219 h 271"/>
                            <a:gd name="T58" fmla="*/ 118 w 201"/>
                            <a:gd name="T59" fmla="*/ 211 h 271"/>
                            <a:gd name="T60" fmla="*/ 124 w 201"/>
                            <a:gd name="T61" fmla="*/ 201 h 271"/>
                            <a:gd name="T62" fmla="*/ 126 w 201"/>
                            <a:gd name="T63" fmla="*/ 193 h 271"/>
                            <a:gd name="T64" fmla="*/ 120 w 201"/>
                            <a:gd name="T65" fmla="*/ 178 h 271"/>
                            <a:gd name="T66" fmla="*/ 106 w 201"/>
                            <a:gd name="T67" fmla="*/ 168 h 271"/>
                            <a:gd name="T68" fmla="*/ 64 w 201"/>
                            <a:gd name="T69" fmla="*/ 155 h 271"/>
                            <a:gd name="T70" fmla="*/ 29 w 201"/>
                            <a:gd name="T71" fmla="*/ 139 h 271"/>
                            <a:gd name="T72" fmla="*/ 12 w 201"/>
                            <a:gd name="T73" fmla="*/ 122 h 271"/>
                            <a:gd name="T74" fmla="*/ 2 w 201"/>
                            <a:gd name="T75" fmla="*/ 97 h 271"/>
                            <a:gd name="T76" fmla="*/ 0 w 201"/>
                            <a:gd name="T77" fmla="*/ 81 h 271"/>
                            <a:gd name="T78" fmla="*/ 4 w 201"/>
                            <a:gd name="T79" fmla="*/ 58 h 271"/>
                            <a:gd name="T80" fmla="*/ 12 w 201"/>
                            <a:gd name="T81" fmla="*/ 40 h 271"/>
                            <a:gd name="T82" fmla="*/ 23 w 201"/>
                            <a:gd name="T83" fmla="*/ 27 h 271"/>
                            <a:gd name="T84" fmla="*/ 56 w 201"/>
                            <a:gd name="T85" fmla="*/ 7 h 271"/>
                            <a:gd name="T86" fmla="*/ 97 w 201"/>
                            <a:gd name="T87" fmla="*/ 0 h 27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</a:cxnLst>
                          <a:rect l="0" t="0" r="r" b="b"/>
                          <a:pathLst>
                            <a:path w="201" h="271">
                              <a:moveTo>
                                <a:pt x="116" y="0"/>
                              </a:moveTo>
                              <a:lnTo>
                                <a:pt x="116" y="0"/>
                              </a:lnTo>
                              <a:lnTo>
                                <a:pt x="153" y="2"/>
                              </a:lnTo>
                              <a:lnTo>
                                <a:pt x="170" y="4"/>
                              </a:lnTo>
                              <a:lnTo>
                                <a:pt x="185" y="7"/>
                              </a:lnTo>
                              <a:lnTo>
                                <a:pt x="180" y="64"/>
                              </a:lnTo>
                              <a:lnTo>
                                <a:pt x="166" y="58"/>
                              </a:lnTo>
                              <a:lnTo>
                                <a:pt x="153" y="54"/>
                              </a:lnTo>
                              <a:lnTo>
                                <a:pt x="137" y="52"/>
                              </a:lnTo>
                              <a:lnTo>
                                <a:pt x="122" y="52"/>
                              </a:lnTo>
                              <a:lnTo>
                                <a:pt x="106" y="52"/>
                              </a:lnTo>
                              <a:lnTo>
                                <a:pt x="91" y="54"/>
                              </a:lnTo>
                              <a:lnTo>
                                <a:pt x="83" y="56"/>
                              </a:lnTo>
                              <a:lnTo>
                                <a:pt x="77" y="62"/>
                              </a:lnTo>
                              <a:lnTo>
                                <a:pt x="73" y="67"/>
                              </a:lnTo>
                              <a:lnTo>
                                <a:pt x="73" y="75"/>
                              </a:lnTo>
                              <a:lnTo>
                                <a:pt x="73" y="81"/>
                              </a:lnTo>
                              <a:lnTo>
                                <a:pt x="79" y="87"/>
                              </a:lnTo>
                              <a:lnTo>
                                <a:pt x="85" y="93"/>
                              </a:lnTo>
                              <a:lnTo>
                                <a:pt x="93" y="97"/>
                              </a:lnTo>
                              <a:lnTo>
                                <a:pt x="114" y="102"/>
                              </a:lnTo>
                              <a:lnTo>
                                <a:pt x="137" y="110"/>
                              </a:lnTo>
                              <a:lnTo>
                                <a:pt x="160" y="120"/>
                              </a:lnTo>
                              <a:lnTo>
                                <a:pt x="170" y="126"/>
                              </a:lnTo>
                              <a:lnTo>
                                <a:pt x="180" y="133"/>
                              </a:lnTo>
                              <a:lnTo>
                                <a:pt x="189" y="143"/>
                              </a:lnTo>
                              <a:lnTo>
                                <a:pt x="195" y="155"/>
                              </a:lnTo>
                              <a:lnTo>
                                <a:pt x="199" y="168"/>
                              </a:lnTo>
                              <a:lnTo>
                                <a:pt x="201" y="184"/>
                              </a:lnTo>
                              <a:lnTo>
                                <a:pt x="199" y="197"/>
                              </a:lnTo>
                              <a:lnTo>
                                <a:pt x="197" y="209"/>
                              </a:lnTo>
                              <a:lnTo>
                                <a:pt x="195" y="219"/>
                              </a:lnTo>
                              <a:lnTo>
                                <a:pt x="191" y="228"/>
                              </a:lnTo>
                              <a:lnTo>
                                <a:pt x="185" y="236"/>
                              </a:lnTo>
                              <a:lnTo>
                                <a:pt x="180" y="244"/>
                              </a:lnTo>
                              <a:lnTo>
                                <a:pt x="172" y="250"/>
                              </a:lnTo>
                              <a:lnTo>
                                <a:pt x="164" y="254"/>
                              </a:lnTo>
                              <a:lnTo>
                                <a:pt x="147" y="263"/>
                              </a:lnTo>
                              <a:lnTo>
                                <a:pt x="126" y="267"/>
                              </a:lnTo>
                              <a:lnTo>
                                <a:pt x="104" y="271"/>
                              </a:lnTo>
                              <a:lnTo>
                                <a:pt x="81" y="271"/>
                              </a:lnTo>
                              <a:lnTo>
                                <a:pt x="64" y="271"/>
                              </a:lnTo>
                              <a:lnTo>
                                <a:pt x="43" y="269"/>
                              </a:lnTo>
                              <a:lnTo>
                                <a:pt x="21" y="265"/>
                              </a:lnTo>
                              <a:lnTo>
                                <a:pt x="4" y="259"/>
                              </a:lnTo>
                              <a:lnTo>
                                <a:pt x="10" y="201"/>
                              </a:lnTo>
                              <a:lnTo>
                                <a:pt x="25" y="209"/>
                              </a:lnTo>
                              <a:lnTo>
                                <a:pt x="43" y="215"/>
                              </a:lnTo>
                              <a:lnTo>
                                <a:pt x="62" y="219"/>
                              </a:lnTo>
                              <a:lnTo>
                                <a:pt x="81" y="219"/>
                              </a:lnTo>
                              <a:lnTo>
                                <a:pt x="99" y="219"/>
                              </a:lnTo>
                              <a:lnTo>
                                <a:pt x="112" y="215"/>
                              </a:lnTo>
                              <a:lnTo>
                                <a:pt x="118" y="211"/>
                              </a:lnTo>
                              <a:lnTo>
                                <a:pt x="122" y="205"/>
                              </a:lnTo>
                              <a:lnTo>
                                <a:pt x="124" y="201"/>
                              </a:lnTo>
                              <a:lnTo>
                                <a:pt x="126" y="193"/>
                              </a:lnTo>
                              <a:lnTo>
                                <a:pt x="124" y="186"/>
                              </a:lnTo>
                              <a:lnTo>
                                <a:pt x="120" y="178"/>
                              </a:lnTo>
                              <a:lnTo>
                                <a:pt x="114" y="172"/>
                              </a:lnTo>
                              <a:lnTo>
                                <a:pt x="106" y="168"/>
                              </a:lnTo>
                              <a:lnTo>
                                <a:pt x="85" y="161"/>
                              </a:lnTo>
                              <a:lnTo>
                                <a:pt x="64" y="155"/>
                              </a:lnTo>
                              <a:lnTo>
                                <a:pt x="41" y="145"/>
                              </a:lnTo>
                              <a:lnTo>
                                <a:pt x="29" y="139"/>
                              </a:lnTo>
                              <a:lnTo>
                                <a:pt x="19" y="131"/>
                              </a:lnTo>
                              <a:lnTo>
                                <a:pt x="12" y="122"/>
                              </a:lnTo>
                              <a:lnTo>
                                <a:pt x="6" y="110"/>
                              </a:lnTo>
                              <a:lnTo>
                                <a:pt x="2" y="97"/>
                              </a:lnTo>
                              <a:lnTo>
                                <a:pt x="0" y="81"/>
                              </a:lnTo>
                              <a:lnTo>
                                <a:pt x="2" y="69"/>
                              </a:lnTo>
                              <a:lnTo>
                                <a:pt x="4" y="58"/>
                              </a:lnTo>
                              <a:lnTo>
                                <a:pt x="8" y="48"/>
                              </a:lnTo>
                              <a:lnTo>
                                <a:pt x="12" y="40"/>
                              </a:lnTo>
                              <a:lnTo>
                                <a:pt x="17" y="33"/>
                              </a:lnTo>
                              <a:lnTo>
                                <a:pt x="23" y="27"/>
                              </a:lnTo>
                              <a:lnTo>
                                <a:pt x="39" y="15"/>
                              </a:lnTo>
                              <a:lnTo>
                                <a:pt x="56" y="7"/>
                              </a:lnTo>
                              <a:lnTo>
                                <a:pt x="75" y="4"/>
                              </a:lnTo>
                              <a:lnTo>
                                <a:pt x="97" y="0"/>
                              </a:lnTo>
                              <a:lnTo>
                                <a:pt x="11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44" name="Freeform 206"/>
                      <wps:cNvSpPr>
                        <a:spLocks/>
                      </wps:cNvSpPr>
                      <wps:spPr bwMode="auto">
                        <a:xfrm>
                          <a:off x="0" y="113030"/>
                          <a:ext cx="63500" cy="86360"/>
                        </a:xfrm>
                        <a:custGeom>
                          <a:avLst/>
                          <a:gdLst>
                            <a:gd name="T0" fmla="*/ 116 w 201"/>
                            <a:gd name="T1" fmla="*/ 0 h 271"/>
                            <a:gd name="T2" fmla="*/ 170 w 201"/>
                            <a:gd name="T3" fmla="*/ 4 h 271"/>
                            <a:gd name="T4" fmla="*/ 180 w 201"/>
                            <a:gd name="T5" fmla="*/ 64 h 271"/>
                            <a:gd name="T6" fmla="*/ 166 w 201"/>
                            <a:gd name="T7" fmla="*/ 58 h 271"/>
                            <a:gd name="T8" fmla="*/ 137 w 201"/>
                            <a:gd name="T9" fmla="*/ 52 h 271"/>
                            <a:gd name="T10" fmla="*/ 122 w 201"/>
                            <a:gd name="T11" fmla="*/ 52 h 271"/>
                            <a:gd name="T12" fmla="*/ 91 w 201"/>
                            <a:gd name="T13" fmla="*/ 54 h 271"/>
                            <a:gd name="T14" fmla="*/ 77 w 201"/>
                            <a:gd name="T15" fmla="*/ 62 h 271"/>
                            <a:gd name="T16" fmla="*/ 73 w 201"/>
                            <a:gd name="T17" fmla="*/ 75 h 271"/>
                            <a:gd name="T18" fmla="*/ 73 w 201"/>
                            <a:gd name="T19" fmla="*/ 81 h 271"/>
                            <a:gd name="T20" fmla="*/ 85 w 201"/>
                            <a:gd name="T21" fmla="*/ 93 h 271"/>
                            <a:gd name="T22" fmla="*/ 114 w 201"/>
                            <a:gd name="T23" fmla="*/ 102 h 271"/>
                            <a:gd name="T24" fmla="*/ 160 w 201"/>
                            <a:gd name="T25" fmla="*/ 120 h 271"/>
                            <a:gd name="T26" fmla="*/ 180 w 201"/>
                            <a:gd name="T27" fmla="*/ 133 h 271"/>
                            <a:gd name="T28" fmla="*/ 195 w 201"/>
                            <a:gd name="T29" fmla="*/ 155 h 271"/>
                            <a:gd name="T30" fmla="*/ 201 w 201"/>
                            <a:gd name="T31" fmla="*/ 184 h 271"/>
                            <a:gd name="T32" fmla="*/ 199 w 201"/>
                            <a:gd name="T33" fmla="*/ 197 h 271"/>
                            <a:gd name="T34" fmla="*/ 195 w 201"/>
                            <a:gd name="T35" fmla="*/ 219 h 271"/>
                            <a:gd name="T36" fmla="*/ 185 w 201"/>
                            <a:gd name="T37" fmla="*/ 236 h 271"/>
                            <a:gd name="T38" fmla="*/ 172 w 201"/>
                            <a:gd name="T39" fmla="*/ 250 h 271"/>
                            <a:gd name="T40" fmla="*/ 147 w 201"/>
                            <a:gd name="T41" fmla="*/ 263 h 271"/>
                            <a:gd name="T42" fmla="*/ 104 w 201"/>
                            <a:gd name="T43" fmla="*/ 271 h 271"/>
                            <a:gd name="T44" fmla="*/ 81 w 201"/>
                            <a:gd name="T45" fmla="*/ 271 h 271"/>
                            <a:gd name="T46" fmla="*/ 43 w 201"/>
                            <a:gd name="T47" fmla="*/ 269 h 271"/>
                            <a:gd name="T48" fmla="*/ 4 w 201"/>
                            <a:gd name="T49" fmla="*/ 259 h 271"/>
                            <a:gd name="T50" fmla="*/ 10 w 201"/>
                            <a:gd name="T51" fmla="*/ 201 h 271"/>
                            <a:gd name="T52" fmla="*/ 43 w 201"/>
                            <a:gd name="T53" fmla="*/ 215 h 271"/>
                            <a:gd name="T54" fmla="*/ 81 w 201"/>
                            <a:gd name="T55" fmla="*/ 219 h 271"/>
                            <a:gd name="T56" fmla="*/ 99 w 201"/>
                            <a:gd name="T57" fmla="*/ 219 h 271"/>
                            <a:gd name="T58" fmla="*/ 118 w 201"/>
                            <a:gd name="T59" fmla="*/ 211 h 271"/>
                            <a:gd name="T60" fmla="*/ 124 w 201"/>
                            <a:gd name="T61" fmla="*/ 201 h 271"/>
                            <a:gd name="T62" fmla="*/ 126 w 201"/>
                            <a:gd name="T63" fmla="*/ 193 h 271"/>
                            <a:gd name="T64" fmla="*/ 120 w 201"/>
                            <a:gd name="T65" fmla="*/ 178 h 271"/>
                            <a:gd name="T66" fmla="*/ 106 w 201"/>
                            <a:gd name="T67" fmla="*/ 168 h 271"/>
                            <a:gd name="T68" fmla="*/ 64 w 201"/>
                            <a:gd name="T69" fmla="*/ 155 h 271"/>
                            <a:gd name="T70" fmla="*/ 29 w 201"/>
                            <a:gd name="T71" fmla="*/ 139 h 271"/>
                            <a:gd name="T72" fmla="*/ 12 w 201"/>
                            <a:gd name="T73" fmla="*/ 122 h 271"/>
                            <a:gd name="T74" fmla="*/ 2 w 201"/>
                            <a:gd name="T75" fmla="*/ 97 h 271"/>
                            <a:gd name="T76" fmla="*/ 0 w 201"/>
                            <a:gd name="T77" fmla="*/ 81 h 271"/>
                            <a:gd name="T78" fmla="*/ 4 w 201"/>
                            <a:gd name="T79" fmla="*/ 58 h 271"/>
                            <a:gd name="T80" fmla="*/ 12 w 201"/>
                            <a:gd name="T81" fmla="*/ 40 h 271"/>
                            <a:gd name="T82" fmla="*/ 23 w 201"/>
                            <a:gd name="T83" fmla="*/ 27 h 271"/>
                            <a:gd name="T84" fmla="*/ 56 w 201"/>
                            <a:gd name="T85" fmla="*/ 7 h 271"/>
                            <a:gd name="T86" fmla="*/ 97 w 201"/>
                            <a:gd name="T87" fmla="*/ 0 h 27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</a:cxnLst>
                          <a:rect l="0" t="0" r="r" b="b"/>
                          <a:pathLst>
                            <a:path w="201" h="271">
                              <a:moveTo>
                                <a:pt x="116" y="0"/>
                              </a:moveTo>
                              <a:lnTo>
                                <a:pt x="116" y="0"/>
                              </a:lnTo>
                              <a:lnTo>
                                <a:pt x="153" y="2"/>
                              </a:lnTo>
                              <a:lnTo>
                                <a:pt x="170" y="4"/>
                              </a:lnTo>
                              <a:lnTo>
                                <a:pt x="185" y="7"/>
                              </a:lnTo>
                              <a:lnTo>
                                <a:pt x="180" y="64"/>
                              </a:lnTo>
                              <a:lnTo>
                                <a:pt x="166" y="58"/>
                              </a:lnTo>
                              <a:lnTo>
                                <a:pt x="153" y="54"/>
                              </a:lnTo>
                              <a:lnTo>
                                <a:pt x="137" y="52"/>
                              </a:lnTo>
                              <a:lnTo>
                                <a:pt x="122" y="52"/>
                              </a:lnTo>
                              <a:lnTo>
                                <a:pt x="106" y="52"/>
                              </a:lnTo>
                              <a:lnTo>
                                <a:pt x="91" y="54"/>
                              </a:lnTo>
                              <a:lnTo>
                                <a:pt x="83" y="56"/>
                              </a:lnTo>
                              <a:lnTo>
                                <a:pt x="77" y="62"/>
                              </a:lnTo>
                              <a:lnTo>
                                <a:pt x="73" y="67"/>
                              </a:lnTo>
                              <a:lnTo>
                                <a:pt x="73" y="75"/>
                              </a:lnTo>
                              <a:lnTo>
                                <a:pt x="73" y="81"/>
                              </a:lnTo>
                              <a:lnTo>
                                <a:pt x="79" y="87"/>
                              </a:lnTo>
                              <a:lnTo>
                                <a:pt x="85" y="93"/>
                              </a:lnTo>
                              <a:lnTo>
                                <a:pt x="93" y="97"/>
                              </a:lnTo>
                              <a:lnTo>
                                <a:pt x="114" y="102"/>
                              </a:lnTo>
                              <a:lnTo>
                                <a:pt x="137" y="110"/>
                              </a:lnTo>
                              <a:lnTo>
                                <a:pt x="160" y="120"/>
                              </a:lnTo>
                              <a:lnTo>
                                <a:pt x="170" y="126"/>
                              </a:lnTo>
                              <a:lnTo>
                                <a:pt x="180" y="133"/>
                              </a:lnTo>
                              <a:lnTo>
                                <a:pt x="189" y="143"/>
                              </a:lnTo>
                              <a:lnTo>
                                <a:pt x="195" y="155"/>
                              </a:lnTo>
                              <a:lnTo>
                                <a:pt x="199" y="168"/>
                              </a:lnTo>
                              <a:lnTo>
                                <a:pt x="201" y="184"/>
                              </a:lnTo>
                              <a:lnTo>
                                <a:pt x="199" y="197"/>
                              </a:lnTo>
                              <a:lnTo>
                                <a:pt x="197" y="209"/>
                              </a:lnTo>
                              <a:lnTo>
                                <a:pt x="195" y="219"/>
                              </a:lnTo>
                              <a:lnTo>
                                <a:pt x="191" y="228"/>
                              </a:lnTo>
                              <a:lnTo>
                                <a:pt x="185" y="236"/>
                              </a:lnTo>
                              <a:lnTo>
                                <a:pt x="180" y="244"/>
                              </a:lnTo>
                              <a:lnTo>
                                <a:pt x="172" y="250"/>
                              </a:lnTo>
                              <a:lnTo>
                                <a:pt x="164" y="254"/>
                              </a:lnTo>
                              <a:lnTo>
                                <a:pt x="147" y="263"/>
                              </a:lnTo>
                              <a:lnTo>
                                <a:pt x="126" y="267"/>
                              </a:lnTo>
                              <a:lnTo>
                                <a:pt x="104" y="271"/>
                              </a:lnTo>
                              <a:lnTo>
                                <a:pt x="81" y="271"/>
                              </a:lnTo>
                              <a:lnTo>
                                <a:pt x="64" y="271"/>
                              </a:lnTo>
                              <a:lnTo>
                                <a:pt x="43" y="269"/>
                              </a:lnTo>
                              <a:lnTo>
                                <a:pt x="21" y="265"/>
                              </a:lnTo>
                              <a:lnTo>
                                <a:pt x="4" y="259"/>
                              </a:lnTo>
                              <a:lnTo>
                                <a:pt x="10" y="201"/>
                              </a:lnTo>
                              <a:lnTo>
                                <a:pt x="25" y="209"/>
                              </a:lnTo>
                              <a:lnTo>
                                <a:pt x="43" y="215"/>
                              </a:lnTo>
                              <a:lnTo>
                                <a:pt x="62" y="219"/>
                              </a:lnTo>
                              <a:lnTo>
                                <a:pt x="81" y="219"/>
                              </a:lnTo>
                              <a:lnTo>
                                <a:pt x="99" y="219"/>
                              </a:lnTo>
                              <a:lnTo>
                                <a:pt x="112" y="215"/>
                              </a:lnTo>
                              <a:lnTo>
                                <a:pt x="118" y="211"/>
                              </a:lnTo>
                              <a:lnTo>
                                <a:pt x="122" y="205"/>
                              </a:lnTo>
                              <a:lnTo>
                                <a:pt x="124" y="201"/>
                              </a:lnTo>
                              <a:lnTo>
                                <a:pt x="126" y="193"/>
                              </a:lnTo>
                              <a:lnTo>
                                <a:pt x="124" y="186"/>
                              </a:lnTo>
                              <a:lnTo>
                                <a:pt x="120" y="178"/>
                              </a:lnTo>
                              <a:lnTo>
                                <a:pt x="114" y="172"/>
                              </a:lnTo>
                              <a:lnTo>
                                <a:pt x="106" y="168"/>
                              </a:lnTo>
                              <a:lnTo>
                                <a:pt x="85" y="161"/>
                              </a:lnTo>
                              <a:lnTo>
                                <a:pt x="64" y="155"/>
                              </a:lnTo>
                              <a:lnTo>
                                <a:pt x="41" y="145"/>
                              </a:lnTo>
                              <a:lnTo>
                                <a:pt x="29" y="139"/>
                              </a:lnTo>
                              <a:lnTo>
                                <a:pt x="19" y="131"/>
                              </a:lnTo>
                              <a:lnTo>
                                <a:pt x="12" y="122"/>
                              </a:lnTo>
                              <a:lnTo>
                                <a:pt x="6" y="110"/>
                              </a:lnTo>
                              <a:lnTo>
                                <a:pt x="2" y="97"/>
                              </a:lnTo>
                              <a:lnTo>
                                <a:pt x="0" y="81"/>
                              </a:lnTo>
                              <a:lnTo>
                                <a:pt x="2" y="69"/>
                              </a:lnTo>
                              <a:lnTo>
                                <a:pt x="4" y="58"/>
                              </a:lnTo>
                              <a:lnTo>
                                <a:pt x="8" y="48"/>
                              </a:lnTo>
                              <a:lnTo>
                                <a:pt x="12" y="40"/>
                              </a:lnTo>
                              <a:lnTo>
                                <a:pt x="17" y="33"/>
                              </a:lnTo>
                              <a:lnTo>
                                <a:pt x="23" y="27"/>
                              </a:lnTo>
                              <a:lnTo>
                                <a:pt x="39" y="15"/>
                              </a:lnTo>
                              <a:lnTo>
                                <a:pt x="56" y="7"/>
                              </a:lnTo>
                              <a:lnTo>
                                <a:pt x="75" y="4"/>
                              </a:lnTo>
                              <a:lnTo>
                                <a:pt x="97" y="0"/>
                              </a:lnTo>
                              <a:lnTo>
                                <a:pt x="116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c:wpc>
                </a:graphicData>
              </a:graphic>
            </wp:inline>
          </w:drawing>
        </mc:Choice>
        <mc:Fallback>
          <w:pict>
            <v:group w14:anchorId="6138BF42" id="Plátno 345" o:spid="_x0000_s1026" editas="canvas" style="width:53.85pt;height:15.7pt;mso-position-horizontal-relative:char;mso-position-vertical-relative:line" coordsize="6838,19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027" type="#_x0000_t75" style="position:absolute;width:6838;height:1993;visibility:visible;mso-wrap-style:square">
                <v:fill o:detectmouseclick="t"/>
                <v:path o:connecttype="none"/>
              </v:shape>
              <v:shape id="Freeform 195" o:spid="_x0000_s1028" style="position:absolute;left:5073;top:266;width:1765;height:1721;visibility:visible;mso-wrap-style:square;v-text-anchor:top" coordsize="556,5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" path="m444,423r,54l112,477r,-54l276,256,444,423xm556,181r-203,l485,49,436,4,276,165,114,,69,47,201,181,,181r,62l201,243,46,396r,147l508,543r,-147l353,243r203,l556,181xe" fillcolor="black" stroked="f">
                <v:path arrowok="t" o:connecttype="custom" o:connectlocs="140970,134055;140970,151169;35560,151169;35560,134055;87630,81130;140970,134055;176530,57362;112078,57362;153988,15529;138430,1268;87630,52291;36195,0;21908,14895;63818,57362;0,57362;0,77010;63818,77010;14605,125498;14605,172085;161290,172085;161290,125498;112078,77010;176530,77010;176530,57362" o:connectangles="0,0,0,0,0,0,0,0,0,0,0,0,0,0,0,0,0,0,0,0,0,0,0,0"/>
                <o:lock v:ext="edit" verticies="t"/>
              </v:shape>
              <v:shape id="Freeform 196" o:spid="_x0000_s1029" style="position:absolute;left:5746;width:419;height:419;visibility:visible;mso-wrap-style:square;v-text-anchor:top" coordsize="131,1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" path="m131,66r,l130,79r-4,14l120,103r-8,9l103,120r-12,8l79,132r-13,l52,132,41,128,29,120,19,112r-7,-9l6,93,2,79,,66,2,52,6,41,12,29,19,19,29,12,41,6,52,2,66,,79,2,91,6r12,6l112,19r8,10l126,41r4,11l131,66xe" fillcolor="#dc002e" stroked="f">
                <v:path arrowok="t" o:connecttype="custom" o:connectlocs="41910,20955;41910,20955;41590,25083;40310,29528;38391,32703;35831,35560;32952,38100;29113,40640;25274,41910;21115,41910;21115,41910;16636,41910;13117,40640;9278,38100;6079,35560;3839,32703;1920,29528;640,25083;0,20955;0,20955;640,16510;1920,13018;3839,9208;6079,6033;9278,3810;13117,1905;16636,635;21115,0;21115,0;25274,635;29113,1905;32952,3810;35831,6033;38391,9208;40310,13018;41590,16510;41910,20955" o:connectangles="0,0,0,0,0,0,0,0,0,0,0,0,0,0,0,0,0,0,0,0,0,0,0,0,0,0,0,0,0,0,0,0,0,0,0,0,0"/>
              </v:shape>
              <v:shape id="Freeform 197" o:spid="_x0000_s1030" style="position:absolute;left:5746;width:419;height:419;visibility:visible;mso-wrap-style:square;v-text-anchor:top" coordsize="131,1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" path="m131,66r,l130,79r-4,14l120,103r-8,9l103,120r-12,8l79,132r-13,l52,132,41,128,29,120,19,112r-7,-9l6,93,2,79,,66,2,52,6,41,12,29,19,19,29,12,41,6,52,2,66,,79,2,91,6r12,6l112,19r8,10l126,41r4,11l131,66e" fillcolor="black [3213]" stroked="f">
                <v:path arrowok="t" o:connecttype="custom" o:connectlocs="41910,20955;41910,20955;41590,25083;40310,29528;38391,32703;35831,35560;32952,38100;29113,40640;25274,41910;21115,41910;21115,41910;16636,41910;13117,40640;9278,38100;6079,35560;3839,32703;1920,29528;640,25083;0,20955;0,20955;640,16510;1920,13018;3839,9208;6079,6033;9278,3810;13117,1905;16636,635;21115,0;21115,0;25274,635;29113,1905;32952,3810;35831,6033;38391,9208;40310,13018;41590,16510;41910,20955" o:connectangles="0,0,0,0,0,0,0,0,0,0,0,0,0,0,0,0,0,0,0,0,0,0,0,0,0,0,0,0,0,0,0,0,0,0,0,0,0"/>
              </v:shape>
              <v:shape id="Freeform 198" o:spid="_x0000_s1031" style="position:absolute;left:3810;top:1130;width:844;height:863;visibility:visible;mso-wrap-style:square;v-text-anchor:top" coordsize="266,2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" path="m133,r,l148,r14,2l177,4r12,3l203,13r9,6l222,27r9,8l239,44r8,10l253,66r4,11l260,91r2,13l266,135r-4,31l260,180r-3,12l253,205r-6,10l239,226r-8,10l222,244r-10,8l203,257r-14,6l177,267r-15,2l148,271r-15,l116,271r-14,-2l89,267,75,263,63,257,52,252,42,244r-9,-8l25,226,19,215,13,205,7,192,4,180,2,166,,135,2,104,4,91,7,77,13,66,19,54,25,44r8,-9l42,27,52,19,63,13,75,7,89,4,102,2,116,r17,xm133,219r,l146,219r14,-6l170,205r7,-12l183,182r4,-16l189,151r2,-16l189,118r-2,-16l183,89,177,75r-7,-9l160,58,146,52r-13,l118,52r-14,6l94,66r-9,9l79,89r-4,13l73,118r-2,17l73,151r2,15l79,182r6,11l94,205r10,8l118,219r15,xe" fillcolor="black" stroked="f">
                <v:path arrowok="t" o:connecttype="custom" o:connectlocs="42228,0;51435,637;60008,2231;67310,6055;73343,11154;78423,17208;81598,24538;83185,33142;84455,43021;82550,57361;80328,65328;75883,72020;70485,77756;64453,81899;56198,85085;46990,86360;42228,86360;32385,85723;23813,83811;16510,80305;10478,75206;6033,68514;2223,61185;635,52899;0,43021;1270,28999;4128,21032;7938,14022;13335,8604;20003,4143;28258,1275;36830,0;42228,69789;46355,69789;53975,65328;58103,57998;60008,48119;60643,43021;59373,32505;56198,23900;50800,18483;42228,16571;37465,16571;29845,21032;25083,28362;23178,37603;22543,43021;23813,52899;26988,61504;33020,67877;42228,69789" o:connectangles="0,0,0,0,0,0,0,0,0,0,0,0,0,0,0,0,0,0,0,0,0,0,0,0,0,0,0,0,0,0,0,0,0,0,0,0,0,0,0,0,0,0,0,0,0,0,0,0,0,0,0"/>
                <o:lock v:ext="edit" verticies="t"/>
              </v:shape>
              <v:shape id="Freeform 199" o:spid="_x0000_s1032" style="position:absolute;left:3810;top:1130;width:844;height:863;visibility:visible;mso-wrap-style:square;v-text-anchor:top" coordsize="266,2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" path="m133,r,l148,r14,2l177,4r12,3l203,13r9,6l222,27r9,8l239,44r8,10l253,66r4,11l260,91r2,13l266,135r-4,31l260,180r-3,12l253,205r-6,10l239,226r-8,10l222,244r-10,8l203,257r-14,6l177,267r-15,2l148,271r-15,l116,271r-14,-2l89,267,75,263,63,257,52,252,42,244r-9,-8l25,226,19,215,13,205,7,192,4,180,2,166,,135,2,104,4,91,7,77,13,66,19,54,25,44r8,-9l42,27,52,19,63,13,75,7,89,4,102,2,116,r17,e" filled="f" stroked="f">
                <v:path arrowok="t" o:connecttype="custom" o:connectlocs="42228,0;51435,637;60008,2231;67310,6055;73343,11154;78423,17208;81598,24538;83185,33142;84455,43021;82550,57361;80328,65328;75883,72020;70485,77756;64453,81899;56198,85085;46990,86360;42228,86360;32385,85723;23813,83811;16510,80305;10478,75206;6033,68514;2223,61185;635,52899;0,43021;1270,28999;4128,21032;7938,14022;13335,8604;20003,4143;28258,1275;36830,0" o:connectangles="0,0,0,0,0,0,0,0,0,0,0,0,0,0,0,0,0,0,0,0,0,0,0,0,0,0,0,0,0,0,0,0"/>
              </v:shape>
              <v:shape id="Freeform 200" o:spid="_x0000_s1033" style="position:absolute;left:4038;top:1295;width:375;height:533;visibility:visible;mso-wrap-style:square;v-text-anchor:top" coordsize="120,1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" path="m62,167r,l75,167r14,-6l99,153r7,-12l112,130r4,-16l118,99r2,-16l118,66,116,50,112,37,106,23,99,14,89,6,75,,62,,47,,33,6,23,14r-9,9l8,37,4,50,2,66,,83,2,99r2,15l8,130r6,11l23,153r10,8l47,167r15,e" filled="f" stroked="f">
                <v:path arrowok="t" o:connecttype="custom" o:connectlocs="19357,53340;19357,53340;23416,53340;27787,51424;30909,48868;33094,45036;34967,41522;36216,36412;36841,31621;37465,26510;37465,26510;36841,21080;36216,15970;34967,11818;33094,7346;30909,4472;27787,1916;23416,0;19357,0;19357,0;14674,0;10303,1916;7181,4472;4371,7346;2498,11818;1249,15970;624,21080;0,26510;0,26510;624,31621;1249,36412;2498,41522;4371,45036;7181,48868;10303,51424;14674,53340;19357,53340" o:connectangles="0,0,0,0,0,0,0,0,0,0,0,0,0,0,0,0,0,0,0,0,0,0,0,0,0,0,0,0,0,0,0,0,0,0,0,0,0"/>
              </v:shape>
              <v:shape id="Freeform 201" o:spid="_x0000_s1034" style="position:absolute;left:2914;top:1130;width:737;height:863;visibility:visible;mso-wrap-style:square;v-text-anchor:top" coordsize="231,2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" path="m154,r,l173,r20,2l231,11r-5,58l208,62,191,56,173,52r-17,l139,52r-16,6l108,66,96,75,87,87r-8,13l75,118r-2,17l75,155r4,15l87,186r11,11l112,207r15,6l143,219r19,l179,219r18,-4l214,211r16,-6l231,259r-15,6l199,269r-22,2l154,271r-27,l100,265,87,261,73,255,61,250,50,242,40,232r-9,-9l21,213,13,199,7,186,3,170,2,153,,135,2,118,3,102,7,89,11,75,19,62,27,52,34,40,44,33,56,25,67,17,79,11,92,7,108,4,121,2,154,xe" fillcolor="black" stroked="f">
                <v:path arrowok="t" o:connecttype="custom" o:connectlocs="49107,0;61543,637;72066,21988;66326,19758;55165,16571;49744,16571;39222,18483;30612,23900;25191,31867;23278,43021;23916,49394;27742,59273;35714,65965;45599,69789;51658,69789;62818,68514;73341,65328;73660,82536;63456,85723;49107,86360;40497,86360;27742,83173;19451,79668;12755,73932;6696,67877;2232,59273;638,48757;0,43021;957,32505;3508,23900;8610,16571;14030,10516;21365,5417;29336,2231;38584,637" o:connectangles="0,0,0,0,0,0,0,0,0,0,0,0,0,0,0,0,0,0,0,0,0,0,0,0,0,0,0,0,0,0,0,0,0,0,0"/>
              </v:shape>
              <v:shape id="Freeform 202" o:spid="_x0000_s1035" style="position:absolute;left:2914;top:1130;width:737;height:863;visibility:visible;mso-wrap-style:square;v-text-anchor:top" coordsize="231,2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" path="m154,r,l173,r20,2l231,11r-5,58l208,62,191,56,173,52r-17,l139,52r-16,6l108,66,96,75,87,87r-8,13l75,118r-2,17l75,155r4,15l87,186r11,11l112,207r15,6l143,219r19,l179,219r18,-4l214,211r16,-6l231,259r-15,6l199,269r-22,2l154,271r-27,l100,265,87,261,73,255,61,250,50,242,40,232r-9,-9l21,213,13,199,7,186,3,170,2,153,,135,2,118,3,102,7,89,11,75,19,62,27,52,34,40,44,33,56,25,67,17,79,11,92,7,108,4,121,2,154,e" filled="f" stroked="f">
                <v:path arrowok="t" o:connecttype="custom" o:connectlocs="49107,0;61543,637;72066,21988;66326,19758;55165,16571;49744,16571;39222,18483;30612,23900;25191,31867;23278,43021;23916,49394;27742,59273;35714,65965;45599,69789;51658,69789;62818,68514;73341,65328;73660,82536;63456,85723;49107,86360;40497,86360;27742,83173;19451,79668;12755,73932;6696,67877;2232,59273;638,48757;0,43021;957,32505;3508,23900;8610,16571;14030,10516;21365,5417;29336,2231;38584,637" o:connectangles="0,0,0,0,0,0,0,0,0,0,0,0,0,0,0,0,0,0,0,0,0,0,0,0,0,0,0,0,0,0,0,0,0,0,0"/>
              </v:shape>
              <v:shape id="Freeform 203" o:spid="_x0000_s1036" style="position:absolute;left:2139;top:1136;width:604;height:851;visibility:visible;mso-wrap-style:square;v-text-anchor:top" coordsize="190,2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" path="m,l186,r,50l68,50r,54l178,104r,53l68,157r,58l190,215r,52l,267,,xe" fillcolor="black" stroked="f">
                <v:path arrowok="t" o:connecttype="custom" o:connectlocs="0,0;59055,0;59055,15934;21590,15934;21590,33144;56515,33144;56515,50034;21590,50034;21590,68518;60325,68518;60325,85090;0,85090;0,0" o:connectangles="0,0,0,0,0,0,0,0,0,0,0,0,0"/>
              </v:shape>
              <v:shape id="Freeform 204" o:spid="_x0000_s1037" style="position:absolute;left:787;top:1136;width:1181;height:851;visibility:visible;mso-wrap-style:square;v-text-anchor:top" coordsize="373,2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" path="m,l72,r33,203l107,203,141,r91,l269,203,304,r69,l311,267r-89,l186,62,151,267r-93,l,xe" fillcolor="black" stroked="f">
                <v:path arrowok="t" o:connecttype="custom" o:connectlocs="0,0;22799,0;33248,64694;33881,64694;44647,0;73463,0;85179,64694;96261,0;118110,0;98478,85090;70296,85090;58897,19759;47814,85090;18366,85090;0,0" o:connectangles="0,0,0,0,0,0,0,0,0,0,0,0,0,0,0"/>
              </v:shape>
              <v:shape id="Freeform 205" o:spid="_x0000_s1038" style="position:absolute;top:1130;width:635;height:863;visibility:visible;mso-wrap-style:square;v-text-anchor:top" coordsize="201,2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" path="m116,r,l153,2r17,2l185,7r-5,57l166,58,153,54,137,52r-15,l106,52,91,54r-8,2l77,62r-4,5l73,75r,6l79,87r6,6l93,97r21,5l137,110r23,10l170,126r10,7l189,143r6,12l199,168r2,16l199,197r-2,12l195,219r-4,9l185,236r-5,8l172,250r-8,4l147,263r-21,4l104,271r-23,l64,271,43,269,21,265,4,259r6,-58l25,209r18,6l62,219r19,l99,219r13,-4l118,211r4,-6l124,201r2,-8l124,186r-4,-8l114,172r-8,-4l85,161,64,155,41,145,29,139,19,131r-7,-9l6,110,2,97,,81,2,69,4,58,8,48r4,-8l17,33r6,-6l39,15,56,7,75,4,97,r19,xe" fillcolor="black" stroked="f">
                <v:path arrowok="t" o:connecttype="custom" o:connectlocs="36647,0;53706,1275;56866,20395;52443,18483;43281,16571;38542,16571;28749,17208;24326,19758;23062,23900;23062,25812;26853,29636;36015,32505;50547,38241;56866,42383;61604,49394;63500,58636;62868,62778;61604,69789;58445,75206;54338,79668;46440,83811;32856,86360;25590,86360;13585,85723;1264,82536;3159,64053;13585,68514;25590,69789;31276,69789;37279,67240;39174,64053;39806,61504;37910,56724;33488,53537;20219,49394;9162,44295;3791,38878;632,30911;0,25812;1264,18483;3791,12747;7266,8604;17692,2231;30644,0" o:connectangles="0,0,0,0,0,0,0,0,0,0,0,0,0,0,0,0,0,0,0,0,0,0,0,0,0,0,0,0,0,0,0,0,0,0,0,0,0,0,0,0,0,0,0,0"/>
              </v:shape>
              <v:shape id="Freeform 206" o:spid="_x0000_s1039" style="position:absolute;top:1130;width:635;height:863;visibility:visible;mso-wrap-style:square;v-text-anchor:top" coordsize="201,2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" path="m116,r,l153,2r17,2l185,7r-5,57l166,58,153,54,137,52r-15,l106,52,91,54r-8,2l77,62r-4,5l73,75r,6l79,87r6,6l93,97r21,5l137,110r23,10l170,126r10,7l189,143r6,12l199,168r2,16l199,197r-2,12l195,219r-4,9l185,236r-5,8l172,250r-8,4l147,263r-21,4l104,271r-23,l64,271,43,269,21,265,4,259r6,-58l25,209r18,6l62,219r19,l99,219r13,-4l118,211r4,-6l124,201r2,-8l124,186r-4,-8l114,172r-8,-4l85,161,64,155,41,145,29,139,19,131r-7,-9l6,110,2,97,,81,2,69,4,58,8,48r4,-8l17,33r6,-6l39,15,56,7,75,4,97,r19,e" filled="f" stroked="f">
                <v:path arrowok="t" o:connecttype="custom" o:connectlocs="36647,0;53706,1275;56866,20395;52443,18483;43281,16571;38542,16571;28749,17208;24326,19758;23062,23900;23062,25812;26853,29636;36015,32505;50547,38241;56866,42383;61604,49394;63500,58636;62868,62778;61604,69789;58445,75206;54338,79668;46440,83811;32856,86360;25590,86360;13585,85723;1264,82536;3159,64053;13585,68514;25590,69789;31276,69789;37279,67240;39174,64053;39806,61504;37910,56724;33488,53537;20219,49394;9162,44295;3791,38878;632,30911;0,25812;1264,18483;3791,12747;7266,8604;17692,2231;30644,0" o:connectangles="0,0,0,0,0,0,0,0,0,0,0,0,0,0,0,0,0,0,0,0,0,0,0,0,0,0,0,0,0,0,0,0,0,0,0,0,0,0,0,0,0,0,0,0"/>
              </v:shape>
              <w10:anchorlock/>
            </v:group>
          </w:pict>
        </mc:Fallback>
      </mc:AlternateContent>
    </w:r>
  </w:p>
  <w:tbl>
    <w:tblPr>
      <w:tblStyle w:val="Mkatabulky"/>
      <w:tblW w:w="8505" w:type="dxa"/>
      <w:jc w:val="center"/>
      <w:tblBorders>
        <w:left w:val="none" w:sz="0" w:space="0" w:color="auto"/>
        <w:right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103"/>
      <w:gridCol w:w="3402"/>
    </w:tblGrid>
    <w:tr w:rsidR="00C81FAB" w:rsidRPr="00AE3921" w14:paraId="59FB0BF1" w14:textId="77777777" w:rsidTr="00CE562B">
      <w:trPr>
        <w:trHeight w:val="227"/>
        <w:jc w:val="center"/>
      </w:trPr>
      <w:tc>
        <w:tcPr>
          <w:tcW w:w="5103" w:type="dxa"/>
          <w:vAlign w:val="center"/>
        </w:tcPr>
        <w:p w14:paraId="0F559454" w14:textId="713787F2" w:rsidR="00C81FAB" w:rsidRPr="00AE3921" w:rsidRDefault="00874F21" w:rsidP="00CE562B">
          <w:pPr>
            <w:tabs>
              <w:tab w:val="right" w:pos="8505"/>
            </w:tabs>
            <w:jc w:val="left"/>
            <w:rPr>
              <w:color w:val="000000" w:themeColor="text1"/>
              <w:sz w:val="12"/>
              <w:szCs w:val="12"/>
            </w:rPr>
          </w:pPr>
          <w:sdt>
            <w:sdtPr>
              <w:rPr>
                <w:color w:val="000000" w:themeColor="text1"/>
                <w:sz w:val="12"/>
                <w:szCs w:val="12"/>
              </w:rPr>
              <w:alias w:val="Název dokumentace 1"/>
              <w:tag w:val="NazevDok"/>
              <w:id w:val="2029212298"/>
              <w:text/>
            </w:sdtPr>
            <w:sdtEndPr/>
            <w:sdtContent>
              <w:r w:rsidR="0027199C">
                <w:rPr>
                  <w:color w:val="000000" w:themeColor="text1"/>
                  <w:sz w:val="12"/>
                  <w:szCs w:val="12"/>
                </w:rPr>
                <w:t xml:space="preserve">Kalové hospodářství ČOV </w:t>
              </w:r>
              <w:proofErr w:type="gramStart"/>
              <w:r w:rsidR="0027199C">
                <w:rPr>
                  <w:color w:val="000000" w:themeColor="text1"/>
                  <w:sz w:val="12"/>
                  <w:szCs w:val="12"/>
                </w:rPr>
                <w:t>Brno - Modřice</w:t>
              </w:r>
              <w:proofErr w:type="gramEnd"/>
            </w:sdtContent>
          </w:sdt>
          <w:r w:rsidR="00C81FAB" w:rsidRPr="00AE3921">
            <w:rPr>
              <w:color w:val="000000" w:themeColor="text1"/>
              <w:sz w:val="12"/>
              <w:szCs w:val="12"/>
            </w:rPr>
            <w:t xml:space="preserve"> </w:t>
          </w:r>
          <w:sdt>
            <w:sdtPr>
              <w:rPr>
                <w:color w:val="000000" w:themeColor="text1"/>
                <w:sz w:val="12"/>
                <w:szCs w:val="12"/>
              </w:rPr>
              <w:alias w:val="Název dokumentace 2"/>
              <w:tag w:val="NazevDok2_"/>
              <w:id w:val="-1046912558"/>
              <w:showingPlcHdr/>
              <w:text/>
            </w:sdtPr>
            <w:sdtEndPr/>
            <w:sdtContent>
              <w:r w:rsidR="00D44001">
                <w:rPr>
                  <w:color w:val="000000" w:themeColor="text1"/>
                  <w:sz w:val="12"/>
                  <w:szCs w:val="12"/>
                </w:rPr>
                <w:t xml:space="preserve">     </w:t>
              </w:r>
            </w:sdtContent>
          </w:sdt>
          <w:r w:rsidR="00C81FAB" w:rsidRPr="00AE3921">
            <w:rPr>
              <w:color w:val="000000" w:themeColor="text1"/>
              <w:sz w:val="12"/>
              <w:szCs w:val="12"/>
            </w:rPr>
            <w:t xml:space="preserve"> </w:t>
          </w:r>
          <w:sdt>
            <w:sdtPr>
              <w:rPr>
                <w:color w:val="000000" w:themeColor="text1"/>
                <w:sz w:val="12"/>
                <w:szCs w:val="12"/>
              </w:rPr>
              <w:alias w:val="Název dokumentace 3"/>
              <w:tag w:val="NazevDok3_"/>
              <w:id w:val="121510200"/>
              <w:showingPlcHdr/>
              <w:text/>
            </w:sdtPr>
            <w:sdtEndPr/>
            <w:sdtContent>
              <w:r w:rsidR="00D44001">
                <w:rPr>
                  <w:color w:val="000000" w:themeColor="text1"/>
                  <w:sz w:val="12"/>
                  <w:szCs w:val="12"/>
                </w:rPr>
                <w:t xml:space="preserve">     </w:t>
              </w:r>
            </w:sdtContent>
          </w:sdt>
        </w:p>
      </w:tc>
      <w:tc>
        <w:tcPr>
          <w:tcW w:w="3402" w:type="dxa"/>
          <w:tcMar>
            <w:left w:w="113" w:type="dxa"/>
          </w:tcMar>
          <w:vAlign w:val="center"/>
        </w:tcPr>
        <w:p w14:paraId="612816AE" w14:textId="1CD820B9" w:rsidR="00C81FAB" w:rsidRPr="00AE3921" w:rsidRDefault="00874F21" w:rsidP="00CE562B">
          <w:pPr>
            <w:tabs>
              <w:tab w:val="right" w:pos="8505"/>
            </w:tabs>
            <w:jc w:val="right"/>
            <w:rPr>
              <w:color w:val="000000" w:themeColor="text1"/>
              <w:sz w:val="12"/>
              <w:szCs w:val="12"/>
            </w:rPr>
          </w:pPr>
          <w:sdt>
            <w:sdtPr>
              <w:rPr>
                <w:bCs/>
                <w:color w:val="000000" w:themeColor="text1"/>
                <w:sz w:val="12"/>
                <w:szCs w:val="12"/>
              </w:rPr>
              <w:alias w:val="Číslo přílohy"/>
              <w:tag w:val="PrilCislo"/>
              <w:id w:val="-1018462500"/>
              <w:text/>
            </w:sdtPr>
            <w:sdtEndPr/>
            <w:sdtContent>
              <w:r w:rsidR="00D44001">
                <w:rPr>
                  <w:bCs/>
                  <w:color w:val="000000" w:themeColor="text1"/>
                  <w:sz w:val="12"/>
                  <w:szCs w:val="12"/>
                </w:rPr>
                <w:t>D1.2.2300.2.1</w:t>
              </w:r>
            </w:sdtContent>
          </w:sdt>
          <w:r w:rsidR="00C81FAB">
            <w:rPr>
              <w:bCs/>
              <w:color w:val="000000" w:themeColor="text1"/>
              <w:sz w:val="12"/>
              <w:szCs w:val="12"/>
            </w:rPr>
            <w:t xml:space="preserve">  </w:t>
          </w:r>
          <w:r w:rsidR="00C81FAB" w:rsidRPr="00AE3921">
            <w:rPr>
              <w:bCs/>
              <w:color w:val="000000" w:themeColor="text1"/>
              <w:sz w:val="12"/>
              <w:szCs w:val="12"/>
            </w:rPr>
            <w:t xml:space="preserve"> </w:t>
          </w:r>
          <w:sdt>
            <w:sdtPr>
              <w:rPr>
                <w:bCs/>
                <w:color w:val="000000" w:themeColor="text1"/>
                <w:sz w:val="12"/>
                <w:szCs w:val="12"/>
              </w:rPr>
              <w:alias w:val="Název přílohy"/>
              <w:tag w:val="PrilNaz"/>
              <w:id w:val="333880763"/>
              <w:text/>
            </w:sdtPr>
            <w:sdtEndPr/>
            <w:sdtContent>
              <w:r w:rsidR="00D44001">
                <w:rPr>
                  <w:bCs/>
                  <w:color w:val="000000" w:themeColor="text1"/>
                  <w:sz w:val="12"/>
                  <w:szCs w:val="12"/>
                </w:rPr>
                <w:t xml:space="preserve">STATICKÉ </w:t>
              </w:r>
              <w:proofErr w:type="gramStart"/>
              <w:r w:rsidR="00D44001">
                <w:rPr>
                  <w:bCs/>
                  <w:color w:val="000000" w:themeColor="text1"/>
                  <w:sz w:val="12"/>
                  <w:szCs w:val="12"/>
                </w:rPr>
                <w:t>POSOUZENÍ - ČÁST</w:t>
              </w:r>
              <w:proofErr w:type="gramEnd"/>
              <w:r w:rsidR="00D44001">
                <w:rPr>
                  <w:bCs/>
                  <w:color w:val="000000" w:themeColor="text1"/>
                  <w:sz w:val="12"/>
                  <w:szCs w:val="12"/>
                </w:rPr>
                <w:t xml:space="preserve"> 1</w:t>
              </w:r>
            </w:sdtContent>
          </w:sdt>
        </w:p>
      </w:tc>
    </w:tr>
    <w:tr w:rsidR="00C81FAB" w:rsidRPr="00AE3921" w14:paraId="1F4A83DF" w14:textId="77777777" w:rsidTr="00CE562B">
      <w:trPr>
        <w:trHeight w:val="227"/>
        <w:jc w:val="center"/>
      </w:trPr>
      <w:tc>
        <w:tcPr>
          <w:tcW w:w="5103" w:type="dxa"/>
          <w:vAlign w:val="center"/>
        </w:tcPr>
        <w:p w14:paraId="0F060AA0" w14:textId="4917491F" w:rsidR="00C81FAB" w:rsidRPr="00AE3921" w:rsidRDefault="00874F21" w:rsidP="00CE562B">
          <w:pPr>
            <w:tabs>
              <w:tab w:val="right" w:pos="8505"/>
            </w:tabs>
            <w:jc w:val="left"/>
            <w:rPr>
              <w:color w:val="000000" w:themeColor="text1"/>
              <w:sz w:val="12"/>
              <w:szCs w:val="12"/>
            </w:rPr>
          </w:pPr>
          <w:sdt>
            <w:sdtPr>
              <w:rPr>
                <w:color w:val="000000" w:themeColor="text1"/>
                <w:sz w:val="12"/>
                <w:szCs w:val="12"/>
              </w:rPr>
              <w:alias w:val="Upřesňující podnázev zakázky"/>
              <w:tag w:val="Podnazev"/>
              <w:id w:val="1766803730"/>
              <w:showingPlcHdr/>
              <w:text/>
            </w:sdtPr>
            <w:sdtEndPr/>
            <w:sdtContent>
              <w:r w:rsidR="00D44001">
                <w:rPr>
                  <w:color w:val="000000" w:themeColor="text1"/>
                  <w:sz w:val="12"/>
                  <w:szCs w:val="12"/>
                </w:rPr>
                <w:t xml:space="preserve">     </w:t>
              </w:r>
            </w:sdtContent>
          </w:sdt>
        </w:p>
      </w:tc>
      <w:tc>
        <w:tcPr>
          <w:tcW w:w="3402" w:type="dxa"/>
          <w:tcMar>
            <w:left w:w="113" w:type="dxa"/>
          </w:tcMar>
          <w:vAlign w:val="center"/>
        </w:tcPr>
        <w:p w14:paraId="75D24914" w14:textId="50191C79" w:rsidR="00C81FAB" w:rsidRPr="00AE3921" w:rsidRDefault="00874F21" w:rsidP="00CE562B">
          <w:pPr>
            <w:tabs>
              <w:tab w:val="right" w:pos="8505"/>
            </w:tabs>
            <w:jc w:val="right"/>
            <w:rPr>
              <w:color w:val="000000" w:themeColor="text1"/>
              <w:sz w:val="12"/>
              <w:szCs w:val="12"/>
            </w:rPr>
          </w:pPr>
          <w:sdt>
            <w:sdtPr>
              <w:rPr>
                <w:color w:val="000000" w:themeColor="text1"/>
                <w:sz w:val="12"/>
                <w:szCs w:val="12"/>
              </w:rPr>
              <w:alias w:val="Stupeň"/>
              <w:tag w:val="StupenZ"/>
              <w:id w:val="2055886956"/>
              <w:text/>
            </w:sdtPr>
            <w:sdtEndPr/>
            <w:sdtContent>
              <w:r w:rsidR="0027199C">
                <w:rPr>
                  <w:color w:val="000000" w:themeColor="text1"/>
                  <w:sz w:val="12"/>
                  <w:szCs w:val="12"/>
                </w:rPr>
                <w:t>DSP</w:t>
              </w:r>
            </w:sdtContent>
          </w:sdt>
        </w:p>
      </w:tc>
    </w:tr>
  </w:tbl>
  <w:p w14:paraId="08B1C261" w14:textId="4CCE74D0" w:rsidR="00C81FAB" w:rsidRDefault="00874F21" w:rsidP="00C81FAB">
    <w:pPr>
      <w:pStyle w:val="Zhlav"/>
      <w:spacing w:before="60"/>
      <w:rPr>
        <w:bCs/>
        <w:color w:val="000000" w:themeColor="text1"/>
        <w:sz w:val="12"/>
        <w:szCs w:val="12"/>
      </w:rPr>
    </w:pPr>
    <w:sdt>
      <w:sdtPr>
        <w:rPr>
          <w:bCs/>
          <w:color w:val="000000" w:themeColor="text1"/>
          <w:sz w:val="12"/>
          <w:szCs w:val="12"/>
        </w:rPr>
        <w:alias w:val="Část stavby"/>
        <w:tag w:val="CastSt"/>
        <w:id w:val="2017105503"/>
        <w:text/>
      </w:sdtPr>
      <w:sdtEndPr/>
      <w:sdtContent>
        <w:r w:rsidR="002342B4">
          <w:rPr>
            <w:bCs/>
            <w:color w:val="000000" w:themeColor="text1"/>
            <w:sz w:val="12"/>
            <w:szCs w:val="12"/>
          </w:rPr>
          <w:t>SPOJOVACÍ POTRUBÍ</w:t>
        </w:r>
      </w:sdtContent>
    </w:sdt>
    <w:r w:rsidR="00C81FAB" w:rsidRPr="00CA337C">
      <w:rPr>
        <w:bCs/>
        <w:color w:val="000000" w:themeColor="text1"/>
        <w:sz w:val="12"/>
        <w:szCs w:val="12"/>
      </w:rPr>
      <w:t xml:space="preserve"> </w:t>
    </w:r>
    <w:r w:rsidR="00C81FAB">
      <w:rPr>
        <w:bCs/>
        <w:color w:val="000000" w:themeColor="text1"/>
        <w:sz w:val="12"/>
        <w:szCs w:val="12"/>
      </w:rPr>
      <w:t xml:space="preserve"> </w:t>
    </w:r>
    <w:r w:rsidR="00C81FAB" w:rsidRPr="00CA337C">
      <w:rPr>
        <w:bCs/>
        <w:color w:val="000000" w:themeColor="text1"/>
        <w:sz w:val="12"/>
        <w:szCs w:val="12"/>
      </w:rPr>
      <w:t xml:space="preserve"> </w:t>
    </w:r>
    <w:sdt>
      <w:sdtPr>
        <w:rPr>
          <w:bCs/>
          <w:color w:val="000000" w:themeColor="text1"/>
          <w:sz w:val="12"/>
          <w:szCs w:val="12"/>
        </w:rPr>
        <w:alias w:val="SO/PS"/>
        <w:tag w:val="SOPS"/>
        <w:id w:val="501395581"/>
        <w:text/>
      </w:sdtPr>
      <w:sdtEndPr/>
      <w:sdtContent>
        <w:r w:rsidR="002342B4">
          <w:rPr>
            <w:bCs/>
            <w:color w:val="000000" w:themeColor="text1"/>
            <w:sz w:val="12"/>
            <w:szCs w:val="12"/>
          </w:rPr>
          <w:t>SO 2300</w:t>
        </w:r>
      </w:sdtContent>
    </w:sdt>
  </w:p>
  <w:p w14:paraId="267AB7D7" w14:textId="77777777" w:rsidR="00C81FAB" w:rsidRPr="00AE3921" w:rsidRDefault="00C81FAB" w:rsidP="00C81FAB">
    <w:pPr>
      <w:pStyle w:val="Zhlav"/>
      <w:rPr>
        <w:color w:val="000000" w:themeColor="text1"/>
        <w:sz w:val="12"/>
        <w:szCs w:val="12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BC51EC" w14:textId="77777777" w:rsidR="00C81FAB" w:rsidRPr="00AE3921" w:rsidRDefault="00C81FAB" w:rsidP="00C81FAB">
    <w:pPr>
      <w:tabs>
        <w:tab w:val="right" w:pos="8505"/>
      </w:tabs>
      <w:spacing w:after="60"/>
      <w:jc w:val="left"/>
      <w:rPr>
        <w:noProof/>
        <w:color w:val="000000" w:themeColor="text1"/>
      </w:rPr>
    </w:pPr>
    <w:r w:rsidRPr="00AE3921">
      <w:rPr>
        <w:noProof/>
        <w:color w:val="000000" w:themeColor="text1"/>
      </w:rPr>
      <w:tab/>
    </w:r>
    <w:r w:rsidRPr="00AE3921">
      <w:rPr>
        <w:noProof/>
        <w:color w:val="000000" w:themeColor="text1"/>
      </w:rPr>
      <mc:AlternateContent>
        <mc:Choice Requires="wpc">
          <w:drawing>
            <wp:inline distT="0" distB="0" distL="0" distR="0" wp14:anchorId="401ADEC6" wp14:editId="61E12ACB">
              <wp:extent cx="683895" cy="199390"/>
              <wp:effectExtent l="1905" t="6985" r="0" b="3175"/>
              <wp:docPr id="397" name="Plátno 397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Canvas">
                  <wpc:wpc>
                    <wpc:bg>
                      <a:noFill/>
                    </wpc:bg>
                    <wpc:whole/>
                    <wps:wsp>
                      <wps:cNvPr id="346" name="Freeform 195"/>
                      <wps:cNvSpPr>
                        <a:spLocks noEditPoints="1"/>
                      </wps:cNvSpPr>
                      <wps:spPr bwMode="auto">
                        <a:xfrm>
                          <a:off x="507365" y="26670"/>
                          <a:ext cx="176530" cy="172085"/>
                        </a:xfrm>
                        <a:custGeom>
                          <a:avLst/>
                          <a:gdLst>
                            <a:gd name="T0" fmla="*/ 444 w 556"/>
                            <a:gd name="T1" fmla="*/ 423 h 543"/>
                            <a:gd name="T2" fmla="*/ 444 w 556"/>
                            <a:gd name="T3" fmla="*/ 477 h 543"/>
                            <a:gd name="T4" fmla="*/ 112 w 556"/>
                            <a:gd name="T5" fmla="*/ 477 h 543"/>
                            <a:gd name="T6" fmla="*/ 112 w 556"/>
                            <a:gd name="T7" fmla="*/ 423 h 543"/>
                            <a:gd name="T8" fmla="*/ 276 w 556"/>
                            <a:gd name="T9" fmla="*/ 256 h 543"/>
                            <a:gd name="T10" fmla="*/ 444 w 556"/>
                            <a:gd name="T11" fmla="*/ 423 h 543"/>
                            <a:gd name="T12" fmla="*/ 556 w 556"/>
                            <a:gd name="T13" fmla="*/ 181 h 543"/>
                            <a:gd name="T14" fmla="*/ 353 w 556"/>
                            <a:gd name="T15" fmla="*/ 181 h 543"/>
                            <a:gd name="T16" fmla="*/ 485 w 556"/>
                            <a:gd name="T17" fmla="*/ 49 h 543"/>
                            <a:gd name="T18" fmla="*/ 436 w 556"/>
                            <a:gd name="T19" fmla="*/ 4 h 543"/>
                            <a:gd name="T20" fmla="*/ 276 w 556"/>
                            <a:gd name="T21" fmla="*/ 165 h 543"/>
                            <a:gd name="T22" fmla="*/ 114 w 556"/>
                            <a:gd name="T23" fmla="*/ 0 h 543"/>
                            <a:gd name="T24" fmla="*/ 69 w 556"/>
                            <a:gd name="T25" fmla="*/ 47 h 543"/>
                            <a:gd name="T26" fmla="*/ 201 w 556"/>
                            <a:gd name="T27" fmla="*/ 181 h 543"/>
                            <a:gd name="T28" fmla="*/ 0 w 556"/>
                            <a:gd name="T29" fmla="*/ 181 h 543"/>
                            <a:gd name="T30" fmla="*/ 0 w 556"/>
                            <a:gd name="T31" fmla="*/ 243 h 543"/>
                            <a:gd name="T32" fmla="*/ 201 w 556"/>
                            <a:gd name="T33" fmla="*/ 243 h 543"/>
                            <a:gd name="T34" fmla="*/ 46 w 556"/>
                            <a:gd name="T35" fmla="*/ 396 h 543"/>
                            <a:gd name="T36" fmla="*/ 46 w 556"/>
                            <a:gd name="T37" fmla="*/ 543 h 543"/>
                            <a:gd name="T38" fmla="*/ 508 w 556"/>
                            <a:gd name="T39" fmla="*/ 543 h 543"/>
                            <a:gd name="T40" fmla="*/ 508 w 556"/>
                            <a:gd name="T41" fmla="*/ 396 h 543"/>
                            <a:gd name="T42" fmla="*/ 353 w 556"/>
                            <a:gd name="T43" fmla="*/ 243 h 543"/>
                            <a:gd name="T44" fmla="*/ 556 w 556"/>
                            <a:gd name="T45" fmla="*/ 243 h 543"/>
                            <a:gd name="T46" fmla="*/ 556 w 556"/>
                            <a:gd name="T47" fmla="*/ 181 h 54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</a:cxnLst>
                          <a:rect l="0" t="0" r="r" b="b"/>
                          <a:pathLst>
                            <a:path w="556" h="543">
                              <a:moveTo>
                                <a:pt x="444" y="423"/>
                              </a:moveTo>
                              <a:lnTo>
                                <a:pt x="444" y="477"/>
                              </a:lnTo>
                              <a:lnTo>
                                <a:pt x="112" y="477"/>
                              </a:lnTo>
                              <a:lnTo>
                                <a:pt x="112" y="423"/>
                              </a:lnTo>
                              <a:lnTo>
                                <a:pt x="276" y="256"/>
                              </a:lnTo>
                              <a:lnTo>
                                <a:pt x="444" y="423"/>
                              </a:lnTo>
                              <a:close/>
                              <a:moveTo>
                                <a:pt x="556" y="181"/>
                              </a:moveTo>
                              <a:lnTo>
                                <a:pt x="353" y="181"/>
                              </a:lnTo>
                              <a:lnTo>
                                <a:pt x="485" y="49"/>
                              </a:lnTo>
                              <a:lnTo>
                                <a:pt x="436" y="4"/>
                              </a:lnTo>
                              <a:lnTo>
                                <a:pt x="276" y="165"/>
                              </a:lnTo>
                              <a:lnTo>
                                <a:pt x="114" y="0"/>
                              </a:lnTo>
                              <a:lnTo>
                                <a:pt x="69" y="47"/>
                              </a:lnTo>
                              <a:lnTo>
                                <a:pt x="201" y="181"/>
                              </a:lnTo>
                              <a:lnTo>
                                <a:pt x="0" y="181"/>
                              </a:lnTo>
                              <a:lnTo>
                                <a:pt x="0" y="243"/>
                              </a:lnTo>
                              <a:lnTo>
                                <a:pt x="201" y="243"/>
                              </a:lnTo>
                              <a:lnTo>
                                <a:pt x="46" y="396"/>
                              </a:lnTo>
                              <a:lnTo>
                                <a:pt x="46" y="543"/>
                              </a:lnTo>
                              <a:lnTo>
                                <a:pt x="508" y="543"/>
                              </a:lnTo>
                              <a:lnTo>
                                <a:pt x="508" y="396"/>
                              </a:lnTo>
                              <a:lnTo>
                                <a:pt x="353" y="243"/>
                              </a:lnTo>
                              <a:lnTo>
                                <a:pt x="556" y="243"/>
                              </a:lnTo>
                              <a:lnTo>
                                <a:pt x="556" y="18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86" name="Freeform 196"/>
                      <wps:cNvSpPr>
                        <a:spLocks/>
                      </wps:cNvSpPr>
                      <wps:spPr bwMode="auto">
                        <a:xfrm>
                          <a:off x="574675" y="0"/>
                          <a:ext cx="41910" cy="41910"/>
                        </a:xfrm>
                        <a:custGeom>
                          <a:avLst/>
                          <a:gdLst>
                            <a:gd name="T0" fmla="*/ 131 w 131"/>
                            <a:gd name="T1" fmla="*/ 66 h 132"/>
                            <a:gd name="T2" fmla="*/ 131 w 131"/>
                            <a:gd name="T3" fmla="*/ 66 h 132"/>
                            <a:gd name="T4" fmla="*/ 130 w 131"/>
                            <a:gd name="T5" fmla="*/ 79 h 132"/>
                            <a:gd name="T6" fmla="*/ 126 w 131"/>
                            <a:gd name="T7" fmla="*/ 93 h 132"/>
                            <a:gd name="T8" fmla="*/ 120 w 131"/>
                            <a:gd name="T9" fmla="*/ 103 h 132"/>
                            <a:gd name="T10" fmla="*/ 112 w 131"/>
                            <a:gd name="T11" fmla="*/ 112 h 132"/>
                            <a:gd name="T12" fmla="*/ 103 w 131"/>
                            <a:gd name="T13" fmla="*/ 120 h 132"/>
                            <a:gd name="T14" fmla="*/ 91 w 131"/>
                            <a:gd name="T15" fmla="*/ 128 h 132"/>
                            <a:gd name="T16" fmla="*/ 79 w 131"/>
                            <a:gd name="T17" fmla="*/ 132 h 132"/>
                            <a:gd name="T18" fmla="*/ 66 w 131"/>
                            <a:gd name="T19" fmla="*/ 132 h 132"/>
                            <a:gd name="T20" fmla="*/ 66 w 131"/>
                            <a:gd name="T21" fmla="*/ 132 h 132"/>
                            <a:gd name="T22" fmla="*/ 52 w 131"/>
                            <a:gd name="T23" fmla="*/ 132 h 132"/>
                            <a:gd name="T24" fmla="*/ 41 w 131"/>
                            <a:gd name="T25" fmla="*/ 128 h 132"/>
                            <a:gd name="T26" fmla="*/ 29 w 131"/>
                            <a:gd name="T27" fmla="*/ 120 h 132"/>
                            <a:gd name="T28" fmla="*/ 19 w 131"/>
                            <a:gd name="T29" fmla="*/ 112 h 132"/>
                            <a:gd name="T30" fmla="*/ 12 w 131"/>
                            <a:gd name="T31" fmla="*/ 103 h 132"/>
                            <a:gd name="T32" fmla="*/ 6 w 131"/>
                            <a:gd name="T33" fmla="*/ 93 h 132"/>
                            <a:gd name="T34" fmla="*/ 2 w 131"/>
                            <a:gd name="T35" fmla="*/ 79 h 132"/>
                            <a:gd name="T36" fmla="*/ 0 w 131"/>
                            <a:gd name="T37" fmla="*/ 66 h 132"/>
                            <a:gd name="T38" fmla="*/ 0 w 131"/>
                            <a:gd name="T39" fmla="*/ 66 h 132"/>
                            <a:gd name="T40" fmla="*/ 2 w 131"/>
                            <a:gd name="T41" fmla="*/ 52 h 132"/>
                            <a:gd name="T42" fmla="*/ 6 w 131"/>
                            <a:gd name="T43" fmla="*/ 41 h 132"/>
                            <a:gd name="T44" fmla="*/ 12 w 131"/>
                            <a:gd name="T45" fmla="*/ 29 h 132"/>
                            <a:gd name="T46" fmla="*/ 19 w 131"/>
                            <a:gd name="T47" fmla="*/ 19 h 132"/>
                            <a:gd name="T48" fmla="*/ 29 w 131"/>
                            <a:gd name="T49" fmla="*/ 12 h 132"/>
                            <a:gd name="T50" fmla="*/ 41 w 131"/>
                            <a:gd name="T51" fmla="*/ 6 h 132"/>
                            <a:gd name="T52" fmla="*/ 52 w 131"/>
                            <a:gd name="T53" fmla="*/ 2 h 132"/>
                            <a:gd name="T54" fmla="*/ 66 w 131"/>
                            <a:gd name="T55" fmla="*/ 0 h 132"/>
                            <a:gd name="T56" fmla="*/ 66 w 131"/>
                            <a:gd name="T57" fmla="*/ 0 h 132"/>
                            <a:gd name="T58" fmla="*/ 79 w 131"/>
                            <a:gd name="T59" fmla="*/ 2 h 132"/>
                            <a:gd name="T60" fmla="*/ 91 w 131"/>
                            <a:gd name="T61" fmla="*/ 6 h 132"/>
                            <a:gd name="T62" fmla="*/ 103 w 131"/>
                            <a:gd name="T63" fmla="*/ 12 h 132"/>
                            <a:gd name="T64" fmla="*/ 112 w 131"/>
                            <a:gd name="T65" fmla="*/ 19 h 132"/>
                            <a:gd name="T66" fmla="*/ 120 w 131"/>
                            <a:gd name="T67" fmla="*/ 29 h 132"/>
                            <a:gd name="T68" fmla="*/ 126 w 131"/>
                            <a:gd name="T69" fmla="*/ 41 h 132"/>
                            <a:gd name="T70" fmla="*/ 130 w 131"/>
                            <a:gd name="T71" fmla="*/ 52 h 132"/>
                            <a:gd name="T72" fmla="*/ 131 w 131"/>
                            <a:gd name="T73" fmla="*/ 66 h 13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131" h="132">
                              <a:moveTo>
                                <a:pt x="131" y="66"/>
                              </a:moveTo>
                              <a:lnTo>
                                <a:pt x="131" y="66"/>
                              </a:lnTo>
                              <a:lnTo>
                                <a:pt x="130" y="79"/>
                              </a:lnTo>
                              <a:lnTo>
                                <a:pt x="126" y="93"/>
                              </a:lnTo>
                              <a:lnTo>
                                <a:pt x="120" y="103"/>
                              </a:lnTo>
                              <a:lnTo>
                                <a:pt x="112" y="112"/>
                              </a:lnTo>
                              <a:lnTo>
                                <a:pt x="103" y="120"/>
                              </a:lnTo>
                              <a:lnTo>
                                <a:pt x="91" y="128"/>
                              </a:lnTo>
                              <a:lnTo>
                                <a:pt x="79" y="132"/>
                              </a:lnTo>
                              <a:lnTo>
                                <a:pt x="66" y="132"/>
                              </a:lnTo>
                              <a:lnTo>
                                <a:pt x="52" y="132"/>
                              </a:lnTo>
                              <a:lnTo>
                                <a:pt x="41" y="128"/>
                              </a:lnTo>
                              <a:lnTo>
                                <a:pt x="29" y="120"/>
                              </a:lnTo>
                              <a:lnTo>
                                <a:pt x="19" y="112"/>
                              </a:lnTo>
                              <a:lnTo>
                                <a:pt x="12" y="103"/>
                              </a:lnTo>
                              <a:lnTo>
                                <a:pt x="6" y="93"/>
                              </a:lnTo>
                              <a:lnTo>
                                <a:pt x="2" y="79"/>
                              </a:lnTo>
                              <a:lnTo>
                                <a:pt x="0" y="66"/>
                              </a:lnTo>
                              <a:lnTo>
                                <a:pt x="2" y="52"/>
                              </a:lnTo>
                              <a:lnTo>
                                <a:pt x="6" y="41"/>
                              </a:lnTo>
                              <a:lnTo>
                                <a:pt x="12" y="29"/>
                              </a:lnTo>
                              <a:lnTo>
                                <a:pt x="19" y="19"/>
                              </a:lnTo>
                              <a:lnTo>
                                <a:pt x="29" y="12"/>
                              </a:lnTo>
                              <a:lnTo>
                                <a:pt x="41" y="6"/>
                              </a:lnTo>
                              <a:lnTo>
                                <a:pt x="52" y="2"/>
                              </a:lnTo>
                              <a:lnTo>
                                <a:pt x="66" y="0"/>
                              </a:lnTo>
                              <a:lnTo>
                                <a:pt x="79" y="2"/>
                              </a:lnTo>
                              <a:lnTo>
                                <a:pt x="91" y="6"/>
                              </a:lnTo>
                              <a:lnTo>
                                <a:pt x="103" y="12"/>
                              </a:lnTo>
                              <a:lnTo>
                                <a:pt x="112" y="19"/>
                              </a:lnTo>
                              <a:lnTo>
                                <a:pt x="120" y="29"/>
                              </a:lnTo>
                              <a:lnTo>
                                <a:pt x="126" y="41"/>
                              </a:lnTo>
                              <a:lnTo>
                                <a:pt x="130" y="52"/>
                              </a:lnTo>
                              <a:lnTo>
                                <a:pt x="131" y="6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DC002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87" name="Freeform 197"/>
                      <wps:cNvSpPr>
                        <a:spLocks/>
                      </wps:cNvSpPr>
                      <wps:spPr bwMode="auto">
                        <a:xfrm>
                          <a:off x="574675" y="0"/>
                          <a:ext cx="41910" cy="41910"/>
                        </a:xfrm>
                        <a:custGeom>
                          <a:avLst/>
                          <a:gdLst>
                            <a:gd name="T0" fmla="*/ 131 w 131"/>
                            <a:gd name="T1" fmla="*/ 66 h 132"/>
                            <a:gd name="T2" fmla="*/ 131 w 131"/>
                            <a:gd name="T3" fmla="*/ 66 h 132"/>
                            <a:gd name="T4" fmla="*/ 130 w 131"/>
                            <a:gd name="T5" fmla="*/ 79 h 132"/>
                            <a:gd name="T6" fmla="*/ 126 w 131"/>
                            <a:gd name="T7" fmla="*/ 93 h 132"/>
                            <a:gd name="T8" fmla="*/ 120 w 131"/>
                            <a:gd name="T9" fmla="*/ 103 h 132"/>
                            <a:gd name="T10" fmla="*/ 112 w 131"/>
                            <a:gd name="T11" fmla="*/ 112 h 132"/>
                            <a:gd name="T12" fmla="*/ 103 w 131"/>
                            <a:gd name="T13" fmla="*/ 120 h 132"/>
                            <a:gd name="T14" fmla="*/ 91 w 131"/>
                            <a:gd name="T15" fmla="*/ 128 h 132"/>
                            <a:gd name="T16" fmla="*/ 79 w 131"/>
                            <a:gd name="T17" fmla="*/ 132 h 132"/>
                            <a:gd name="T18" fmla="*/ 66 w 131"/>
                            <a:gd name="T19" fmla="*/ 132 h 132"/>
                            <a:gd name="T20" fmla="*/ 66 w 131"/>
                            <a:gd name="T21" fmla="*/ 132 h 132"/>
                            <a:gd name="T22" fmla="*/ 52 w 131"/>
                            <a:gd name="T23" fmla="*/ 132 h 132"/>
                            <a:gd name="T24" fmla="*/ 41 w 131"/>
                            <a:gd name="T25" fmla="*/ 128 h 132"/>
                            <a:gd name="T26" fmla="*/ 29 w 131"/>
                            <a:gd name="T27" fmla="*/ 120 h 132"/>
                            <a:gd name="T28" fmla="*/ 19 w 131"/>
                            <a:gd name="T29" fmla="*/ 112 h 132"/>
                            <a:gd name="T30" fmla="*/ 12 w 131"/>
                            <a:gd name="T31" fmla="*/ 103 h 132"/>
                            <a:gd name="T32" fmla="*/ 6 w 131"/>
                            <a:gd name="T33" fmla="*/ 93 h 132"/>
                            <a:gd name="T34" fmla="*/ 2 w 131"/>
                            <a:gd name="T35" fmla="*/ 79 h 132"/>
                            <a:gd name="T36" fmla="*/ 0 w 131"/>
                            <a:gd name="T37" fmla="*/ 66 h 132"/>
                            <a:gd name="T38" fmla="*/ 0 w 131"/>
                            <a:gd name="T39" fmla="*/ 66 h 132"/>
                            <a:gd name="T40" fmla="*/ 2 w 131"/>
                            <a:gd name="T41" fmla="*/ 52 h 132"/>
                            <a:gd name="T42" fmla="*/ 6 w 131"/>
                            <a:gd name="T43" fmla="*/ 41 h 132"/>
                            <a:gd name="T44" fmla="*/ 12 w 131"/>
                            <a:gd name="T45" fmla="*/ 29 h 132"/>
                            <a:gd name="T46" fmla="*/ 19 w 131"/>
                            <a:gd name="T47" fmla="*/ 19 h 132"/>
                            <a:gd name="T48" fmla="*/ 29 w 131"/>
                            <a:gd name="T49" fmla="*/ 12 h 132"/>
                            <a:gd name="T50" fmla="*/ 41 w 131"/>
                            <a:gd name="T51" fmla="*/ 6 h 132"/>
                            <a:gd name="T52" fmla="*/ 52 w 131"/>
                            <a:gd name="T53" fmla="*/ 2 h 132"/>
                            <a:gd name="T54" fmla="*/ 66 w 131"/>
                            <a:gd name="T55" fmla="*/ 0 h 132"/>
                            <a:gd name="T56" fmla="*/ 66 w 131"/>
                            <a:gd name="T57" fmla="*/ 0 h 132"/>
                            <a:gd name="T58" fmla="*/ 79 w 131"/>
                            <a:gd name="T59" fmla="*/ 2 h 132"/>
                            <a:gd name="T60" fmla="*/ 91 w 131"/>
                            <a:gd name="T61" fmla="*/ 6 h 132"/>
                            <a:gd name="T62" fmla="*/ 103 w 131"/>
                            <a:gd name="T63" fmla="*/ 12 h 132"/>
                            <a:gd name="T64" fmla="*/ 112 w 131"/>
                            <a:gd name="T65" fmla="*/ 19 h 132"/>
                            <a:gd name="T66" fmla="*/ 120 w 131"/>
                            <a:gd name="T67" fmla="*/ 29 h 132"/>
                            <a:gd name="T68" fmla="*/ 126 w 131"/>
                            <a:gd name="T69" fmla="*/ 41 h 132"/>
                            <a:gd name="T70" fmla="*/ 130 w 131"/>
                            <a:gd name="T71" fmla="*/ 52 h 132"/>
                            <a:gd name="T72" fmla="*/ 131 w 131"/>
                            <a:gd name="T73" fmla="*/ 66 h 13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131" h="132">
                              <a:moveTo>
                                <a:pt x="131" y="66"/>
                              </a:moveTo>
                              <a:lnTo>
                                <a:pt x="131" y="66"/>
                              </a:lnTo>
                              <a:lnTo>
                                <a:pt x="130" y="79"/>
                              </a:lnTo>
                              <a:lnTo>
                                <a:pt x="126" y="93"/>
                              </a:lnTo>
                              <a:lnTo>
                                <a:pt x="120" y="103"/>
                              </a:lnTo>
                              <a:lnTo>
                                <a:pt x="112" y="112"/>
                              </a:lnTo>
                              <a:lnTo>
                                <a:pt x="103" y="120"/>
                              </a:lnTo>
                              <a:lnTo>
                                <a:pt x="91" y="128"/>
                              </a:lnTo>
                              <a:lnTo>
                                <a:pt x="79" y="132"/>
                              </a:lnTo>
                              <a:lnTo>
                                <a:pt x="66" y="132"/>
                              </a:lnTo>
                              <a:lnTo>
                                <a:pt x="52" y="132"/>
                              </a:lnTo>
                              <a:lnTo>
                                <a:pt x="41" y="128"/>
                              </a:lnTo>
                              <a:lnTo>
                                <a:pt x="29" y="120"/>
                              </a:lnTo>
                              <a:lnTo>
                                <a:pt x="19" y="112"/>
                              </a:lnTo>
                              <a:lnTo>
                                <a:pt x="12" y="103"/>
                              </a:lnTo>
                              <a:lnTo>
                                <a:pt x="6" y="93"/>
                              </a:lnTo>
                              <a:lnTo>
                                <a:pt x="2" y="79"/>
                              </a:lnTo>
                              <a:lnTo>
                                <a:pt x="0" y="66"/>
                              </a:lnTo>
                              <a:lnTo>
                                <a:pt x="2" y="52"/>
                              </a:lnTo>
                              <a:lnTo>
                                <a:pt x="6" y="41"/>
                              </a:lnTo>
                              <a:lnTo>
                                <a:pt x="12" y="29"/>
                              </a:lnTo>
                              <a:lnTo>
                                <a:pt x="19" y="19"/>
                              </a:lnTo>
                              <a:lnTo>
                                <a:pt x="29" y="12"/>
                              </a:lnTo>
                              <a:lnTo>
                                <a:pt x="41" y="6"/>
                              </a:lnTo>
                              <a:lnTo>
                                <a:pt x="52" y="2"/>
                              </a:lnTo>
                              <a:lnTo>
                                <a:pt x="66" y="0"/>
                              </a:lnTo>
                              <a:lnTo>
                                <a:pt x="79" y="2"/>
                              </a:lnTo>
                              <a:lnTo>
                                <a:pt x="91" y="6"/>
                              </a:lnTo>
                              <a:lnTo>
                                <a:pt x="103" y="12"/>
                              </a:lnTo>
                              <a:lnTo>
                                <a:pt x="112" y="19"/>
                              </a:lnTo>
                              <a:lnTo>
                                <a:pt x="120" y="29"/>
                              </a:lnTo>
                              <a:lnTo>
                                <a:pt x="126" y="41"/>
                              </a:lnTo>
                              <a:lnTo>
                                <a:pt x="130" y="52"/>
                              </a:lnTo>
                              <a:lnTo>
                                <a:pt x="131" y="66"/>
                              </a:lnTo>
                            </a:path>
                          </a:pathLst>
                        </a:custGeom>
                        <a:solidFill>
                          <a:schemeClr val="tx1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88" name="Freeform 198"/>
                      <wps:cNvSpPr>
                        <a:spLocks noEditPoints="1"/>
                      </wps:cNvSpPr>
                      <wps:spPr bwMode="auto">
                        <a:xfrm>
                          <a:off x="381000" y="113030"/>
                          <a:ext cx="84455" cy="86360"/>
                        </a:xfrm>
                        <a:custGeom>
                          <a:avLst/>
                          <a:gdLst>
                            <a:gd name="T0" fmla="*/ 133 w 266"/>
                            <a:gd name="T1" fmla="*/ 0 h 271"/>
                            <a:gd name="T2" fmla="*/ 162 w 266"/>
                            <a:gd name="T3" fmla="*/ 2 h 271"/>
                            <a:gd name="T4" fmla="*/ 189 w 266"/>
                            <a:gd name="T5" fmla="*/ 7 h 271"/>
                            <a:gd name="T6" fmla="*/ 212 w 266"/>
                            <a:gd name="T7" fmla="*/ 19 h 271"/>
                            <a:gd name="T8" fmla="*/ 231 w 266"/>
                            <a:gd name="T9" fmla="*/ 35 h 271"/>
                            <a:gd name="T10" fmla="*/ 247 w 266"/>
                            <a:gd name="T11" fmla="*/ 54 h 271"/>
                            <a:gd name="T12" fmla="*/ 257 w 266"/>
                            <a:gd name="T13" fmla="*/ 77 h 271"/>
                            <a:gd name="T14" fmla="*/ 262 w 266"/>
                            <a:gd name="T15" fmla="*/ 104 h 271"/>
                            <a:gd name="T16" fmla="*/ 266 w 266"/>
                            <a:gd name="T17" fmla="*/ 135 h 271"/>
                            <a:gd name="T18" fmla="*/ 260 w 266"/>
                            <a:gd name="T19" fmla="*/ 180 h 271"/>
                            <a:gd name="T20" fmla="*/ 253 w 266"/>
                            <a:gd name="T21" fmla="*/ 205 h 271"/>
                            <a:gd name="T22" fmla="*/ 239 w 266"/>
                            <a:gd name="T23" fmla="*/ 226 h 271"/>
                            <a:gd name="T24" fmla="*/ 222 w 266"/>
                            <a:gd name="T25" fmla="*/ 244 h 271"/>
                            <a:gd name="T26" fmla="*/ 203 w 266"/>
                            <a:gd name="T27" fmla="*/ 257 h 271"/>
                            <a:gd name="T28" fmla="*/ 177 w 266"/>
                            <a:gd name="T29" fmla="*/ 267 h 271"/>
                            <a:gd name="T30" fmla="*/ 148 w 266"/>
                            <a:gd name="T31" fmla="*/ 271 h 271"/>
                            <a:gd name="T32" fmla="*/ 133 w 266"/>
                            <a:gd name="T33" fmla="*/ 271 h 271"/>
                            <a:gd name="T34" fmla="*/ 102 w 266"/>
                            <a:gd name="T35" fmla="*/ 269 h 271"/>
                            <a:gd name="T36" fmla="*/ 75 w 266"/>
                            <a:gd name="T37" fmla="*/ 263 h 271"/>
                            <a:gd name="T38" fmla="*/ 52 w 266"/>
                            <a:gd name="T39" fmla="*/ 252 h 271"/>
                            <a:gd name="T40" fmla="*/ 33 w 266"/>
                            <a:gd name="T41" fmla="*/ 236 h 271"/>
                            <a:gd name="T42" fmla="*/ 19 w 266"/>
                            <a:gd name="T43" fmla="*/ 215 h 271"/>
                            <a:gd name="T44" fmla="*/ 7 w 266"/>
                            <a:gd name="T45" fmla="*/ 192 h 271"/>
                            <a:gd name="T46" fmla="*/ 2 w 266"/>
                            <a:gd name="T47" fmla="*/ 166 h 271"/>
                            <a:gd name="T48" fmla="*/ 0 w 266"/>
                            <a:gd name="T49" fmla="*/ 135 h 271"/>
                            <a:gd name="T50" fmla="*/ 4 w 266"/>
                            <a:gd name="T51" fmla="*/ 91 h 271"/>
                            <a:gd name="T52" fmla="*/ 13 w 266"/>
                            <a:gd name="T53" fmla="*/ 66 h 271"/>
                            <a:gd name="T54" fmla="*/ 25 w 266"/>
                            <a:gd name="T55" fmla="*/ 44 h 271"/>
                            <a:gd name="T56" fmla="*/ 42 w 266"/>
                            <a:gd name="T57" fmla="*/ 27 h 271"/>
                            <a:gd name="T58" fmla="*/ 63 w 266"/>
                            <a:gd name="T59" fmla="*/ 13 h 271"/>
                            <a:gd name="T60" fmla="*/ 89 w 266"/>
                            <a:gd name="T61" fmla="*/ 4 h 271"/>
                            <a:gd name="T62" fmla="*/ 116 w 266"/>
                            <a:gd name="T63" fmla="*/ 0 h 271"/>
                            <a:gd name="T64" fmla="*/ 133 w 266"/>
                            <a:gd name="T65" fmla="*/ 219 h 271"/>
                            <a:gd name="T66" fmla="*/ 146 w 266"/>
                            <a:gd name="T67" fmla="*/ 219 h 271"/>
                            <a:gd name="T68" fmla="*/ 170 w 266"/>
                            <a:gd name="T69" fmla="*/ 205 h 271"/>
                            <a:gd name="T70" fmla="*/ 183 w 266"/>
                            <a:gd name="T71" fmla="*/ 182 h 271"/>
                            <a:gd name="T72" fmla="*/ 189 w 266"/>
                            <a:gd name="T73" fmla="*/ 151 h 271"/>
                            <a:gd name="T74" fmla="*/ 191 w 266"/>
                            <a:gd name="T75" fmla="*/ 135 h 271"/>
                            <a:gd name="T76" fmla="*/ 187 w 266"/>
                            <a:gd name="T77" fmla="*/ 102 h 271"/>
                            <a:gd name="T78" fmla="*/ 177 w 266"/>
                            <a:gd name="T79" fmla="*/ 75 h 271"/>
                            <a:gd name="T80" fmla="*/ 160 w 266"/>
                            <a:gd name="T81" fmla="*/ 58 h 271"/>
                            <a:gd name="T82" fmla="*/ 133 w 266"/>
                            <a:gd name="T83" fmla="*/ 52 h 271"/>
                            <a:gd name="T84" fmla="*/ 118 w 266"/>
                            <a:gd name="T85" fmla="*/ 52 h 271"/>
                            <a:gd name="T86" fmla="*/ 94 w 266"/>
                            <a:gd name="T87" fmla="*/ 66 h 271"/>
                            <a:gd name="T88" fmla="*/ 79 w 266"/>
                            <a:gd name="T89" fmla="*/ 89 h 271"/>
                            <a:gd name="T90" fmla="*/ 73 w 266"/>
                            <a:gd name="T91" fmla="*/ 118 h 271"/>
                            <a:gd name="T92" fmla="*/ 71 w 266"/>
                            <a:gd name="T93" fmla="*/ 135 h 271"/>
                            <a:gd name="T94" fmla="*/ 75 w 266"/>
                            <a:gd name="T95" fmla="*/ 166 h 271"/>
                            <a:gd name="T96" fmla="*/ 85 w 266"/>
                            <a:gd name="T97" fmla="*/ 193 h 271"/>
                            <a:gd name="T98" fmla="*/ 104 w 266"/>
                            <a:gd name="T99" fmla="*/ 213 h 271"/>
                            <a:gd name="T100" fmla="*/ 133 w 266"/>
                            <a:gd name="T101" fmla="*/ 219 h 27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</a:cxnLst>
                          <a:rect l="0" t="0" r="r" b="b"/>
                          <a:pathLst>
                            <a:path w="266" h="271">
                              <a:moveTo>
                                <a:pt x="133" y="0"/>
                              </a:moveTo>
                              <a:lnTo>
                                <a:pt x="133" y="0"/>
                              </a:lnTo>
                              <a:lnTo>
                                <a:pt x="148" y="0"/>
                              </a:lnTo>
                              <a:lnTo>
                                <a:pt x="162" y="2"/>
                              </a:lnTo>
                              <a:lnTo>
                                <a:pt x="177" y="4"/>
                              </a:lnTo>
                              <a:lnTo>
                                <a:pt x="189" y="7"/>
                              </a:lnTo>
                              <a:lnTo>
                                <a:pt x="203" y="13"/>
                              </a:lnTo>
                              <a:lnTo>
                                <a:pt x="212" y="19"/>
                              </a:lnTo>
                              <a:lnTo>
                                <a:pt x="222" y="27"/>
                              </a:lnTo>
                              <a:lnTo>
                                <a:pt x="231" y="35"/>
                              </a:lnTo>
                              <a:lnTo>
                                <a:pt x="239" y="44"/>
                              </a:lnTo>
                              <a:lnTo>
                                <a:pt x="247" y="54"/>
                              </a:lnTo>
                              <a:lnTo>
                                <a:pt x="253" y="66"/>
                              </a:lnTo>
                              <a:lnTo>
                                <a:pt x="257" y="77"/>
                              </a:lnTo>
                              <a:lnTo>
                                <a:pt x="260" y="91"/>
                              </a:lnTo>
                              <a:lnTo>
                                <a:pt x="262" y="104"/>
                              </a:lnTo>
                              <a:lnTo>
                                <a:pt x="266" y="135"/>
                              </a:lnTo>
                              <a:lnTo>
                                <a:pt x="262" y="166"/>
                              </a:lnTo>
                              <a:lnTo>
                                <a:pt x="260" y="180"/>
                              </a:lnTo>
                              <a:lnTo>
                                <a:pt x="257" y="192"/>
                              </a:lnTo>
                              <a:lnTo>
                                <a:pt x="253" y="205"/>
                              </a:lnTo>
                              <a:lnTo>
                                <a:pt x="247" y="215"/>
                              </a:lnTo>
                              <a:lnTo>
                                <a:pt x="239" y="226"/>
                              </a:lnTo>
                              <a:lnTo>
                                <a:pt x="231" y="236"/>
                              </a:lnTo>
                              <a:lnTo>
                                <a:pt x="222" y="244"/>
                              </a:lnTo>
                              <a:lnTo>
                                <a:pt x="212" y="252"/>
                              </a:lnTo>
                              <a:lnTo>
                                <a:pt x="203" y="257"/>
                              </a:lnTo>
                              <a:lnTo>
                                <a:pt x="189" y="263"/>
                              </a:lnTo>
                              <a:lnTo>
                                <a:pt x="177" y="267"/>
                              </a:lnTo>
                              <a:lnTo>
                                <a:pt x="162" y="269"/>
                              </a:lnTo>
                              <a:lnTo>
                                <a:pt x="148" y="271"/>
                              </a:lnTo>
                              <a:lnTo>
                                <a:pt x="133" y="271"/>
                              </a:lnTo>
                              <a:lnTo>
                                <a:pt x="116" y="271"/>
                              </a:lnTo>
                              <a:lnTo>
                                <a:pt x="102" y="269"/>
                              </a:lnTo>
                              <a:lnTo>
                                <a:pt x="89" y="267"/>
                              </a:lnTo>
                              <a:lnTo>
                                <a:pt x="75" y="263"/>
                              </a:lnTo>
                              <a:lnTo>
                                <a:pt x="63" y="257"/>
                              </a:lnTo>
                              <a:lnTo>
                                <a:pt x="52" y="252"/>
                              </a:lnTo>
                              <a:lnTo>
                                <a:pt x="42" y="244"/>
                              </a:lnTo>
                              <a:lnTo>
                                <a:pt x="33" y="236"/>
                              </a:lnTo>
                              <a:lnTo>
                                <a:pt x="25" y="226"/>
                              </a:lnTo>
                              <a:lnTo>
                                <a:pt x="19" y="215"/>
                              </a:lnTo>
                              <a:lnTo>
                                <a:pt x="13" y="205"/>
                              </a:lnTo>
                              <a:lnTo>
                                <a:pt x="7" y="192"/>
                              </a:lnTo>
                              <a:lnTo>
                                <a:pt x="4" y="180"/>
                              </a:lnTo>
                              <a:lnTo>
                                <a:pt x="2" y="166"/>
                              </a:lnTo>
                              <a:lnTo>
                                <a:pt x="0" y="135"/>
                              </a:lnTo>
                              <a:lnTo>
                                <a:pt x="2" y="104"/>
                              </a:lnTo>
                              <a:lnTo>
                                <a:pt x="4" y="91"/>
                              </a:lnTo>
                              <a:lnTo>
                                <a:pt x="7" y="77"/>
                              </a:lnTo>
                              <a:lnTo>
                                <a:pt x="13" y="66"/>
                              </a:lnTo>
                              <a:lnTo>
                                <a:pt x="19" y="54"/>
                              </a:lnTo>
                              <a:lnTo>
                                <a:pt x="25" y="44"/>
                              </a:lnTo>
                              <a:lnTo>
                                <a:pt x="33" y="35"/>
                              </a:lnTo>
                              <a:lnTo>
                                <a:pt x="42" y="27"/>
                              </a:lnTo>
                              <a:lnTo>
                                <a:pt x="52" y="19"/>
                              </a:lnTo>
                              <a:lnTo>
                                <a:pt x="63" y="13"/>
                              </a:lnTo>
                              <a:lnTo>
                                <a:pt x="75" y="7"/>
                              </a:lnTo>
                              <a:lnTo>
                                <a:pt x="89" y="4"/>
                              </a:lnTo>
                              <a:lnTo>
                                <a:pt x="102" y="2"/>
                              </a:lnTo>
                              <a:lnTo>
                                <a:pt x="116" y="0"/>
                              </a:lnTo>
                              <a:lnTo>
                                <a:pt x="133" y="0"/>
                              </a:lnTo>
                              <a:close/>
                              <a:moveTo>
                                <a:pt x="133" y="219"/>
                              </a:moveTo>
                              <a:lnTo>
                                <a:pt x="133" y="219"/>
                              </a:lnTo>
                              <a:lnTo>
                                <a:pt x="146" y="219"/>
                              </a:lnTo>
                              <a:lnTo>
                                <a:pt x="160" y="213"/>
                              </a:lnTo>
                              <a:lnTo>
                                <a:pt x="170" y="205"/>
                              </a:lnTo>
                              <a:lnTo>
                                <a:pt x="177" y="193"/>
                              </a:lnTo>
                              <a:lnTo>
                                <a:pt x="183" y="182"/>
                              </a:lnTo>
                              <a:lnTo>
                                <a:pt x="187" y="166"/>
                              </a:lnTo>
                              <a:lnTo>
                                <a:pt x="189" y="151"/>
                              </a:lnTo>
                              <a:lnTo>
                                <a:pt x="191" y="135"/>
                              </a:lnTo>
                              <a:lnTo>
                                <a:pt x="189" y="118"/>
                              </a:lnTo>
                              <a:lnTo>
                                <a:pt x="187" y="102"/>
                              </a:lnTo>
                              <a:lnTo>
                                <a:pt x="183" y="89"/>
                              </a:lnTo>
                              <a:lnTo>
                                <a:pt x="177" y="75"/>
                              </a:lnTo>
                              <a:lnTo>
                                <a:pt x="170" y="66"/>
                              </a:lnTo>
                              <a:lnTo>
                                <a:pt x="160" y="58"/>
                              </a:lnTo>
                              <a:lnTo>
                                <a:pt x="146" y="52"/>
                              </a:lnTo>
                              <a:lnTo>
                                <a:pt x="133" y="52"/>
                              </a:lnTo>
                              <a:lnTo>
                                <a:pt x="118" y="52"/>
                              </a:lnTo>
                              <a:lnTo>
                                <a:pt x="104" y="58"/>
                              </a:lnTo>
                              <a:lnTo>
                                <a:pt x="94" y="66"/>
                              </a:lnTo>
                              <a:lnTo>
                                <a:pt x="85" y="75"/>
                              </a:lnTo>
                              <a:lnTo>
                                <a:pt x="79" y="89"/>
                              </a:lnTo>
                              <a:lnTo>
                                <a:pt x="75" y="102"/>
                              </a:lnTo>
                              <a:lnTo>
                                <a:pt x="73" y="118"/>
                              </a:lnTo>
                              <a:lnTo>
                                <a:pt x="71" y="135"/>
                              </a:lnTo>
                              <a:lnTo>
                                <a:pt x="73" y="151"/>
                              </a:lnTo>
                              <a:lnTo>
                                <a:pt x="75" y="166"/>
                              </a:lnTo>
                              <a:lnTo>
                                <a:pt x="79" y="182"/>
                              </a:lnTo>
                              <a:lnTo>
                                <a:pt x="85" y="193"/>
                              </a:lnTo>
                              <a:lnTo>
                                <a:pt x="94" y="205"/>
                              </a:lnTo>
                              <a:lnTo>
                                <a:pt x="104" y="213"/>
                              </a:lnTo>
                              <a:lnTo>
                                <a:pt x="118" y="219"/>
                              </a:lnTo>
                              <a:lnTo>
                                <a:pt x="133" y="2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89" name="Freeform 199"/>
                      <wps:cNvSpPr>
                        <a:spLocks/>
                      </wps:cNvSpPr>
                      <wps:spPr bwMode="auto">
                        <a:xfrm>
                          <a:off x="381000" y="113030"/>
                          <a:ext cx="84455" cy="86360"/>
                        </a:xfrm>
                        <a:custGeom>
                          <a:avLst/>
                          <a:gdLst>
                            <a:gd name="T0" fmla="*/ 133 w 266"/>
                            <a:gd name="T1" fmla="*/ 0 h 271"/>
                            <a:gd name="T2" fmla="*/ 162 w 266"/>
                            <a:gd name="T3" fmla="*/ 2 h 271"/>
                            <a:gd name="T4" fmla="*/ 189 w 266"/>
                            <a:gd name="T5" fmla="*/ 7 h 271"/>
                            <a:gd name="T6" fmla="*/ 212 w 266"/>
                            <a:gd name="T7" fmla="*/ 19 h 271"/>
                            <a:gd name="T8" fmla="*/ 231 w 266"/>
                            <a:gd name="T9" fmla="*/ 35 h 271"/>
                            <a:gd name="T10" fmla="*/ 247 w 266"/>
                            <a:gd name="T11" fmla="*/ 54 h 271"/>
                            <a:gd name="T12" fmla="*/ 257 w 266"/>
                            <a:gd name="T13" fmla="*/ 77 h 271"/>
                            <a:gd name="T14" fmla="*/ 262 w 266"/>
                            <a:gd name="T15" fmla="*/ 104 h 271"/>
                            <a:gd name="T16" fmla="*/ 266 w 266"/>
                            <a:gd name="T17" fmla="*/ 135 h 271"/>
                            <a:gd name="T18" fmla="*/ 260 w 266"/>
                            <a:gd name="T19" fmla="*/ 180 h 271"/>
                            <a:gd name="T20" fmla="*/ 253 w 266"/>
                            <a:gd name="T21" fmla="*/ 205 h 271"/>
                            <a:gd name="T22" fmla="*/ 239 w 266"/>
                            <a:gd name="T23" fmla="*/ 226 h 271"/>
                            <a:gd name="T24" fmla="*/ 222 w 266"/>
                            <a:gd name="T25" fmla="*/ 244 h 271"/>
                            <a:gd name="T26" fmla="*/ 203 w 266"/>
                            <a:gd name="T27" fmla="*/ 257 h 271"/>
                            <a:gd name="T28" fmla="*/ 177 w 266"/>
                            <a:gd name="T29" fmla="*/ 267 h 271"/>
                            <a:gd name="T30" fmla="*/ 148 w 266"/>
                            <a:gd name="T31" fmla="*/ 271 h 271"/>
                            <a:gd name="T32" fmla="*/ 133 w 266"/>
                            <a:gd name="T33" fmla="*/ 271 h 271"/>
                            <a:gd name="T34" fmla="*/ 102 w 266"/>
                            <a:gd name="T35" fmla="*/ 269 h 271"/>
                            <a:gd name="T36" fmla="*/ 75 w 266"/>
                            <a:gd name="T37" fmla="*/ 263 h 271"/>
                            <a:gd name="T38" fmla="*/ 52 w 266"/>
                            <a:gd name="T39" fmla="*/ 252 h 271"/>
                            <a:gd name="T40" fmla="*/ 33 w 266"/>
                            <a:gd name="T41" fmla="*/ 236 h 271"/>
                            <a:gd name="T42" fmla="*/ 19 w 266"/>
                            <a:gd name="T43" fmla="*/ 215 h 271"/>
                            <a:gd name="T44" fmla="*/ 7 w 266"/>
                            <a:gd name="T45" fmla="*/ 192 h 271"/>
                            <a:gd name="T46" fmla="*/ 2 w 266"/>
                            <a:gd name="T47" fmla="*/ 166 h 271"/>
                            <a:gd name="T48" fmla="*/ 0 w 266"/>
                            <a:gd name="T49" fmla="*/ 135 h 271"/>
                            <a:gd name="T50" fmla="*/ 4 w 266"/>
                            <a:gd name="T51" fmla="*/ 91 h 271"/>
                            <a:gd name="T52" fmla="*/ 13 w 266"/>
                            <a:gd name="T53" fmla="*/ 66 h 271"/>
                            <a:gd name="T54" fmla="*/ 25 w 266"/>
                            <a:gd name="T55" fmla="*/ 44 h 271"/>
                            <a:gd name="T56" fmla="*/ 42 w 266"/>
                            <a:gd name="T57" fmla="*/ 27 h 271"/>
                            <a:gd name="T58" fmla="*/ 63 w 266"/>
                            <a:gd name="T59" fmla="*/ 13 h 271"/>
                            <a:gd name="T60" fmla="*/ 89 w 266"/>
                            <a:gd name="T61" fmla="*/ 4 h 271"/>
                            <a:gd name="T62" fmla="*/ 116 w 266"/>
                            <a:gd name="T63" fmla="*/ 0 h 27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</a:cxnLst>
                          <a:rect l="0" t="0" r="r" b="b"/>
                          <a:pathLst>
                            <a:path w="266" h="271">
                              <a:moveTo>
                                <a:pt x="133" y="0"/>
                              </a:moveTo>
                              <a:lnTo>
                                <a:pt x="133" y="0"/>
                              </a:lnTo>
                              <a:lnTo>
                                <a:pt x="148" y="0"/>
                              </a:lnTo>
                              <a:lnTo>
                                <a:pt x="162" y="2"/>
                              </a:lnTo>
                              <a:lnTo>
                                <a:pt x="177" y="4"/>
                              </a:lnTo>
                              <a:lnTo>
                                <a:pt x="189" y="7"/>
                              </a:lnTo>
                              <a:lnTo>
                                <a:pt x="203" y="13"/>
                              </a:lnTo>
                              <a:lnTo>
                                <a:pt x="212" y="19"/>
                              </a:lnTo>
                              <a:lnTo>
                                <a:pt x="222" y="27"/>
                              </a:lnTo>
                              <a:lnTo>
                                <a:pt x="231" y="35"/>
                              </a:lnTo>
                              <a:lnTo>
                                <a:pt x="239" y="44"/>
                              </a:lnTo>
                              <a:lnTo>
                                <a:pt x="247" y="54"/>
                              </a:lnTo>
                              <a:lnTo>
                                <a:pt x="253" y="66"/>
                              </a:lnTo>
                              <a:lnTo>
                                <a:pt x="257" y="77"/>
                              </a:lnTo>
                              <a:lnTo>
                                <a:pt x="260" y="91"/>
                              </a:lnTo>
                              <a:lnTo>
                                <a:pt x="262" y="104"/>
                              </a:lnTo>
                              <a:lnTo>
                                <a:pt x="266" y="135"/>
                              </a:lnTo>
                              <a:lnTo>
                                <a:pt x="262" y="166"/>
                              </a:lnTo>
                              <a:lnTo>
                                <a:pt x="260" y="180"/>
                              </a:lnTo>
                              <a:lnTo>
                                <a:pt x="257" y="192"/>
                              </a:lnTo>
                              <a:lnTo>
                                <a:pt x="253" y="205"/>
                              </a:lnTo>
                              <a:lnTo>
                                <a:pt x="247" y="215"/>
                              </a:lnTo>
                              <a:lnTo>
                                <a:pt x="239" y="226"/>
                              </a:lnTo>
                              <a:lnTo>
                                <a:pt x="231" y="236"/>
                              </a:lnTo>
                              <a:lnTo>
                                <a:pt x="222" y="244"/>
                              </a:lnTo>
                              <a:lnTo>
                                <a:pt x="212" y="252"/>
                              </a:lnTo>
                              <a:lnTo>
                                <a:pt x="203" y="257"/>
                              </a:lnTo>
                              <a:lnTo>
                                <a:pt x="189" y="263"/>
                              </a:lnTo>
                              <a:lnTo>
                                <a:pt x="177" y="267"/>
                              </a:lnTo>
                              <a:lnTo>
                                <a:pt x="162" y="269"/>
                              </a:lnTo>
                              <a:lnTo>
                                <a:pt x="148" y="271"/>
                              </a:lnTo>
                              <a:lnTo>
                                <a:pt x="133" y="271"/>
                              </a:lnTo>
                              <a:lnTo>
                                <a:pt x="116" y="271"/>
                              </a:lnTo>
                              <a:lnTo>
                                <a:pt x="102" y="269"/>
                              </a:lnTo>
                              <a:lnTo>
                                <a:pt x="89" y="267"/>
                              </a:lnTo>
                              <a:lnTo>
                                <a:pt x="75" y="263"/>
                              </a:lnTo>
                              <a:lnTo>
                                <a:pt x="63" y="257"/>
                              </a:lnTo>
                              <a:lnTo>
                                <a:pt x="52" y="252"/>
                              </a:lnTo>
                              <a:lnTo>
                                <a:pt x="42" y="244"/>
                              </a:lnTo>
                              <a:lnTo>
                                <a:pt x="33" y="236"/>
                              </a:lnTo>
                              <a:lnTo>
                                <a:pt x="25" y="226"/>
                              </a:lnTo>
                              <a:lnTo>
                                <a:pt x="19" y="215"/>
                              </a:lnTo>
                              <a:lnTo>
                                <a:pt x="13" y="205"/>
                              </a:lnTo>
                              <a:lnTo>
                                <a:pt x="7" y="192"/>
                              </a:lnTo>
                              <a:lnTo>
                                <a:pt x="4" y="180"/>
                              </a:lnTo>
                              <a:lnTo>
                                <a:pt x="2" y="166"/>
                              </a:lnTo>
                              <a:lnTo>
                                <a:pt x="0" y="135"/>
                              </a:lnTo>
                              <a:lnTo>
                                <a:pt x="2" y="104"/>
                              </a:lnTo>
                              <a:lnTo>
                                <a:pt x="4" y="91"/>
                              </a:lnTo>
                              <a:lnTo>
                                <a:pt x="7" y="77"/>
                              </a:lnTo>
                              <a:lnTo>
                                <a:pt x="13" y="66"/>
                              </a:lnTo>
                              <a:lnTo>
                                <a:pt x="19" y="54"/>
                              </a:lnTo>
                              <a:lnTo>
                                <a:pt x="25" y="44"/>
                              </a:lnTo>
                              <a:lnTo>
                                <a:pt x="33" y="35"/>
                              </a:lnTo>
                              <a:lnTo>
                                <a:pt x="42" y="27"/>
                              </a:lnTo>
                              <a:lnTo>
                                <a:pt x="52" y="19"/>
                              </a:lnTo>
                              <a:lnTo>
                                <a:pt x="63" y="13"/>
                              </a:lnTo>
                              <a:lnTo>
                                <a:pt x="75" y="7"/>
                              </a:lnTo>
                              <a:lnTo>
                                <a:pt x="89" y="4"/>
                              </a:lnTo>
                              <a:lnTo>
                                <a:pt x="102" y="2"/>
                              </a:lnTo>
                              <a:lnTo>
                                <a:pt x="116" y="0"/>
                              </a:lnTo>
                              <a:lnTo>
                                <a:pt x="133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90" name="Freeform 200"/>
                      <wps:cNvSpPr>
                        <a:spLocks/>
                      </wps:cNvSpPr>
                      <wps:spPr bwMode="auto">
                        <a:xfrm>
                          <a:off x="403860" y="129540"/>
                          <a:ext cx="37465" cy="53340"/>
                        </a:xfrm>
                        <a:custGeom>
                          <a:avLst/>
                          <a:gdLst>
                            <a:gd name="T0" fmla="*/ 62 w 120"/>
                            <a:gd name="T1" fmla="*/ 167 h 167"/>
                            <a:gd name="T2" fmla="*/ 62 w 120"/>
                            <a:gd name="T3" fmla="*/ 167 h 167"/>
                            <a:gd name="T4" fmla="*/ 75 w 120"/>
                            <a:gd name="T5" fmla="*/ 167 h 167"/>
                            <a:gd name="T6" fmla="*/ 89 w 120"/>
                            <a:gd name="T7" fmla="*/ 161 h 167"/>
                            <a:gd name="T8" fmla="*/ 99 w 120"/>
                            <a:gd name="T9" fmla="*/ 153 h 167"/>
                            <a:gd name="T10" fmla="*/ 106 w 120"/>
                            <a:gd name="T11" fmla="*/ 141 h 167"/>
                            <a:gd name="T12" fmla="*/ 112 w 120"/>
                            <a:gd name="T13" fmla="*/ 130 h 167"/>
                            <a:gd name="T14" fmla="*/ 116 w 120"/>
                            <a:gd name="T15" fmla="*/ 114 h 167"/>
                            <a:gd name="T16" fmla="*/ 118 w 120"/>
                            <a:gd name="T17" fmla="*/ 99 h 167"/>
                            <a:gd name="T18" fmla="*/ 120 w 120"/>
                            <a:gd name="T19" fmla="*/ 83 h 167"/>
                            <a:gd name="T20" fmla="*/ 120 w 120"/>
                            <a:gd name="T21" fmla="*/ 83 h 167"/>
                            <a:gd name="T22" fmla="*/ 118 w 120"/>
                            <a:gd name="T23" fmla="*/ 66 h 167"/>
                            <a:gd name="T24" fmla="*/ 116 w 120"/>
                            <a:gd name="T25" fmla="*/ 50 h 167"/>
                            <a:gd name="T26" fmla="*/ 112 w 120"/>
                            <a:gd name="T27" fmla="*/ 37 h 167"/>
                            <a:gd name="T28" fmla="*/ 106 w 120"/>
                            <a:gd name="T29" fmla="*/ 23 h 167"/>
                            <a:gd name="T30" fmla="*/ 99 w 120"/>
                            <a:gd name="T31" fmla="*/ 14 h 167"/>
                            <a:gd name="T32" fmla="*/ 89 w 120"/>
                            <a:gd name="T33" fmla="*/ 6 h 167"/>
                            <a:gd name="T34" fmla="*/ 75 w 120"/>
                            <a:gd name="T35" fmla="*/ 0 h 167"/>
                            <a:gd name="T36" fmla="*/ 62 w 120"/>
                            <a:gd name="T37" fmla="*/ 0 h 167"/>
                            <a:gd name="T38" fmla="*/ 62 w 120"/>
                            <a:gd name="T39" fmla="*/ 0 h 167"/>
                            <a:gd name="T40" fmla="*/ 47 w 120"/>
                            <a:gd name="T41" fmla="*/ 0 h 167"/>
                            <a:gd name="T42" fmla="*/ 33 w 120"/>
                            <a:gd name="T43" fmla="*/ 6 h 167"/>
                            <a:gd name="T44" fmla="*/ 23 w 120"/>
                            <a:gd name="T45" fmla="*/ 14 h 167"/>
                            <a:gd name="T46" fmla="*/ 14 w 120"/>
                            <a:gd name="T47" fmla="*/ 23 h 167"/>
                            <a:gd name="T48" fmla="*/ 8 w 120"/>
                            <a:gd name="T49" fmla="*/ 37 h 167"/>
                            <a:gd name="T50" fmla="*/ 4 w 120"/>
                            <a:gd name="T51" fmla="*/ 50 h 167"/>
                            <a:gd name="T52" fmla="*/ 2 w 120"/>
                            <a:gd name="T53" fmla="*/ 66 h 167"/>
                            <a:gd name="T54" fmla="*/ 0 w 120"/>
                            <a:gd name="T55" fmla="*/ 83 h 167"/>
                            <a:gd name="T56" fmla="*/ 0 w 120"/>
                            <a:gd name="T57" fmla="*/ 83 h 167"/>
                            <a:gd name="T58" fmla="*/ 2 w 120"/>
                            <a:gd name="T59" fmla="*/ 99 h 167"/>
                            <a:gd name="T60" fmla="*/ 4 w 120"/>
                            <a:gd name="T61" fmla="*/ 114 h 167"/>
                            <a:gd name="T62" fmla="*/ 8 w 120"/>
                            <a:gd name="T63" fmla="*/ 130 h 167"/>
                            <a:gd name="T64" fmla="*/ 14 w 120"/>
                            <a:gd name="T65" fmla="*/ 141 h 167"/>
                            <a:gd name="T66" fmla="*/ 23 w 120"/>
                            <a:gd name="T67" fmla="*/ 153 h 167"/>
                            <a:gd name="T68" fmla="*/ 33 w 120"/>
                            <a:gd name="T69" fmla="*/ 161 h 167"/>
                            <a:gd name="T70" fmla="*/ 47 w 120"/>
                            <a:gd name="T71" fmla="*/ 167 h 167"/>
                            <a:gd name="T72" fmla="*/ 62 w 120"/>
                            <a:gd name="T73" fmla="*/ 167 h 16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120" h="167">
                              <a:moveTo>
                                <a:pt x="62" y="167"/>
                              </a:moveTo>
                              <a:lnTo>
                                <a:pt x="62" y="167"/>
                              </a:lnTo>
                              <a:lnTo>
                                <a:pt x="75" y="167"/>
                              </a:lnTo>
                              <a:lnTo>
                                <a:pt x="89" y="161"/>
                              </a:lnTo>
                              <a:lnTo>
                                <a:pt x="99" y="153"/>
                              </a:lnTo>
                              <a:lnTo>
                                <a:pt x="106" y="141"/>
                              </a:lnTo>
                              <a:lnTo>
                                <a:pt x="112" y="130"/>
                              </a:lnTo>
                              <a:lnTo>
                                <a:pt x="116" y="114"/>
                              </a:lnTo>
                              <a:lnTo>
                                <a:pt x="118" y="99"/>
                              </a:lnTo>
                              <a:lnTo>
                                <a:pt x="120" y="83"/>
                              </a:lnTo>
                              <a:lnTo>
                                <a:pt x="118" y="66"/>
                              </a:lnTo>
                              <a:lnTo>
                                <a:pt x="116" y="50"/>
                              </a:lnTo>
                              <a:lnTo>
                                <a:pt x="112" y="37"/>
                              </a:lnTo>
                              <a:lnTo>
                                <a:pt x="106" y="23"/>
                              </a:lnTo>
                              <a:lnTo>
                                <a:pt x="99" y="14"/>
                              </a:lnTo>
                              <a:lnTo>
                                <a:pt x="89" y="6"/>
                              </a:lnTo>
                              <a:lnTo>
                                <a:pt x="75" y="0"/>
                              </a:lnTo>
                              <a:lnTo>
                                <a:pt x="62" y="0"/>
                              </a:lnTo>
                              <a:lnTo>
                                <a:pt x="47" y="0"/>
                              </a:lnTo>
                              <a:lnTo>
                                <a:pt x="33" y="6"/>
                              </a:lnTo>
                              <a:lnTo>
                                <a:pt x="23" y="14"/>
                              </a:lnTo>
                              <a:lnTo>
                                <a:pt x="14" y="23"/>
                              </a:lnTo>
                              <a:lnTo>
                                <a:pt x="8" y="37"/>
                              </a:lnTo>
                              <a:lnTo>
                                <a:pt x="4" y="50"/>
                              </a:lnTo>
                              <a:lnTo>
                                <a:pt x="2" y="66"/>
                              </a:lnTo>
                              <a:lnTo>
                                <a:pt x="0" y="83"/>
                              </a:lnTo>
                              <a:lnTo>
                                <a:pt x="2" y="99"/>
                              </a:lnTo>
                              <a:lnTo>
                                <a:pt x="4" y="114"/>
                              </a:lnTo>
                              <a:lnTo>
                                <a:pt x="8" y="130"/>
                              </a:lnTo>
                              <a:lnTo>
                                <a:pt x="14" y="141"/>
                              </a:lnTo>
                              <a:lnTo>
                                <a:pt x="23" y="153"/>
                              </a:lnTo>
                              <a:lnTo>
                                <a:pt x="33" y="161"/>
                              </a:lnTo>
                              <a:lnTo>
                                <a:pt x="47" y="167"/>
                              </a:lnTo>
                              <a:lnTo>
                                <a:pt x="62" y="167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91" name="Freeform 201"/>
                      <wps:cNvSpPr>
                        <a:spLocks/>
                      </wps:cNvSpPr>
                      <wps:spPr bwMode="auto">
                        <a:xfrm>
                          <a:off x="291465" y="113030"/>
                          <a:ext cx="73660" cy="86360"/>
                        </a:xfrm>
                        <a:custGeom>
                          <a:avLst/>
                          <a:gdLst>
                            <a:gd name="T0" fmla="*/ 154 w 231"/>
                            <a:gd name="T1" fmla="*/ 0 h 271"/>
                            <a:gd name="T2" fmla="*/ 193 w 231"/>
                            <a:gd name="T3" fmla="*/ 2 h 271"/>
                            <a:gd name="T4" fmla="*/ 226 w 231"/>
                            <a:gd name="T5" fmla="*/ 69 h 271"/>
                            <a:gd name="T6" fmla="*/ 208 w 231"/>
                            <a:gd name="T7" fmla="*/ 62 h 271"/>
                            <a:gd name="T8" fmla="*/ 173 w 231"/>
                            <a:gd name="T9" fmla="*/ 52 h 271"/>
                            <a:gd name="T10" fmla="*/ 156 w 231"/>
                            <a:gd name="T11" fmla="*/ 52 h 271"/>
                            <a:gd name="T12" fmla="*/ 123 w 231"/>
                            <a:gd name="T13" fmla="*/ 58 h 271"/>
                            <a:gd name="T14" fmla="*/ 96 w 231"/>
                            <a:gd name="T15" fmla="*/ 75 h 271"/>
                            <a:gd name="T16" fmla="*/ 79 w 231"/>
                            <a:gd name="T17" fmla="*/ 100 h 271"/>
                            <a:gd name="T18" fmla="*/ 73 w 231"/>
                            <a:gd name="T19" fmla="*/ 135 h 271"/>
                            <a:gd name="T20" fmla="*/ 75 w 231"/>
                            <a:gd name="T21" fmla="*/ 155 h 271"/>
                            <a:gd name="T22" fmla="*/ 87 w 231"/>
                            <a:gd name="T23" fmla="*/ 186 h 271"/>
                            <a:gd name="T24" fmla="*/ 112 w 231"/>
                            <a:gd name="T25" fmla="*/ 207 h 271"/>
                            <a:gd name="T26" fmla="*/ 143 w 231"/>
                            <a:gd name="T27" fmla="*/ 219 h 271"/>
                            <a:gd name="T28" fmla="*/ 162 w 231"/>
                            <a:gd name="T29" fmla="*/ 219 h 271"/>
                            <a:gd name="T30" fmla="*/ 197 w 231"/>
                            <a:gd name="T31" fmla="*/ 215 h 271"/>
                            <a:gd name="T32" fmla="*/ 230 w 231"/>
                            <a:gd name="T33" fmla="*/ 205 h 271"/>
                            <a:gd name="T34" fmla="*/ 231 w 231"/>
                            <a:gd name="T35" fmla="*/ 259 h 271"/>
                            <a:gd name="T36" fmla="*/ 199 w 231"/>
                            <a:gd name="T37" fmla="*/ 269 h 271"/>
                            <a:gd name="T38" fmla="*/ 154 w 231"/>
                            <a:gd name="T39" fmla="*/ 271 h 271"/>
                            <a:gd name="T40" fmla="*/ 127 w 231"/>
                            <a:gd name="T41" fmla="*/ 271 h 271"/>
                            <a:gd name="T42" fmla="*/ 87 w 231"/>
                            <a:gd name="T43" fmla="*/ 261 h 271"/>
                            <a:gd name="T44" fmla="*/ 61 w 231"/>
                            <a:gd name="T45" fmla="*/ 250 h 271"/>
                            <a:gd name="T46" fmla="*/ 40 w 231"/>
                            <a:gd name="T47" fmla="*/ 232 h 271"/>
                            <a:gd name="T48" fmla="*/ 21 w 231"/>
                            <a:gd name="T49" fmla="*/ 213 h 271"/>
                            <a:gd name="T50" fmla="*/ 7 w 231"/>
                            <a:gd name="T51" fmla="*/ 186 h 271"/>
                            <a:gd name="T52" fmla="*/ 2 w 231"/>
                            <a:gd name="T53" fmla="*/ 153 h 271"/>
                            <a:gd name="T54" fmla="*/ 0 w 231"/>
                            <a:gd name="T55" fmla="*/ 135 h 271"/>
                            <a:gd name="T56" fmla="*/ 3 w 231"/>
                            <a:gd name="T57" fmla="*/ 102 h 271"/>
                            <a:gd name="T58" fmla="*/ 11 w 231"/>
                            <a:gd name="T59" fmla="*/ 75 h 271"/>
                            <a:gd name="T60" fmla="*/ 27 w 231"/>
                            <a:gd name="T61" fmla="*/ 52 h 271"/>
                            <a:gd name="T62" fmla="*/ 44 w 231"/>
                            <a:gd name="T63" fmla="*/ 33 h 271"/>
                            <a:gd name="T64" fmla="*/ 67 w 231"/>
                            <a:gd name="T65" fmla="*/ 17 h 271"/>
                            <a:gd name="T66" fmla="*/ 92 w 231"/>
                            <a:gd name="T67" fmla="*/ 7 h 271"/>
                            <a:gd name="T68" fmla="*/ 121 w 231"/>
                            <a:gd name="T69" fmla="*/ 2 h 27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231" h="271">
                              <a:moveTo>
                                <a:pt x="154" y="0"/>
                              </a:moveTo>
                              <a:lnTo>
                                <a:pt x="154" y="0"/>
                              </a:lnTo>
                              <a:lnTo>
                                <a:pt x="173" y="0"/>
                              </a:lnTo>
                              <a:lnTo>
                                <a:pt x="193" y="2"/>
                              </a:lnTo>
                              <a:lnTo>
                                <a:pt x="231" y="11"/>
                              </a:lnTo>
                              <a:lnTo>
                                <a:pt x="226" y="69"/>
                              </a:lnTo>
                              <a:lnTo>
                                <a:pt x="208" y="62"/>
                              </a:lnTo>
                              <a:lnTo>
                                <a:pt x="191" y="56"/>
                              </a:lnTo>
                              <a:lnTo>
                                <a:pt x="173" y="52"/>
                              </a:lnTo>
                              <a:lnTo>
                                <a:pt x="156" y="52"/>
                              </a:lnTo>
                              <a:lnTo>
                                <a:pt x="139" y="52"/>
                              </a:lnTo>
                              <a:lnTo>
                                <a:pt x="123" y="58"/>
                              </a:lnTo>
                              <a:lnTo>
                                <a:pt x="108" y="66"/>
                              </a:lnTo>
                              <a:lnTo>
                                <a:pt x="96" y="75"/>
                              </a:lnTo>
                              <a:lnTo>
                                <a:pt x="87" y="87"/>
                              </a:lnTo>
                              <a:lnTo>
                                <a:pt x="79" y="100"/>
                              </a:lnTo>
                              <a:lnTo>
                                <a:pt x="75" y="118"/>
                              </a:lnTo>
                              <a:lnTo>
                                <a:pt x="73" y="135"/>
                              </a:lnTo>
                              <a:lnTo>
                                <a:pt x="75" y="155"/>
                              </a:lnTo>
                              <a:lnTo>
                                <a:pt x="79" y="170"/>
                              </a:lnTo>
                              <a:lnTo>
                                <a:pt x="87" y="186"/>
                              </a:lnTo>
                              <a:lnTo>
                                <a:pt x="98" y="197"/>
                              </a:lnTo>
                              <a:lnTo>
                                <a:pt x="112" y="207"/>
                              </a:lnTo>
                              <a:lnTo>
                                <a:pt x="127" y="213"/>
                              </a:lnTo>
                              <a:lnTo>
                                <a:pt x="143" y="219"/>
                              </a:lnTo>
                              <a:lnTo>
                                <a:pt x="162" y="219"/>
                              </a:lnTo>
                              <a:lnTo>
                                <a:pt x="179" y="219"/>
                              </a:lnTo>
                              <a:lnTo>
                                <a:pt x="197" y="215"/>
                              </a:lnTo>
                              <a:lnTo>
                                <a:pt x="214" y="211"/>
                              </a:lnTo>
                              <a:lnTo>
                                <a:pt x="230" y="205"/>
                              </a:lnTo>
                              <a:lnTo>
                                <a:pt x="231" y="259"/>
                              </a:lnTo>
                              <a:lnTo>
                                <a:pt x="216" y="265"/>
                              </a:lnTo>
                              <a:lnTo>
                                <a:pt x="199" y="269"/>
                              </a:lnTo>
                              <a:lnTo>
                                <a:pt x="177" y="271"/>
                              </a:lnTo>
                              <a:lnTo>
                                <a:pt x="154" y="271"/>
                              </a:lnTo>
                              <a:lnTo>
                                <a:pt x="127" y="271"/>
                              </a:lnTo>
                              <a:lnTo>
                                <a:pt x="100" y="265"/>
                              </a:lnTo>
                              <a:lnTo>
                                <a:pt x="87" y="261"/>
                              </a:lnTo>
                              <a:lnTo>
                                <a:pt x="73" y="255"/>
                              </a:lnTo>
                              <a:lnTo>
                                <a:pt x="61" y="250"/>
                              </a:lnTo>
                              <a:lnTo>
                                <a:pt x="50" y="242"/>
                              </a:lnTo>
                              <a:lnTo>
                                <a:pt x="40" y="232"/>
                              </a:lnTo>
                              <a:lnTo>
                                <a:pt x="31" y="223"/>
                              </a:lnTo>
                              <a:lnTo>
                                <a:pt x="21" y="213"/>
                              </a:lnTo>
                              <a:lnTo>
                                <a:pt x="13" y="199"/>
                              </a:lnTo>
                              <a:lnTo>
                                <a:pt x="7" y="186"/>
                              </a:lnTo>
                              <a:lnTo>
                                <a:pt x="3" y="170"/>
                              </a:lnTo>
                              <a:lnTo>
                                <a:pt x="2" y="153"/>
                              </a:lnTo>
                              <a:lnTo>
                                <a:pt x="0" y="135"/>
                              </a:lnTo>
                              <a:lnTo>
                                <a:pt x="2" y="118"/>
                              </a:lnTo>
                              <a:lnTo>
                                <a:pt x="3" y="102"/>
                              </a:lnTo>
                              <a:lnTo>
                                <a:pt x="7" y="89"/>
                              </a:lnTo>
                              <a:lnTo>
                                <a:pt x="11" y="75"/>
                              </a:lnTo>
                              <a:lnTo>
                                <a:pt x="19" y="62"/>
                              </a:lnTo>
                              <a:lnTo>
                                <a:pt x="27" y="52"/>
                              </a:lnTo>
                              <a:lnTo>
                                <a:pt x="34" y="40"/>
                              </a:lnTo>
                              <a:lnTo>
                                <a:pt x="44" y="33"/>
                              </a:lnTo>
                              <a:lnTo>
                                <a:pt x="56" y="25"/>
                              </a:lnTo>
                              <a:lnTo>
                                <a:pt x="67" y="17"/>
                              </a:lnTo>
                              <a:lnTo>
                                <a:pt x="79" y="11"/>
                              </a:lnTo>
                              <a:lnTo>
                                <a:pt x="92" y="7"/>
                              </a:lnTo>
                              <a:lnTo>
                                <a:pt x="108" y="4"/>
                              </a:lnTo>
                              <a:lnTo>
                                <a:pt x="121" y="2"/>
                              </a:lnTo>
                              <a:lnTo>
                                <a:pt x="15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92" name="Freeform 202"/>
                      <wps:cNvSpPr>
                        <a:spLocks/>
                      </wps:cNvSpPr>
                      <wps:spPr bwMode="auto">
                        <a:xfrm>
                          <a:off x="291465" y="113030"/>
                          <a:ext cx="73660" cy="86360"/>
                        </a:xfrm>
                        <a:custGeom>
                          <a:avLst/>
                          <a:gdLst>
                            <a:gd name="T0" fmla="*/ 154 w 231"/>
                            <a:gd name="T1" fmla="*/ 0 h 271"/>
                            <a:gd name="T2" fmla="*/ 193 w 231"/>
                            <a:gd name="T3" fmla="*/ 2 h 271"/>
                            <a:gd name="T4" fmla="*/ 226 w 231"/>
                            <a:gd name="T5" fmla="*/ 69 h 271"/>
                            <a:gd name="T6" fmla="*/ 208 w 231"/>
                            <a:gd name="T7" fmla="*/ 62 h 271"/>
                            <a:gd name="T8" fmla="*/ 173 w 231"/>
                            <a:gd name="T9" fmla="*/ 52 h 271"/>
                            <a:gd name="T10" fmla="*/ 156 w 231"/>
                            <a:gd name="T11" fmla="*/ 52 h 271"/>
                            <a:gd name="T12" fmla="*/ 123 w 231"/>
                            <a:gd name="T13" fmla="*/ 58 h 271"/>
                            <a:gd name="T14" fmla="*/ 96 w 231"/>
                            <a:gd name="T15" fmla="*/ 75 h 271"/>
                            <a:gd name="T16" fmla="*/ 79 w 231"/>
                            <a:gd name="T17" fmla="*/ 100 h 271"/>
                            <a:gd name="T18" fmla="*/ 73 w 231"/>
                            <a:gd name="T19" fmla="*/ 135 h 271"/>
                            <a:gd name="T20" fmla="*/ 75 w 231"/>
                            <a:gd name="T21" fmla="*/ 155 h 271"/>
                            <a:gd name="T22" fmla="*/ 87 w 231"/>
                            <a:gd name="T23" fmla="*/ 186 h 271"/>
                            <a:gd name="T24" fmla="*/ 112 w 231"/>
                            <a:gd name="T25" fmla="*/ 207 h 271"/>
                            <a:gd name="T26" fmla="*/ 143 w 231"/>
                            <a:gd name="T27" fmla="*/ 219 h 271"/>
                            <a:gd name="T28" fmla="*/ 162 w 231"/>
                            <a:gd name="T29" fmla="*/ 219 h 271"/>
                            <a:gd name="T30" fmla="*/ 197 w 231"/>
                            <a:gd name="T31" fmla="*/ 215 h 271"/>
                            <a:gd name="T32" fmla="*/ 230 w 231"/>
                            <a:gd name="T33" fmla="*/ 205 h 271"/>
                            <a:gd name="T34" fmla="*/ 231 w 231"/>
                            <a:gd name="T35" fmla="*/ 259 h 271"/>
                            <a:gd name="T36" fmla="*/ 199 w 231"/>
                            <a:gd name="T37" fmla="*/ 269 h 271"/>
                            <a:gd name="T38" fmla="*/ 154 w 231"/>
                            <a:gd name="T39" fmla="*/ 271 h 271"/>
                            <a:gd name="T40" fmla="*/ 127 w 231"/>
                            <a:gd name="T41" fmla="*/ 271 h 271"/>
                            <a:gd name="T42" fmla="*/ 87 w 231"/>
                            <a:gd name="T43" fmla="*/ 261 h 271"/>
                            <a:gd name="T44" fmla="*/ 61 w 231"/>
                            <a:gd name="T45" fmla="*/ 250 h 271"/>
                            <a:gd name="T46" fmla="*/ 40 w 231"/>
                            <a:gd name="T47" fmla="*/ 232 h 271"/>
                            <a:gd name="T48" fmla="*/ 21 w 231"/>
                            <a:gd name="T49" fmla="*/ 213 h 271"/>
                            <a:gd name="T50" fmla="*/ 7 w 231"/>
                            <a:gd name="T51" fmla="*/ 186 h 271"/>
                            <a:gd name="T52" fmla="*/ 2 w 231"/>
                            <a:gd name="T53" fmla="*/ 153 h 271"/>
                            <a:gd name="T54" fmla="*/ 0 w 231"/>
                            <a:gd name="T55" fmla="*/ 135 h 271"/>
                            <a:gd name="T56" fmla="*/ 3 w 231"/>
                            <a:gd name="T57" fmla="*/ 102 h 271"/>
                            <a:gd name="T58" fmla="*/ 11 w 231"/>
                            <a:gd name="T59" fmla="*/ 75 h 271"/>
                            <a:gd name="T60" fmla="*/ 27 w 231"/>
                            <a:gd name="T61" fmla="*/ 52 h 271"/>
                            <a:gd name="T62" fmla="*/ 44 w 231"/>
                            <a:gd name="T63" fmla="*/ 33 h 271"/>
                            <a:gd name="T64" fmla="*/ 67 w 231"/>
                            <a:gd name="T65" fmla="*/ 17 h 271"/>
                            <a:gd name="T66" fmla="*/ 92 w 231"/>
                            <a:gd name="T67" fmla="*/ 7 h 271"/>
                            <a:gd name="T68" fmla="*/ 121 w 231"/>
                            <a:gd name="T69" fmla="*/ 2 h 27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231" h="271">
                              <a:moveTo>
                                <a:pt x="154" y="0"/>
                              </a:moveTo>
                              <a:lnTo>
                                <a:pt x="154" y="0"/>
                              </a:lnTo>
                              <a:lnTo>
                                <a:pt x="173" y="0"/>
                              </a:lnTo>
                              <a:lnTo>
                                <a:pt x="193" y="2"/>
                              </a:lnTo>
                              <a:lnTo>
                                <a:pt x="231" y="11"/>
                              </a:lnTo>
                              <a:lnTo>
                                <a:pt x="226" y="69"/>
                              </a:lnTo>
                              <a:lnTo>
                                <a:pt x="208" y="62"/>
                              </a:lnTo>
                              <a:lnTo>
                                <a:pt x="191" y="56"/>
                              </a:lnTo>
                              <a:lnTo>
                                <a:pt x="173" y="52"/>
                              </a:lnTo>
                              <a:lnTo>
                                <a:pt x="156" y="52"/>
                              </a:lnTo>
                              <a:lnTo>
                                <a:pt x="139" y="52"/>
                              </a:lnTo>
                              <a:lnTo>
                                <a:pt x="123" y="58"/>
                              </a:lnTo>
                              <a:lnTo>
                                <a:pt x="108" y="66"/>
                              </a:lnTo>
                              <a:lnTo>
                                <a:pt x="96" y="75"/>
                              </a:lnTo>
                              <a:lnTo>
                                <a:pt x="87" y="87"/>
                              </a:lnTo>
                              <a:lnTo>
                                <a:pt x="79" y="100"/>
                              </a:lnTo>
                              <a:lnTo>
                                <a:pt x="75" y="118"/>
                              </a:lnTo>
                              <a:lnTo>
                                <a:pt x="73" y="135"/>
                              </a:lnTo>
                              <a:lnTo>
                                <a:pt x="75" y="155"/>
                              </a:lnTo>
                              <a:lnTo>
                                <a:pt x="79" y="170"/>
                              </a:lnTo>
                              <a:lnTo>
                                <a:pt x="87" y="186"/>
                              </a:lnTo>
                              <a:lnTo>
                                <a:pt x="98" y="197"/>
                              </a:lnTo>
                              <a:lnTo>
                                <a:pt x="112" y="207"/>
                              </a:lnTo>
                              <a:lnTo>
                                <a:pt x="127" y="213"/>
                              </a:lnTo>
                              <a:lnTo>
                                <a:pt x="143" y="219"/>
                              </a:lnTo>
                              <a:lnTo>
                                <a:pt x="162" y="219"/>
                              </a:lnTo>
                              <a:lnTo>
                                <a:pt x="179" y="219"/>
                              </a:lnTo>
                              <a:lnTo>
                                <a:pt x="197" y="215"/>
                              </a:lnTo>
                              <a:lnTo>
                                <a:pt x="214" y="211"/>
                              </a:lnTo>
                              <a:lnTo>
                                <a:pt x="230" y="205"/>
                              </a:lnTo>
                              <a:lnTo>
                                <a:pt x="231" y="259"/>
                              </a:lnTo>
                              <a:lnTo>
                                <a:pt x="216" y="265"/>
                              </a:lnTo>
                              <a:lnTo>
                                <a:pt x="199" y="269"/>
                              </a:lnTo>
                              <a:lnTo>
                                <a:pt x="177" y="271"/>
                              </a:lnTo>
                              <a:lnTo>
                                <a:pt x="154" y="271"/>
                              </a:lnTo>
                              <a:lnTo>
                                <a:pt x="127" y="271"/>
                              </a:lnTo>
                              <a:lnTo>
                                <a:pt x="100" y="265"/>
                              </a:lnTo>
                              <a:lnTo>
                                <a:pt x="87" y="261"/>
                              </a:lnTo>
                              <a:lnTo>
                                <a:pt x="73" y="255"/>
                              </a:lnTo>
                              <a:lnTo>
                                <a:pt x="61" y="250"/>
                              </a:lnTo>
                              <a:lnTo>
                                <a:pt x="50" y="242"/>
                              </a:lnTo>
                              <a:lnTo>
                                <a:pt x="40" y="232"/>
                              </a:lnTo>
                              <a:lnTo>
                                <a:pt x="31" y="223"/>
                              </a:lnTo>
                              <a:lnTo>
                                <a:pt x="21" y="213"/>
                              </a:lnTo>
                              <a:lnTo>
                                <a:pt x="13" y="199"/>
                              </a:lnTo>
                              <a:lnTo>
                                <a:pt x="7" y="186"/>
                              </a:lnTo>
                              <a:lnTo>
                                <a:pt x="3" y="170"/>
                              </a:lnTo>
                              <a:lnTo>
                                <a:pt x="2" y="153"/>
                              </a:lnTo>
                              <a:lnTo>
                                <a:pt x="0" y="135"/>
                              </a:lnTo>
                              <a:lnTo>
                                <a:pt x="2" y="118"/>
                              </a:lnTo>
                              <a:lnTo>
                                <a:pt x="3" y="102"/>
                              </a:lnTo>
                              <a:lnTo>
                                <a:pt x="7" y="89"/>
                              </a:lnTo>
                              <a:lnTo>
                                <a:pt x="11" y="75"/>
                              </a:lnTo>
                              <a:lnTo>
                                <a:pt x="19" y="62"/>
                              </a:lnTo>
                              <a:lnTo>
                                <a:pt x="27" y="52"/>
                              </a:lnTo>
                              <a:lnTo>
                                <a:pt x="34" y="40"/>
                              </a:lnTo>
                              <a:lnTo>
                                <a:pt x="44" y="33"/>
                              </a:lnTo>
                              <a:lnTo>
                                <a:pt x="56" y="25"/>
                              </a:lnTo>
                              <a:lnTo>
                                <a:pt x="67" y="17"/>
                              </a:lnTo>
                              <a:lnTo>
                                <a:pt x="79" y="11"/>
                              </a:lnTo>
                              <a:lnTo>
                                <a:pt x="92" y="7"/>
                              </a:lnTo>
                              <a:lnTo>
                                <a:pt x="108" y="4"/>
                              </a:lnTo>
                              <a:lnTo>
                                <a:pt x="121" y="2"/>
                              </a:lnTo>
                              <a:lnTo>
                                <a:pt x="154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93" name="Freeform 203"/>
                      <wps:cNvSpPr>
                        <a:spLocks/>
                      </wps:cNvSpPr>
                      <wps:spPr bwMode="auto">
                        <a:xfrm>
                          <a:off x="213995" y="113665"/>
                          <a:ext cx="60325" cy="85090"/>
                        </a:xfrm>
                        <a:custGeom>
                          <a:avLst/>
                          <a:gdLst>
                            <a:gd name="T0" fmla="*/ 0 w 190"/>
                            <a:gd name="T1" fmla="*/ 0 h 267"/>
                            <a:gd name="T2" fmla="*/ 186 w 190"/>
                            <a:gd name="T3" fmla="*/ 0 h 267"/>
                            <a:gd name="T4" fmla="*/ 186 w 190"/>
                            <a:gd name="T5" fmla="*/ 50 h 267"/>
                            <a:gd name="T6" fmla="*/ 68 w 190"/>
                            <a:gd name="T7" fmla="*/ 50 h 267"/>
                            <a:gd name="T8" fmla="*/ 68 w 190"/>
                            <a:gd name="T9" fmla="*/ 104 h 267"/>
                            <a:gd name="T10" fmla="*/ 178 w 190"/>
                            <a:gd name="T11" fmla="*/ 104 h 267"/>
                            <a:gd name="T12" fmla="*/ 178 w 190"/>
                            <a:gd name="T13" fmla="*/ 157 h 267"/>
                            <a:gd name="T14" fmla="*/ 68 w 190"/>
                            <a:gd name="T15" fmla="*/ 157 h 267"/>
                            <a:gd name="T16" fmla="*/ 68 w 190"/>
                            <a:gd name="T17" fmla="*/ 215 h 267"/>
                            <a:gd name="T18" fmla="*/ 190 w 190"/>
                            <a:gd name="T19" fmla="*/ 215 h 267"/>
                            <a:gd name="T20" fmla="*/ 190 w 190"/>
                            <a:gd name="T21" fmla="*/ 267 h 267"/>
                            <a:gd name="T22" fmla="*/ 0 w 190"/>
                            <a:gd name="T23" fmla="*/ 267 h 267"/>
                            <a:gd name="T24" fmla="*/ 0 w 190"/>
                            <a:gd name="T25" fmla="*/ 0 h 26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190" h="267">
                              <a:moveTo>
                                <a:pt x="0" y="0"/>
                              </a:moveTo>
                              <a:lnTo>
                                <a:pt x="186" y="0"/>
                              </a:lnTo>
                              <a:lnTo>
                                <a:pt x="186" y="50"/>
                              </a:lnTo>
                              <a:lnTo>
                                <a:pt x="68" y="50"/>
                              </a:lnTo>
                              <a:lnTo>
                                <a:pt x="68" y="104"/>
                              </a:lnTo>
                              <a:lnTo>
                                <a:pt x="178" y="104"/>
                              </a:lnTo>
                              <a:lnTo>
                                <a:pt x="178" y="157"/>
                              </a:lnTo>
                              <a:lnTo>
                                <a:pt x="68" y="157"/>
                              </a:lnTo>
                              <a:lnTo>
                                <a:pt x="68" y="215"/>
                              </a:lnTo>
                              <a:lnTo>
                                <a:pt x="190" y="215"/>
                              </a:lnTo>
                              <a:lnTo>
                                <a:pt x="190" y="267"/>
                              </a:lnTo>
                              <a:lnTo>
                                <a:pt x="0" y="267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94" name="Freeform 204"/>
                      <wps:cNvSpPr>
                        <a:spLocks/>
                      </wps:cNvSpPr>
                      <wps:spPr bwMode="auto">
                        <a:xfrm>
                          <a:off x="78740" y="113665"/>
                          <a:ext cx="118110" cy="85090"/>
                        </a:xfrm>
                        <a:custGeom>
                          <a:avLst/>
                          <a:gdLst>
                            <a:gd name="T0" fmla="*/ 0 w 373"/>
                            <a:gd name="T1" fmla="*/ 0 h 267"/>
                            <a:gd name="T2" fmla="*/ 72 w 373"/>
                            <a:gd name="T3" fmla="*/ 0 h 267"/>
                            <a:gd name="T4" fmla="*/ 105 w 373"/>
                            <a:gd name="T5" fmla="*/ 203 h 267"/>
                            <a:gd name="T6" fmla="*/ 107 w 373"/>
                            <a:gd name="T7" fmla="*/ 203 h 267"/>
                            <a:gd name="T8" fmla="*/ 141 w 373"/>
                            <a:gd name="T9" fmla="*/ 0 h 267"/>
                            <a:gd name="T10" fmla="*/ 232 w 373"/>
                            <a:gd name="T11" fmla="*/ 0 h 267"/>
                            <a:gd name="T12" fmla="*/ 269 w 373"/>
                            <a:gd name="T13" fmla="*/ 203 h 267"/>
                            <a:gd name="T14" fmla="*/ 304 w 373"/>
                            <a:gd name="T15" fmla="*/ 0 h 267"/>
                            <a:gd name="T16" fmla="*/ 373 w 373"/>
                            <a:gd name="T17" fmla="*/ 0 h 267"/>
                            <a:gd name="T18" fmla="*/ 311 w 373"/>
                            <a:gd name="T19" fmla="*/ 267 h 267"/>
                            <a:gd name="T20" fmla="*/ 222 w 373"/>
                            <a:gd name="T21" fmla="*/ 267 h 267"/>
                            <a:gd name="T22" fmla="*/ 186 w 373"/>
                            <a:gd name="T23" fmla="*/ 62 h 267"/>
                            <a:gd name="T24" fmla="*/ 151 w 373"/>
                            <a:gd name="T25" fmla="*/ 267 h 267"/>
                            <a:gd name="T26" fmla="*/ 58 w 373"/>
                            <a:gd name="T27" fmla="*/ 267 h 267"/>
                            <a:gd name="T28" fmla="*/ 0 w 373"/>
                            <a:gd name="T29" fmla="*/ 0 h 26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373" h="267">
                              <a:moveTo>
                                <a:pt x="0" y="0"/>
                              </a:moveTo>
                              <a:lnTo>
                                <a:pt x="72" y="0"/>
                              </a:lnTo>
                              <a:lnTo>
                                <a:pt x="105" y="203"/>
                              </a:lnTo>
                              <a:lnTo>
                                <a:pt x="107" y="203"/>
                              </a:lnTo>
                              <a:lnTo>
                                <a:pt x="141" y="0"/>
                              </a:lnTo>
                              <a:lnTo>
                                <a:pt x="232" y="0"/>
                              </a:lnTo>
                              <a:lnTo>
                                <a:pt x="269" y="203"/>
                              </a:lnTo>
                              <a:lnTo>
                                <a:pt x="304" y="0"/>
                              </a:lnTo>
                              <a:lnTo>
                                <a:pt x="373" y="0"/>
                              </a:lnTo>
                              <a:lnTo>
                                <a:pt x="311" y="267"/>
                              </a:lnTo>
                              <a:lnTo>
                                <a:pt x="222" y="267"/>
                              </a:lnTo>
                              <a:lnTo>
                                <a:pt x="186" y="62"/>
                              </a:lnTo>
                              <a:lnTo>
                                <a:pt x="151" y="267"/>
                              </a:lnTo>
                              <a:lnTo>
                                <a:pt x="58" y="267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95" name="Freeform 205"/>
                      <wps:cNvSpPr>
                        <a:spLocks/>
                      </wps:cNvSpPr>
                      <wps:spPr bwMode="auto">
                        <a:xfrm>
                          <a:off x="0" y="113030"/>
                          <a:ext cx="63500" cy="86360"/>
                        </a:xfrm>
                        <a:custGeom>
                          <a:avLst/>
                          <a:gdLst>
                            <a:gd name="T0" fmla="*/ 116 w 201"/>
                            <a:gd name="T1" fmla="*/ 0 h 271"/>
                            <a:gd name="T2" fmla="*/ 170 w 201"/>
                            <a:gd name="T3" fmla="*/ 4 h 271"/>
                            <a:gd name="T4" fmla="*/ 180 w 201"/>
                            <a:gd name="T5" fmla="*/ 64 h 271"/>
                            <a:gd name="T6" fmla="*/ 166 w 201"/>
                            <a:gd name="T7" fmla="*/ 58 h 271"/>
                            <a:gd name="T8" fmla="*/ 137 w 201"/>
                            <a:gd name="T9" fmla="*/ 52 h 271"/>
                            <a:gd name="T10" fmla="*/ 122 w 201"/>
                            <a:gd name="T11" fmla="*/ 52 h 271"/>
                            <a:gd name="T12" fmla="*/ 91 w 201"/>
                            <a:gd name="T13" fmla="*/ 54 h 271"/>
                            <a:gd name="T14" fmla="*/ 77 w 201"/>
                            <a:gd name="T15" fmla="*/ 62 h 271"/>
                            <a:gd name="T16" fmla="*/ 73 w 201"/>
                            <a:gd name="T17" fmla="*/ 75 h 271"/>
                            <a:gd name="T18" fmla="*/ 73 w 201"/>
                            <a:gd name="T19" fmla="*/ 81 h 271"/>
                            <a:gd name="T20" fmla="*/ 85 w 201"/>
                            <a:gd name="T21" fmla="*/ 93 h 271"/>
                            <a:gd name="T22" fmla="*/ 114 w 201"/>
                            <a:gd name="T23" fmla="*/ 102 h 271"/>
                            <a:gd name="T24" fmla="*/ 160 w 201"/>
                            <a:gd name="T25" fmla="*/ 120 h 271"/>
                            <a:gd name="T26" fmla="*/ 180 w 201"/>
                            <a:gd name="T27" fmla="*/ 133 h 271"/>
                            <a:gd name="T28" fmla="*/ 195 w 201"/>
                            <a:gd name="T29" fmla="*/ 155 h 271"/>
                            <a:gd name="T30" fmla="*/ 201 w 201"/>
                            <a:gd name="T31" fmla="*/ 184 h 271"/>
                            <a:gd name="T32" fmla="*/ 199 w 201"/>
                            <a:gd name="T33" fmla="*/ 197 h 271"/>
                            <a:gd name="T34" fmla="*/ 195 w 201"/>
                            <a:gd name="T35" fmla="*/ 219 h 271"/>
                            <a:gd name="T36" fmla="*/ 185 w 201"/>
                            <a:gd name="T37" fmla="*/ 236 h 271"/>
                            <a:gd name="T38" fmla="*/ 172 w 201"/>
                            <a:gd name="T39" fmla="*/ 250 h 271"/>
                            <a:gd name="T40" fmla="*/ 147 w 201"/>
                            <a:gd name="T41" fmla="*/ 263 h 271"/>
                            <a:gd name="T42" fmla="*/ 104 w 201"/>
                            <a:gd name="T43" fmla="*/ 271 h 271"/>
                            <a:gd name="T44" fmla="*/ 81 w 201"/>
                            <a:gd name="T45" fmla="*/ 271 h 271"/>
                            <a:gd name="T46" fmla="*/ 43 w 201"/>
                            <a:gd name="T47" fmla="*/ 269 h 271"/>
                            <a:gd name="T48" fmla="*/ 4 w 201"/>
                            <a:gd name="T49" fmla="*/ 259 h 271"/>
                            <a:gd name="T50" fmla="*/ 10 w 201"/>
                            <a:gd name="T51" fmla="*/ 201 h 271"/>
                            <a:gd name="T52" fmla="*/ 43 w 201"/>
                            <a:gd name="T53" fmla="*/ 215 h 271"/>
                            <a:gd name="T54" fmla="*/ 81 w 201"/>
                            <a:gd name="T55" fmla="*/ 219 h 271"/>
                            <a:gd name="T56" fmla="*/ 99 w 201"/>
                            <a:gd name="T57" fmla="*/ 219 h 271"/>
                            <a:gd name="T58" fmla="*/ 118 w 201"/>
                            <a:gd name="T59" fmla="*/ 211 h 271"/>
                            <a:gd name="T60" fmla="*/ 124 w 201"/>
                            <a:gd name="T61" fmla="*/ 201 h 271"/>
                            <a:gd name="T62" fmla="*/ 126 w 201"/>
                            <a:gd name="T63" fmla="*/ 193 h 271"/>
                            <a:gd name="T64" fmla="*/ 120 w 201"/>
                            <a:gd name="T65" fmla="*/ 178 h 271"/>
                            <a:gd name="T66" fmla="*/ 106 w 201"/>
                            <a:gd name="T67" fmla="*/ 168 h 271"/>
                            <a:gd name="T68" fmla="*/ 64 w 201"/>
                            <a:gd name="T69" fmla="*/ 155 h 271"/>
                            <a:gd name="T70" fmla="*/ 29 w 201"/>
                            <a:gd name="T71" fmla="*/ 139 h 271"/>
                            <a:gd name="T72" fmla="*/ 12 w 201"/>
                            <a:gd name="T73" fmla="*/ 122 h 271"/>
                            <a:gd name="T74" fmla="*/ 2 w 201"/>
                            <a:gd name="T75" fmla="*/ 97 h 271"/>
                            <a:gd name="T76" fmla="*/ 0 w 201"/>
                            <a:gd name="T77" fmla="*/ 81 h 271"/>
                            <a:gd name="T78" fmla="*/ 4 w 201"/>
                            <a:gd name="T79" fmla="*/ 58 h 271"/>
                            <a:gd name="T80" fmla="*/ 12 w 201"/>
                            <a:gd name="T81" fmla="*/ 40 h 271"/>
                            <a:gd name="T82" fmla="*/ 23 w 201"/>
                            <a:gd name="T83" fmla="*/ 27 h 271"/>
                            <a:gd name="T84" fmla="*/ 56 w 201"/>
                            <a:gd name="T85" fmla="*/ 7 h 271"/>
                            <a:gd name="T86" fmla="*/ 97 w 201"/>
                            <a:gd name="T87" fmla="*/ 0 h 27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</a:cxnLst>
                          <a:rect l="0" t="0" r="r" b="b"/>
                          <a:pathLst>
                            <a:path w="201" h="271">
                              <a:moveTo>
                                <a:pt x="116" y="0"/>
                              </a:moveTo>
                              <a:lnTo>
                                <a:pt x="116" y="0"/>
                              </a:lnTo>
                              <a:lnTo>
                                <a:pt x="153" y="2"/>
                              </a:lnTo>
                              <a:lnTo>
                                <a:pt x="170" y="4"/>
                              </a:lnTo>
                              <a:lnTo>
                                <a:pt x="185" y="7"/>
                              </a:lnTo>
                              <a:lnTo>
                                <a:pt x="180" y="64"/>
                              </a:lnTo>
                              <a:lnTo>
                                <a:pt x="166" y="58"/>
                              </a:lnTo>
                              <a:lnTo>
                                <a:pt x="153" y="54"/>
                              </a:lnTo>
                              <a:lnTo>
                                <a:pt x="137" y="52"/>
                              </a:lnTo>
                              <a:lnTo>
                                <a:pt x="122" y="52"/>
                              </a:lnTo>
                              <a:lnTo>
                                <a:pt x="106" y="52"/>
                              </a:lnTo>
                              <a:lnTo>
                                <a:pt x="91" y="54"/>
                              </a:lnTo>
                              <a:lnTo>
                                <a:pt x="83" y="56"/>
                              </a:lnTo>
                              <a:lnTo>
                                <a:pt x="77" y="62"/>
                              </a:lnTo>
                              <a:lnTo>
                                <a:pt x="73" y="67"/>
                              </a:lnTo>
                              <a:lnTo>
                                <a:pt x="73" y="75"/>
                              </a:lnTo>
                              <a:lnTo>
                                <a:pt x="73" y="81"/>
                              </a:lnTo>
                              <a:lnTo>
                                <a:pt x="79" y="87"/>
                              </a:lnTo>
                              <a:lnTo>
                                <a:pt x="85" y="93"/>
                              </a:lnTo>
                              <a:lnTo>
                                <a:pt x="93" y="97"/>
                              </a:lnTo>
                              <a:lnTo>
                                <a:pt x="114" y="102"/>
                              </a:lnTo>
                              <a:lnTo>
                                <a:pt x="137" y="110"/>
                              </a:lnTo>
                              <a:lnTo>
                                <a:pt x="160" y="120"/>
                              </a:lnTo>
                              <a:lnTo>
                                <a:pt x="170" y="126"/>
                              </a:lnTo>
                              <a:lnTo>
                                <a:pt x="180" y="133"/>
                              </a:lnTo>
                              <a:lnTo>
                                <a:pt x="189" y="143"/>
                              </a:lnTo>
                              <a:lnTo>
                                <a:pt x="195" y="155"/>
                              </a:lnTo>
                              <a:lnTo>
                                <a:pt x="199" y="168"/>
                              </a:lnTo>
                              <a:lnTo>
                                <a:pt x="201" y="184"/>
                              </a:lnTo>
                              <a:lnTo>
                                <a:pt x="199" y="197"/>
                              </a:lnTo>
                              <a:lnTo>
                                <a:pt x="197" y="209"/>
                              </a:lnTo>
                              <a:lnTo>
                                <a:pt x="195" y="219"/>
                              </a:lnTo>
                              <a:lnTo>
                                <a:pt x="191" y="228"/>
                              </a:lnTo>
                              <a:lnTo>
                                <a:pt x="185" y="236"/>
                              </a:lnTo>
                              <a:lnTo>
                                <a:pt x="180" y="244"/>
                              </a:lnTo>
                              <a:lnTo>
                                <a:pt x="172" y="250"/>
                              </a:lnTo>
                              <a:lnTo>
                                <a:pt x="164" y="254"/>
                              </a:lnTo>
                              <a:lnTo>
                                <a:pt x="147" y="263"/>
                              </a:lnTo>
                              <a:lnTo>
                                <a:pt x="126" y="267"/>
                              </a:lnTo>
                              <a:lnTo>
                                <a:pt x="104" y="271"/>
                              </a:lnTo>
                              <a:lnTo>
                                <a:pt x="81" y="271"/>
                              </a:lnTo>
                              <a:lnTo>
                                <a:pt x="64" y="271"/>
                              </a:lnTo>
                              <a:lnTo>
                                <a:pt x="43" y="269"/>
                              </a:lnTo>
                              <a:lnTo>
                                <a:pt x="21" y="265"/>
                              </a:lnTo>
                              <a:lnTo>
                                <a:pt x="4" y="259"/>
                              </a:lnTo>
                              <a:lnTo>
                                <a:pt x="10" y="201"/>
                              </a:lnTo>
                              <a:lnTo>
                                <a:pt x="25" y="209"/>
                              </a:lnTo>
                              <a:lnTo>
                                <a:pt x="43" y="215"/>
                              </a:lnTo>
                              <a:lnTo>
                                <a:pt x="62" y="219"/>
                              </a:lnTo>
                              <a:lnTo>
                                <a:pt x="81" y="219"/>
                              </a:lnTo>
                              <a:lnTo>
                                <a:pt x="99" y="219"/>
                              </a:lnTo>
                              <a:lnTo>
                                <a:pt x="112" y="215"/>
                              </a:lnTo>
                              <a:lnTo>
                                <a:pt x="118" y="211"/>
                              </a:lnTo>
                              <a:lnTo>
                                <a:pt x="122" y="205"/>
                              </a:lnTo>
                              <a:lnTo>
                                <a:pt x="124" y="201"/>
                              </a:lnTo>
                              <a:lnTo>
                                <a:pt x="126" y="193"/>
                              </a:lnTo>
                              <a:lnTo>
                                <a:pt x="124" y="186"/>
                              </a:lnTo>
                              <a:lnTo>
                                <a:pt x="120" y="178"/>
                              </a:lnTo>
                              <a:lnTo>
                                <a:pt x="114" y="172"/>
                              </a:lnTo>
                              <a:lnTo>
                                <a:pt x="106" y="168"/>
                              </a:lnTo>
                              <a:lnTo>
                                <a:pt x="85" y="161"/>
                              </a:lnTo>
                              <a:lnTo>
                                <a:pt x="64" y="155"/>
                              </a:lnTo>
                              <a:lnTo>
                                <a:pt x="41" y="145"/>
                              </a:lnTo>
                              <a:lnTo>
                                <a:pt x="29" y="139"/>
                              </a:lnTo>
                              <a:lnTo>
                                <a:pt x="19" y="131"/>
                              </a:lnTo>
                              <a:lnTo>
                                <a:pt x="12" y="122"/>
                              </a:lnTo>
                              <a:lnTo>
                                <a:pt x="6" y="110"/>
                              </a:lnTo>
                              <a:lnTo>
                                <a:pt x="2" y="97"/>
                              </a:lnTo>
                              <a:lnTo>
                                <a:pt x="0" y="81"/>
                              </a:lnTo>
                              <a:lnTo>
                                <a:pt x="2" y="69"/>
                              </a:lnTo>
                              <a:lnTo>
                                <a:pt x="4" y="58"/>
                              </a:lnTo>
                              <a:lnTo>
                                <a:pt x="8" y="48"/>
                              </a:lnTo>
                              <a:lnTo>
                                <a:pt x="12" y="40"/>
                              </a:lnTo>
                              <a:lnTo>
                                <a:pt x="17" y="33"/>
                              </a:lnTo>
                              <a:lnTo>
                                <a:pt x="23" y="27"/>
                              </a:lnTo>
                              <a:lnTo>
                                <a:pt x="39" y="15"/>
                              </a:lnTo>
                              <a:lnTo>
                                <a:pt x="56" y="7"/>
                              </a:lnTo>
                              <a:lnTo>
                                <a:pt x="75" y="4"/>
                              </a:lnTo>
                              <a:lnTo>
                                <a:pt x="97" y="0"/>
                              </a:lnTo>
                              <a:lnTo>
                                <a:pt x="11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96" name="Freeform 206"/>
                      <wps:cNvSpPr>
                        <a:spLocks/>
                      </wps:cNvSpPr>
                      <wps:spPr bwMode="auto">
                        <a:xfrm>
                          <a:off x="0" y="113030"/>
                          <a:ext cx="63500" cy="86360"/>
                        </a:xfrm>
                        <a:custGeom>
                          <a:avLst/>
                          <a:gdLst>
                            <a:gd name="T0" fmla="*/ 116 w 201"/>
                            <a:gd name="T1" fmla="*/ 0 h 271"/>
                            <a:gd name="T2" fmla="*/ 170 w 201"/>
                            <a:gd name="T3" fmla="*/ 4 h 271"/>
                            <a:gd name="T4" fmla="*/ 180 w 201"/>
                            <a:gd name="T5" fmla="*/ 64 h 271"/>
                            <a:gd name="T6" fmla="*/ 166 w 201"/>
                            <a:gd name="T7" fmla="*/ 58 h 271"/>
                            <a:gd name="T8" fmla="*/ 137 w 201"/>
                            <a:gd name="T9" fmla="*/ 52 h 271"/>
                            <a:gd name="T10" fmla="*/ 122 w 201"/>
                            <a:gd name="T11" fmla="*/ 52 h 271"/>
                            <a:gd name="T12" fmla="*/ 91 w 201"/>
                            <a:gd name="T13" fmla="*/ 54 h 271"/>
                            <a:gd name="T14" fmla="*/ 77 w 201"/>
                            <a:gd name="T15" fmla="*/ 62 h 271"/>
                            <a:gd name="T16" fmla="*/ 73 w 201"/>
                            <a:gd name="T17" fmla="*/ 75 h 271"/>
                            <a:gd name="T18" fmla="*/ 73 w 201"/>
                            <a:gd name="T19" fmla="*/ 81 h 271"/>
                            <a:gd name="T20" fmla="*/ 85 w 201"/>
                            <a:gd name="T21" fmla="*/ 93 h 271"/>
                            <a:gd name="T22" fmla="*/ 114 w 201"/>
                            <a:gd name="T23" fmla="*/ 102 h 271"/>
                            <a:gd name="T24" fmla="*/ 160 w 201"/>
                            <a:gd name="T25" fmla="*/ 120 h 271"/>
                            <a:gd name="T26" fmla="*/ 180 w 201"/>
                            <a:gd name="T27" fmla="*/ 133 h 271"/>
                            <a:gd name="T28" fmla="*/ 195 w 201"/>
                            <a:gd name="T29" fmla="*/ 155 h 271"/>
                            <a:gd name="T30" fmla="*/ 201 w 201"/>
                            <a:gd name="T31" fmla="*/ 184 h 271"/>
                            <a:gd name="T32" fmla="*/ 199 w 201"/>
                            <a:gd name="T33" fmla="*/ 197 h 271"/>
                            <a:gd name="T34" fmla="*/ 195 w 201"/>
                            <a:gd name="T35" fmla="*/ 219 h 271"/>
                            <a:gd name="T36" fmla="*/ 185 w 201"/>
                            <a:gd name="T37" fmla="*/ 236 h 271"/>
                            <a:gd name="T38" fmla="*/ 172 w 201"/>
                            <a:gd name="T39" fmla="*/ 250 h 271"/>
                            <a:gd name="T40" fmla="*/ 147 w 201"/>
                            <a:gd name="T41" fmla="*/ 263 h 271"/>
                            <a:gd name="T42" fmla="*/ 104 w 201"/>
                            <a:gd name="T43" fmla="*/ 271 h 271"/>
                            <a:gd name="T44" fmla="*/ 81 w 201"/>
                            <a:gd name="T45" fmla="*/ 271 h 271"/>
                            <a:gd name="T46" fmla="*/ 43 w 201"/>
                            <a:gd name="T47" fmla="*/ 269 h 271"/>
                            <a:gd name="T48" fmla="*/ 4 w 201"/>
                            <a:gd name="T49" fmla="*/ 259 h 271"/>
                            <a:gd name="T50" fmla="*/ 10 w 201"/>
                            <a:gd name="T51" fmla="*/ 201 h 271"/>
                            <a:gd name="T52" fmla="*/ 43 w 201"/>
                            <a:gd name="T53" fmla="*/ 215 h 271"/>
                            <a:gd name="T54" fmla="*/ 81 w 201"/>
                            <a:gd name="T55" fmla="*/ 219 h 271"/>
                            <a:gd name="T56" fmla="*/ 99 w 201"/>
                            <a:gd name="T57" fmla="*/ 219 h 271"/>
                            <a:gd name="T58" fmla="*/ 118 w 201"/>
                            <a:gd name="T59" fmla="*/ 211 h 271"/>
                            <a:gd name="T60" fmla="*/ 124 w 201"/>
                            <a:gd name="T61" fmla="*/ 201 h 271"/>
                            <a:gd name="T62" fmla="*/ 126 w 201"/>
                            <a:gd name="T63" fmla="*/ 193 h 271"/>
                            <a:gd name="T64" fmla="*/ 120 w 201"/>
                            <a:gd name="T65" fmla="*/ 178 h 271"/>
                            <a:gd name="T66" fmla="*/ 106 w 201"/>
                            <a:gd name="T67" fmla="*/ 168 h 271"/>
                            <a:gd name="T68" fmla="*/ 64 w 201"/>
                            <a:gd name="T69" fmla="*/ 155 h 271"/>
                            <a:gd name="T70" fmla="*/ 29 w 201"/>
                            <a:gd name="T71" fmla="*/ 139 h 271"/>
                            <a:gd name="T72" fmla="*/ 12 w 201"/>
                            <a:gd name="T73" fmla="*/ 122 h 271"/>
                            <a:gd name="T74" fmla="*/ 2 w 201"/>
                            <a:gd name="T75" fmla="*/ 97 h 271"/>
                            <a:gd name="T76" fmla="*/ 0 w 201"/>
                            <a:gd name="T77" fmla="*/ 81 h 271"/>
                            <a:gd name="T78" fmla="*/ 4 w 201"/>
                            <a:gd name="T79" fmla="*/ 58 h 271"/>
                            <a:gd name="T80" fmla="*/ 12 w 201"/>
                            <a:gd name="T81" fmla="*/ 40 h 271"/>
                            <a:gd name="T82" fmla="*/ 23 w 201"/>
                            <a:gd name="T83" fmla="*/ 27 h 271"/>
                            <a:gd name="T84" fmla="*/ 56 w 201"/>
                            <a:gd name="T85" fmla="*/ 7 h 271"/>
                            <a:gd name="T86" fmla="*/ 97 w 201"/>
                            <a:gd name="T87" fmla="*/ 0 h 27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</a:cxnLst>
                          <a:rect l="0" t="0" r="r" b="b"/>
                          <a:pathLst>
                            <a:path w="201" h="271">
                              <a:moveTo>
                                <a:pt x="116" y="0"/>
                              </a:moveTo>
                              <a:lnTo>
                                <a:pt x="116" y="0"/>
                              </a:lnTo>
                              <a:lnTo>
                                <a:pt x="153" y="2"/>
                              </a:lnTo>
                              <a:lnTo>
                                <a:pt x="170" y="4"/>
                              </a:lnTo>
                              <a:lnTo>
                                <a:pt x="185" y="7"/>
                              </a:lnTo>
                              <a:lnTo>
                                <a:pt x="180" y="64"/>
                              </a:lnTo>
                              <a:lnTo>
                                <a:pt x="166" y="58"/>
                              </a:lnTo>
                              <a:lnTo>
                                <a:pt x="153" y="54"/>
                              </a:lnTo>
                              <a:lnTo>
                                <a:pt x="137" y="52"/>
                              </a:lnTo>
                              <a:lnTo>
                                <a:pt x="122" y="52"/>
                              </a:lnTo>
                              <a:lnTo>
                                <a:pt x="106" y="52"/>
                              </a:lnTo>
                              <a:lnTo>
                                <a:pt x="91" y="54"/>
                              </a:lnTo>
                              <a:lnTo>
                                <a:pt x="83" y="56"/>
                              </a:lnTo>
                              <a:lnTo>
                                <a:pt x="77" y="62"/>
                              </a:lnTo>
                              <a:lnTo>
                                <a:pt x="73" y="67"/>
                              </a:lnTo>
                              <a:lnTo>
                                <a:pt x="73" y="75"/>
                              </a:lnTo>
                              <a:lnTo>
                                <a:pt x="73" y="81"/>
                              </a:lnTo>
                              <a:lnTo>
                                <a:pt x="79" y="87"/>
                              </a:lnTo>
                              <a:lnTo>
                                <a:pt x="85" y="93"/>
                              </a:lnTo>
                              <a:lnTo>
                                <a:pt x="93" y="97"/>
                              </a:lnTo>
                              <a:lnTo>
                                <a:pt x="114" y="102"/>
                              </a:lnTo>
                              <a:lnTo>
                                <a:pt x="137" y="110"/>
                              </a:lnTo>
                              <a:lnTo>
                                <a:pt x="160" y="120"/>
                              </a:lnTo>
                              <a:lnTo>
                                <a:pt x="170" y="126"/>
                              </a:lnTo>
                              <a:lnTo>
                                <a:pt x="180" y="133"/>
                              </a:lnTo>
                              <a:lnTo>
                                <a:pt x="189" y="143"/>
                              </a:lnTo>
                              <a:lnTo>
                                <a:pt x="195" y="155"/>
                              </a:lnTo>
                              <a:lnTo>
                                <a:pt x="199" y="168"/>
                              </a:lnTo>
                              <a:lnTo>
                                <a:pt x="201" y="184"/>
                              </a:lnTo>
                              <a:lnTo>
                                <a:pt x="199" y="197"/>
                              </a:lnTo>
                              <a:lnTo>
                                <a:pt x="197" y="209"/>
                              </a:lnTo>
                              <a:lnTo>
                                <a:pt x="195" y="219"/>
                              </a:lnTo>
                              <a:lnTo>
                                <a:pt x="191" y="228"/>
                              </a:lnTo>
                              <a:lnTo>
                                <a:pt x="185" y="236"/>
                              </a:lnTo>
                              <a:lnTo>
                                <a:pt x="180" y="244"/>
                              </a:lnTo>
                              <a:lnTo>
                                <a:pt x="172" y="250"/>
                              </a:lnTo>
                              <a:lnTo>
                                <a:pt x="164" y="254"/>
                              </a:lnTo>
                              <a:lnTo>
                                <a:pt x="147" y="263"/>
                              </a:lnTo>
                              <a:lnTo>
                                <a:pt x="126" y="267"/>
                              </a:lnTo>
                              <a:lnTo>
                                <a:pt x="104" y="271"/>
                              </a:lnTo>
                              <a:lnTo>
                                <a:pt x="81" y="271"/>
                              </a:lnTo>
                              <a:lnTo>
                                <a:pt x="64" y="271"/>
                              </a:lnTo>
                              <a:lnTo>
                                <a:pt x="43" y="269"/>
                              </a:lnTo>
                              <a:lnTo>
                                <a:pt x="21" y="265"/>
                              </a:lnTo>
                              <a:lnTo>
                                <a:pt x="4" y="259"/>
                              </a:lnTo>
                              <a:lnTo>
                                <a:pt x="10" y="201"/>
                              </a:lnTo>
                              <a:lnTo>
                                <a:pt x="25" y="209"/>
                              </a:lnTo>
                              <a:lnTo>
                                <a:pt x="43" y="215"/>
                              </a:lnTo>
                              <a:lnTo>
                                <a:pt x="62" y="219"/>
                              </a:lnTo>
                              <a:lnTo>
                                <a:pt x="81" y="219"/>
                              </a:lnTo>
                              <a:lnTo>
                                <a:pt x="99" y="219"/>
                              </a:lnTo>
                              <a:lnTo>
                                <a:pt x="112" y="215"/>
                              </a:lnTo>
                              <a:lnTo>
                                <a:pt x="118" y="211"/>
                              </a:lnTo>
                              <a:lnTo>
                                <a:pt x="122" y="205"/>
                              </a:lnTo>
                              <a:lnTo>
                                <a:pt x="124" y="201"/>
                              </a:lnTo>
                              <a:lnTo>
                                <a:pt x="126" y="193"/>
                              </a:lnTo>
                              <a:lnTo>
                                <a:pt x="124" y="186"/>
                              </a:lnTo>
                              <a:lnTo>
                                <a:pt x="120" y="178"/>
                              </a:lnTo>
                              <a:lnTo>
                                <a:pt x="114" y="172"/>
                              </a:lnTo>
                              <a:lnTo>
                                <a:pt x="106" y="168"/>
                              </a:lnTo>
                              <a:lnTo>
                                <a:pt x="85" y="161"/>
                              </a:lnTo>
                              <a:lnTo>
                                <a:pt x="64" y="155"/>
                              </a:lnTo>
                              <a:lnTo>
                                <a:pt x="41" y="145"/>
                              </a:lnTo>
                              <a:lnTo>
                                <a:pt x="29" y="139"/>
                              </a:lnTo>
                              <a:lnTo>
                                <a:pt x="19" y="131"/>
                              </a:lnTo>
                              <a:lnTo>
                                <a:pt x="12" y="122"/>
                              </a:lnTo>
                              <a:lnTo>
                                <a:pt x="6" y="110"/>
                              </a:lnTo>
                              <a:lnTo>
                                <a:pt x="2" y="97"/>
                              </a:lnTo>
                              <a:lnTo>
                                <a:pt x="0" y="81"/>
                              </a:lnTo>
                              <a:lnTo>
                                <a:pt x="2" y="69"/>
                              </a:lnTo>
                              <a:lnTo>
                                <a:pt x="4" y="58"/>
                              </a:lnTo>
                              <a:lnTo>
                                <a:pt x="8" y="48"/>
                              </a:lnTo>
                              <a:lnTo>
                                <a:pt x="12" y="40"/>
                              </a:lnTo>
                              <a:lnTo>
                                <a:pt x="17" y="33"/>
                              </a:lnTo>
                              <a:lnTo>
                                <a:pt x="23" y="27"/>
                              </a:lnTo>
                              <a:lnTo>
                                <a:pt x="39" y="15"/>
                              </a:lnTo>
                              <a:lnTo>
                                <a:pt x="56" y="7"/>
                              </a:lnTo>
                              <a:lnTo>
                                <a:pt x="75" y="4"/>
                              </a:lnTo>
                              <a:lnTo>
                                <a:pt x="97" y="0"/>
                              </a:lnTo>
                              <a:lnTo>
                                <a:pt x="116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c:wpc>
                </a:graphicData>
              </a:graphic>
            </wp:inline>
          </w:drawing>
        </mc:Choice>
        <mc:Fallback>
          <w:pict>
            <v:group w14:anchorId="7C591B6B" id="Plátno 397" o:spid="_x0000_s1026" editas="canvas" style="width:53.85pt;height:15.7pt;mso-position-horizontal-relative:char;mso-position-vertical-relative:line" coordsize="6838,19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027" type="#_x0000_t75" style="position:absolute;width:6838;height:1993;visibility:visible;mso-wrap-style:square">
                <v:fill o:detectmouseclick="t"/>
                <v:path o:connecttype="none"/>
              </v:shape>
              <v:shape id="Freeform 195" o:spid="_x0000_s1028" style="position:absolute;left:5073;top:266;width:1765;height:1721;visibility:visible;mso-wrap-style:square;v-text-anchor:top" coordsize="556,5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" path="m444,423r,54l112,477r,-54l276,256,444,423xm556,181r-203,l485,49,436,4,276,165,114,,69,47,201,181,,181r,62l201,243,46,396r,147l508,543r,-147l353,243r203,l556,181xe" fillcolor="black" stroked="f">
                <v:path arrowok="t" o:connecttype="custom" o:connectlocs="140970,134055;140970,151169;35560,151169;35560,134055;87630,81130;140970,134055;176530,57362;112078,57362;153988,15529;138430,1268;87630,52291;36195,0;21908,14895;63818,57362;0,57362;0,77010;63818,77010;14605,125498;14605,172085;161290,172085;161290,125498;112078,77010;176530,77010;176530,57362" o:connectangles="0,0,0,0,0,0,0,0,0,0,0,0,0,0,0,0,0,0,0,0,0,0,0,0"/>
                <o:lock v:ext="edit" verticies="t"/>
              </v:shape>
              <v:shape id="Freeform 196" o:spid="_x0000_s1029" style="position:absolute;left:5746;width:419;height:419;visibility:visible;mso-wrap-style:square;v-text-anchor:top" coordsize="131,1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" path="m131,66r,l130,79r-4,14l120,103r-8,9l103,120r-12,8l79,132r-13,l52,132,41,128,29,120,19,112r-7,-9l6,93,2,79,,66,2,52,6,41,12,29,19,19,29,12,41,6,52,2,66,,79,2,91,6r12,6l112,19r8,10l126,41r4,11l131,66xe" fillcolor="#dc002e" stroked="f">
                <v:path arrowok="t" o:connecttype="custom" o:connectlocs="41910,20955;41910,20955;41590,25083;40310,29528;38391,32703;35831,35560;32952,38100;29113,40640;25274,41910;21115,41910;21115,41910;16636,41910;13117,40640;9278,38100;6079,35560;3839,32703;1920,29528;640,25083;0,20955;0,20955;640,16510;1920,13018;3839,9208;6079,6033;9278,3810;13117,1905;16636,635;21115,0;21115,0;25274,635;29113,1905;32952,3810;35831,6033;38391,9208;40310,13018;41590,16510;41910,20955" o:connectangles="0,0,0,0,0,0,0,0,0,0,0,0,0,0,0,0,0,0,0,0,0,0,0,0,0,0,0,0,0,0,0,0,0,0,0,0,0"/>
              </v:shape>
              <v:shape id="Freeform 197" o:spid="_x0000_s1030" style="position:absolute;left:5746;width:419;height:419;visibility:visible;mso-wrap-style:square;v-text-anchor:top" coordsize="131,1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" path="m131,66r,l130,79r-4,14l120,103r-8,9l103,120r-12,8l79,132r-13,l52,132,41,128,29,120,19,112r-7,-9l6,93,2,79,,66,2,52,6,41,12,29,19,19,29,12,41,6,52,2,66,,79,2,91,6r12,6l112,19r8,10l126,41r4,11l131,66e" fillcolor="black [3213]" stroked="f">
                <v:path arrowok="t" o:connecttype="custom" o:connectlocs="41910,20955;41910,20955;41590,25083;40310,29528;38391,32703;35831,35560;32952,38100;29113,40640;25274,41910;21115,41910;21115,41910;16636,41910;13117,40640;9278,38100;6079,35560;3839,32703;1920,29528;640,25083;0,20955;0,20955;640,16510;1920,13018;3839,9208;6079,6033;9278,3810;13117,1905;16636,635;21115,0;21115,0;25274,635;29113,1905;32952,3810;35831,6033;38391,9208;40310,13018;41590,16510;41910,20955" o:connectangles="0,0,0,0,0,0,0,0,0,0,0,0,0,0,0,0,0,0,0,0,0,0,0,0,0,0,0,0,0,0,0,0,0,0,0,0,0"/>
              </v:shape>
              <v:shape id="Freeform 198" o:spid="_x0000_s1031" style="position:absolute;left:3810;top:1130;width:844;height:863;visibility:visible;mso-wrap-style:square;v-text-anchor:top" coordsize="266,2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" path="m133,r,l148,r14,2l177,4r12,3l203,13r9,6l222,27r9,8l239,44r8,10l253,66r4,11l260,91r2,13l266,135r-4,31l260,180r-3,12l253,205r-6,10l239,226r-8,10l222,244r-10,8l203,257r-14,6l177,267r-15,2l148,271r-15,l116,271r-14,-2l89,267,75,263,63,257,52,252,42,244r-9,-8l25,226,19,215,13,205,7,192,4,180,2,166,,135,2,104,4,91,7,77,13,66,19,54,25,44r8,-9l42,27,52,19,63,13,75,7,89,4,102,2,116,r17,xm133,219r,l146,219r14,-6l170,205r7,-12l183,182r4,-16l189,151r2,-16l189,118r-2,-16l183,89,177,75r-7,-9l160,58,146,52r-13,l118,52r-14,6l94,66r-9,9l79,89r-4,13l73,118r-2,17l73,151r2,15l79,182r6,11l94,205r10,8l118,219r15,xe" fillcolor="black" stroked="f">
                <v:path arrowok="t" o:connecttype="custom" o:connectlocs="42228,0;51435,637;60008,2231;67310,6055;73343,11154;78423,17208;81598,24538;83185,33142;84455,43021;82550,57361;80328,65328;75883,72020;70485,77756;64453,81899;56198,85085;46990,86360;42228,86360;32385,85723;23813,83811;16510,80305;10478,75206;6033,68514;2223,61185;635,52899;0,43021;1270,28999;4128,21032;7938,14022;13335,8604;20003,4143;28258,1275;36830,0;42228,69789;46355,69789;53975,65328;58103,57998;60008,48119;60643,43021;59373,32505;56198,23900;50800,18483;42228,16571;37465,16571;29845,21032;25083,28362;23178,37603;22543,43021;23813,52899;26988,61504;33020,67877;42228,69789" o:connectangles="0,0,0,0,0,0,0,0,0,0,0,0,0,0,0,0,0,0,0,0,0,0,0,0,0,0,0,0,0,0,0,0,0,0,0,0,0,0,0,0,0,0,0,0,0,0,0,0,0,0,0"/>
                <o:lock v:ext="edit" verticies="t"/>
              </v:shape>
              <v:shape id="Freeform 199" o:spid="_x0000_s1032" style="position:absolute;left:3810;top:1130;width:844;height:863;visibility:visible;mso-wrap-style:square;v-text-anchor:top" coordsize="266,2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" path="m133,r,l148,r14,2l177,4r12,3l203,13r9,6l222,27r9,8l239,44r8,10l253,66r4,11l260,91r2,13l266,135r-4,31l260,180r-3,12l253,205r-6,10l239,226r-8,10l222,244r-10,8l203,257r-14,6l177,267r-15,2l148,271r-15,l116,271r-14,-2l89,267,75,263,63,257,52,252,42,244r-9,-8l25,226,19,215,13,205,7,192,4,180,2,166,,135,2,104,4,91,7,77,13,66,19,54,25,44r8,-9l42,27,52,19,63,13,75,7,89,4,102,2,116,r17,e" filled="f" stroked="f">
                <v:path arrowok="t" o:connecttype="custom" o:connectlocs="42228,0;51435,637;60008,2231;67310,6055;73343,11154;78423,17208;81598,24538;83185,33142;84455,43021;82550,57361;80328,65328;75883,72020;70485,77756;64453,81899;56198,85085;46990,86360;42228,86360;32385,85723;23813,83811;16510,80305;10478,75206;6033,68514;2223,61185;635,52899;0,43021;1270,28999;4128,21032;7938,14022;13335,8604;20003,4143;28258,1275;36830,0" o:connectangles="0,0,0,0,0,0,0,0,0,0,0,0,0,0,0,0,0,0,0,0,0,0,0,0,0,0,0,0,0,0,0,0"/>
              </v:shape>
              <v:shape id="Freeform 200" o:spid="_x0000_s1033" style="position:absolute;left:4038;top:1295;width:375;height:533;visibility:visible;mso-wrap-style:square;v-text-anchor:top" coordsize="120,1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" path="m62,167r,l75,167r14,-6l99,153r7,-12l112,130r4,-16l118,99r2,-16l118,66,116,50,112,37,106,23,99,14,89,6,75,,62,,47,,33,6,23,14r-9,9l8,37,4,50,2,66,,83,2,99r2,15l8,130r6,11l23,153r10,8l47,167r15,e" filled="f" stroked="f">
                <v:path arrowok="t" o:connecttype="custom" o:connectlocs="19357,53340;19357,53340;23416,53340;27787,51424;30909,48868;33094,45036;34967,41522;36216,36412;36841,31621;37465,26510;37465,26510;36841,21080;36216,15970;34967,11818;33094,7346;30909,4472;27787,1916;23416,0;19357,0;19357,0;14674,0;10303,1916;7181,4472;4371,7346;2498,11818;1249,15970;624,21080;0,26510;0,26510;624,31621;1249,36412;2498,41522;4371,45036;7181,48868;10303,51424;14674,53340;19357,53340" o:connectangles="0,0,0,0,0,0,0,0,0,0,0,0,0,0,0,0,0,0,0,0,0,0,0,0,0,0,0,0,0,0,0,0,0,0,0,0,0"/>
              </v:shape>
              <v:shape id="Freeform 201" o:spid="_x0000_s1034" style="position:absolute;left:2914;top:1130;width:737;height:863;visibility:visible;mso-wrap-style:square;v-text-anchor:top" coordsize="231,2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" path="m154,r,l173,r20,2l231,11r-5,58l208,62,191,56,173,52r-17,l139,52r-16,6l108,66,96,75,87,87r-8,13l75,118r-2,17l75,155r4,15l87,186r11,11l112,207r15,6l143,219r19,l179,219r18,-4l214,211r16,-6l231,259r-15,6l199,269r-22,2l154,271r-27,l100,265,87,261,73,255,61,250,50,242,40,232r-9,-9l21,213,13,199,7,186,3,170,2,153,,135,2,118,3,102,7,89,11,75,19,62,27,52,34,40,44,33,56,25,67,17,79,11,92,7,108,4,121,2,154,xe" fillcolor="black" stroked="f">
                <v:path arrowok="t" o:connecttype="custom" o:connectlocs="49107,0;61543,637;72066,21988;66326,19758;55165,16571;49744,16571;39222,18483;30612,23900;25191,31867;23278,43021;23916,49394;27742,59273;35714,65965;45599,69789;51658,69789;62818,68514;73341,65328;73660,82536;63456,85723;49107,86360;40497,86360;27742,83173;19451,79668;12755,73932;6696,67877;2232,59273;638,48757;0,43021;957,32505;3508,23900;8610,16571;14030,10516;21365,5417;29336,2231;38584,637" o:connectangles="0,0,0,0,0,0,0,0,0,0,0,0,0,0,0,0,0,0,0,0,0,0,0,0,0,0,0,0,0,0,0,0,0,0,0"/>
              </v:shape>
              <v:shape id="Freeform 202" o:spid="_x0000_s1035" style="position:absolute;left:2914;top:1130;width:737;height:863;visibility:visible;mso-wrap-style:square;v-text-anchor:top" coordsize="231,2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" path="m154,r,l173,r20,2l231,11r-5,58l208,62,191,56,173,52r-17,l139,52r-16,6l108,66,96,75,87,87r-8,13l75,118r-2,17l75,155r4,15l87,186r11,11l112,207r15,6l143,219r19,l179,219r18,-4l214,211r16,-6l231,259r-15,6l199,269r-22,2l154,271r-27,l100,265,87,261,73,255,61,250,50,242,40,232r-9,-9l21,213,13,199,7,186,3,170,2,153,,135,2,118,3,102,7,89,11,75,19,62,27,52,34,40,44,33,56,25,67,17,79,11,92,7,108,4,121,2,154,e" filled="f" stroked="f">
                <v:path arrowok="t" o:connecttype="custom" o:connectlocs="49107,0;61543,637;72066,21988;66326,19758;55165,16571;49744,16571;39222,18483;30612,23900;25191,31867;23278,43021;23916,49394;27742,59273;35714,65965;45599,69789;51658,69789;62818,68514;73341,65328;73660,82536;63456,85723;49107,86360;40497,86360;27742,83173;19451,79668;12755,73932;6696,67877;2232,59273;638,48757;0,43021;957,32505;3508,23900;8610,16571;14030,10516;21365,5417;29336,2231;38584,637" o:connectangles="0,0,0,0,0,0,0,0,0,0,0,0,0,0,0,0,0,0,0,0,0,0,0,0,0,0,0,0,0,0,0,0,0,0,0"/>
              </v:shape>
              <v:shape id="Freeform 203" o:spid="_x0000_s1036" style="position:absolute;left:2139;top:1136;width:604;height:851;visibility:visible;mso-wrap-style:square;v-text-anchor:top" coordsize="190,2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" path="m,l186,r,50l68,50r,54l178,104r,53l68,157r,58l190,215r,52l,267,,xe" fillcolor="black" stroked="f">
                <v:path arrowok="t" o:connecttype="custom" o:connectlocs="0,0;59055,0;59055,15934;21590,15934;21590,33144;56515,33144;56515,50034;21590,50034;21590,68518;60325,68518;60325,85090;0,85090;0,0" o:connectangles="0,0,0,0,0,0,0,0,0,0,0,0,0"/>
              </v:shape>
              <v:shape id="Freeform 204" o:spid="_x0000_s1037" style="position:absolute;left:787;top:1136;width:1181;height:851;visibility:visible;mso-wrap-style:square;v-text-anchor:top" coordsize="373,2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" path="m,l72,r33,203l107,203,141,r91,l269,203,304,r69,l311,267r-89,l186,62,151,267r-93,l,xe" fillcolor="black" stroked="f">
                <v:path arrowok="t" o:connecttype="custom" o:connectlocs="0,0;22799,0;33248,64694;33881,64694;44647,0;73463,0;85179,64694;96261,0;118110,0;98478,85090;70296,85090;58897,19759;47814,85090;18366,85090;0,0" o:connectangles="0,0,0,0,0,0,0,0,0,0,0,0,0,0,0"/>
              </v:shape>
              <v:shape id="Freeform 205" o:spid="_x0000_s1038" style="position:absolute;top:1130;width:635;height:863;visibility:visible;mso-wrap-style:square;v-text-anchor:top" coordsize="201,2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" path="m116,r,l153,2r17,2l185,7r-5,57l166,58,153,54,137,52r-15,l106,52,91,54r-8,2l77,62r-4,5l73,75r,6l79,87r6,6l93,97r21,5l137,110r23,10l170,126r10,7l189,143r6,12l199,168r2,16l199,197r-2,12l195,219r-4,9l185,236r-5,8l172,250r-8,4l147,263r-21,4l104,271r-23,l64,271,43,269,21,265,4,259r6,-58l25,209r18,6l62,219r19,l99,219r13,-4l118,211r4,-6l124,201r2,-8l124,186r-4,-8l114,172r-8,-4l85,161,64,155,41,145,29,139,19,131r-7,-9l6,110,2,97,,81,2,69,4,58,8,48r4,-8l17,33r6,-6l39,15,56,7,75,4,97,r19,xe" fillcolor="black" stroked="f">
                <v:path arrowok="t" o:connecttype="custom" o:connectlocs="36647,0;53706,1275;56866,20395;52443,18483;43281,16571;38542,16571;28749,17208;24326,19758;23062,23900;23062,25812;26853,29636;36015,32505;50547,38241;56866,42383;61604,49394;63500,58636;62868,62778;61604,69789;58445,75206;54338,79668;46440,83811;32856,86360;25590,86360;13585,85723;1264,82536;3159,64053;13585,68514;25590,69789;31276,69789;37279,67240;39174,64053;39806,61504;37910,56724;33488,53537;20219,49394;9162,44295;3791,38878;632,30911;0,25812;1264,18483;3791,12747;7266,8604;17692,2231;30644,0" o:connectangles="0,0,0,0,0,0,0,0,0,0,0,0,0,0,0,0,0,0,0,0,0,0,0,0,0,0,0,0,0,0,0,0,0,0,0,0,0,0,0,0,0,0,0,0"/>
              </v:shape>
              <v:shape id="Freeform 206" o:spid="_x0000_s1039" style="position:absolute;top:1130;width:635;height:863;visibility:visible;mso-wrap-style:square;v-text-anchor:top" coordsize="201,2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" path="m116,r,l153,2r17,2l185,7r-5,57l166,58,153,54,137,52r-15,l106,52,91,54r-8,2l77,62r-4,5l73,75r,6l79,87r6,6l93,97r21,5l137,110r23,10l170,126r10,7l189,143r6,12l199,168r2,16l199,197r-2,12l195,219r-4,9l185,236r-5,8l172,250r-8,4l147,263r-21,4l104,271r-23,l64,271,43,269,21,265,4,259r6,-58l25,209r18,6l62,219r19,l99,219r13,-4l118,211r4,-6l124,201r2,-8l124,186r-4,-8l114,172r-8,-4l85,161,64,155,41,145,29,139,19,131r-7,-9l6,110,2,97,,81,2,69,4,58,8,48r4,-8l17,33r6,-6l39,15,56,7,75,4,97,r19,e" filled="f" stroked="f">
                <v:path arrowok="t" o:connecttype="custom" o:connectlocs="36647,0;53706,1275;56866,20395;52443,18483;43281,16571;38542,16571;28749,17208;24326,19758;23062,23900;23062,25812;26853,29636;36015,32505;50547,38241;56866,42383;61604,49394;63500,58636;62868,62778;61604,69789;58445,75206;54338,79668;46440,83811;32856,86360;25590,86360;13585,85723;1264,82536;3159,64053;13585,68514;25590,69789;31276,69789;37279,67240;39174,64053;39806,61504;37910,56724;33488,53537;20219,49394;9162,44295;3791,38878;632,30911;0,25812;1264,18483;3791,12747;7266,8604;17692,2231;30644,0" o:connectangles="0,0,0,0,0,0,0,0,0,0,0,0,0,0,0,0,0,0,0,0,0,0,0,0,0,0,0,0,0,0,0,0,0,0,0,0,0,0,0,0,0,0,0,0"/>
              </v:shape>
              <w10:anchorlock/>
            </v:group>
          </w:pict>
        </mc:Fallback>
      </mc:AlternateContent>
    </w:r>
  </w:p>
  <w:tbl>
    <w:tblPr>
      <w:tblStyle w:val="Mkatabulky"/>
      <w:tblW w:w="8505" w:type="dxa"/>
      <w:jc w:val="center"/>
      <w:tblBorders>
        <w:left w:val="none" w:sz="0" w:space="0" w:color="auto"/>
        <w:right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103"/>
      <w:gridCol w:w="3402"/>
    </w:tblGrid>
    <w:tr w:rsidR="00C81FAB" w:rsidRPr="00AE3921" w14:paraId="0085777D" w14:textId="77777777" w:rsidTr="00CE562B">
      <w:trPr>
        <w:trHeight w:val="227"/>
        <w:jc w:val="center"/>
      </w:trPr>
      <w:tc>
        <w:tcPr>
          <w:tcW w:w="5103" w:type="dxa"/>
          <w:vAlign w:val="center"/>
        </w:tcPr>
        <w:p w14:paraId="539F7837" w14:textId="344D120F" w:rsidR="00C81FAB" w:rsidRPr="00AE3921" w:rsidRDefault="00874F21" w:rsidP="00CE562B">
          <w:pPr>
            <w:tabs>
              <w:tab w:val="right" w:pos="8505"/>
            </w:tabs>
            <w:jc w:val="left"/>
            <w:rPr>
              <w:color w:val="000000" w:themeColor="text1"/>
              <w:sz w:val="12"/>
              <w:szCs w:val="12"/>
            </w:rPr>
          </w:pPr>
          <w:sdt>
            <w:sdtPr>
              <w:rPr>
                <w:color w:val="000000" w:themeColor="text1"/>
                <w:sz w:val="12"/>
                <w:szCs w:val="12"/>
              </w:rPr>
              <w:alias w:val="Název dokumentace 1"/>
              <w:tag w:val="NazevDok"/>
              <w:id w:val="-1124617007"/>
              <w:text/>
            </w:sdtPr>
            <w:sdtEndPr/>
            <w:sdtContent>
              <w:r w:rsidR="0027199C">
                <w:rPr>
                  <w:color w:val="000000" w:themeColor="text1"/>
                  <w:sz w:val="12"/>
                  <w:szCs w:val="12"/>
                </w:rPr>
                <w:t xml:space="preserve">Kalové hospodářství ČOV </w:t>
              </w:r>
              <w:proofErr w:type="gramStart"/>
              <w:r w:rsidR="0027199C">
                <w:rPr>
                  <w:color w:val="000000" w:themeColor="text1"/>
                  <w:sz w:val="12"/>
                  <w:szCs w:val="12"/>
                </w:rPr>
                <w:t>Brno - Modřice</w:t>
              </w:r>
              <w:proofErr w:type="gramEnd"/>
            </w:sdtContent>
          </w:sdt>
          <w:r w:rsidR="00C81FAB" w:rsidRPr="00AE3921">
            <w:rPr>
              <w:color w:val="000000" w:themeColor="text1"/>
              <w:sz w:val="12"/>
              <w:szCs w:val="12"/>
            </w:rPr>
            <w:t xml:space="preserve"> </w:t>
          </w:r>
          <w:sdt>
            <w:sdtPr>
              <w:rPr>
                <w:color w:val="000000" w:themeColor="text1"/>
                <w:sz w:val="12"/>
                <w:szCs w:val="12"/>
              </w:rPr>
              <w:alias w:val="Název dokumentace 2"/>
              <w:tag w:val="NazevDok2_"/>
              <w:id w:val="252330203"/>
              <w:showingPlcHdr/>
              <w:text/>
            </w:sdtPr>
            <w:sdtEndPr/>
            <w:sdtContent>
              <w:r w:rsidR="00D44001">
                <w:rPr>
                  <w:color w:val="000000" w:themeColor="text1"/>
                  <w:sz w:val="12"/>
                  <w:szCs w:val="12"/>
                </w:rPr>
                <w:t xml:space="preserve">     </w:t>
              </w:r>
            </w:sdtContent>
          </w:sdt>
          <w:r w:rsidR="00C81FAB" w:rsidRPr="00AE3921">
            <w:rPr>
              <w:color w:val="000000" w:themeColor="text1"/>
              <w:sz w:val="12"/>
              <w:szCs w:val="12"/>
            </w:rPr>
            <w:t xml:space="preserve"> </w:t>
          </w:r>
          <w:sdt>
            <w:sdtPr>
              <w:rPr>
                <w:color w:val="000000" w:themeColor="text1"/>
                <w:sz w:val="12"/>
                <w:szCs w:val="12"/>
              </w:rPr>
              <w:alias w:val="Název dokumentace 3"/>
              <w:tag w:val="NazevDok3_"/>
              <w:id w:val="1552653704"/>
              <w:showingPlcHdr/>
              <w:text/>
            </w:sdtPr>
            <w:sdtEndPr/>
            <w:sdtContent>
              <w:r w:rsidR="00D44001">
                <w:rPr>
                  <w:color w:val="000000" w:themeColor="text1"/>
                  <w:sz w:val="12"/>
                  <w:szCs w:val="12"/>
                </w:rPr>
                <w:t xml:space="preserve">     </w:t>
              </w:r>
            </w:sdtContent>
          </w:sdt>
        </w:p>
      </w:tc>
      <w:tc>
        <w:tcPr>
          <w:tcW w:w="3402" w:type="dxa"/>
          <w:tcMar>
            <w:left w:w="113" w:type="dxa"/>
          </w:tcMar>
          <w:vAlign w:val="center"/>
        </w:tcPr>
        <w:p w14:paraId="27D3B9A3" w14:textId="77B78263" w:rsidR="00C81FAB" w:rsidRPr="00AE3921" w:rsidRDefault="00874F21" w:rsidP="00CE562B">
          <w:pPr>
            <w:tabs>
              <w:tab w:val="right" w:pos="8505"/>
            </w:tabs>
            <w:jc w:val="right"/>
            <w:rPr>
              <w:color w:val="000000" w:themeColor="text1"/>
              <w:sz w:val="12"/>
              <w:szCs w:val="12"/>
            </w:rPr>
          </w:pPr>
          <w:sdt>
            <w:sdtPr>
              <w:rPr>
                <w:bCs/>
                <w:color w:val="000000" w:themeColor="text1"/>
                <w:sz w:val="12"/>
                <w:szCs w:val="12"/>
              </w:rPr>
              <w:alias w:val="Číslo přílohy"/>
              <w:tag w:val="PrilCislo"/>
              <w:id w:val="-763532606"/>
              <w:text/>
            </w:sdtPr>
            <w:sdtEndPr/>
            <w:sdtContent>
              <w:r w:rsidR="00D44001">
                <w:rPr>
                  <w:bCs/>
                  <w:color w:val="000000" w:themeColor="text1"/>
                  <w:sz w:val="12"/>
                  <w:szCs w:val="12"/>
                </w:rPr>
                <w:t>D1.2.2300.2.1</w:t>
              </w:r>
            </w:sdtContent>
          </w:sdt>
          <w:r w:rsidR="00C81FAB">
            <w:rPr>
              <w:bCs/>
              <w:color w:val="000000" w:themeColor="text1"/>
              <w:sz w:val="12"/>
              <w:szCs w:val="12"/>
            </w:rPr>
            <w:t xml:space="preserve">  </w:t>
          </w:r>
          <w:r w:rsidR="00C81FAB" w:rsidRPr="00AE3921">
            <w:rPr>
              <w:bCs/>
              <w:color w:val="000000" w:themeColor="text1"/>
              <w:sz w:val="12"/>
              <w:szCs w:val="12"/>
            </w:rPr>
            <w:t xml:space="preserve"> </w:t>
          </w:r>
          <w:sdt>
            <w:sdtPr>
              <w:rPr>
                <w:bCs/>
                <w:color w:val="000000" w:themeColor="text1"/>
                <w:sz w:val="12"/>
                <w:szCs w:val="12"/>
              </w:rPr>
              <w:alias w:val="Název přílohy"/>
              <w:tag w:val="PrilNaz"/>
              <w:id w:val="-580916663"/>
              <w:text/>
            </w:sdtPr>
            <w:sdtEndPr/>
            <w:sdtContent>
              <w:r w:rsidR="00D44001">
                <w:rPr>
                  <w:bCs/>
                  <w:color w:val="000000" w:themeColor="text1"/>
                  <w:sz w:val="12"/>
                  <w:szCs w:val="12"/>
                </w:rPr>
                <w:t xml:space="preserve">STATICKÉ </w:t>
              </w:r>
              <w:proofErr w:type="gramStart"/>
              <w:r w:rsidR="00D44001">
                <w:rPr>
                  <w:bCs/>
                  <w:color w:val="000000" w:themeColor="text1"/>
                  <w:sz w:val="12"/>
                  <w:szCs w:val="12"/>
                </w:rPr>
                <w:t>POSOUZENÍ - ČÁST</w:t>
              </w:r>
              <w:proofErr w:type="gramEnd"/>
              <w:r w:rsidR="00D44001">
                <w:rPr>
                  <w:bCs/>
                  <w:color w:val="000000" w:themeColor="text1"/>
                  <w:sz w:val="12"/>
                  <w:szCs w:val="12"/>
                </w:rPr>
                <w:t xml:space="preserve"> 1</w:t>
              </w:r>
            </w:sdtContent>
          </w:sdt>
        </w:p>
      </w:tc>
    </w:tr>
    <w:tr w:rsidR="00C81FAB" w:rsidRPr="00AE3921" w14:paraId="400E8702" w14:textId="77777777" w:rsidTr="00CE562B">
      <w:trPr>
        <w:trHeight w:val="227"/>
        <w:jc w:val="center"/>
      </w:trPr>
      <w:tc>
        <w:tcPr>
          <w:tcW w:w="5103" w:type="dxa"/>
          <w:vAlign w:val="center"/>
        </w:tcPr>
        <w:p w14:paraId="1B459EA6" w14:textId="0DC17049" w:rsidR="00C81FAB" w:rsidRPr="00AE3921" w:rsidRDefault="00874F21" w:rsidP="00CE562B">
          <w:pPr>
            <w:tabs>
              <w:tab w:val="right" w:pos="8505"/>
            </w:tabs>
            <w:jc w:val="left"/>
            <w:rPr>
              <w:color w:val="000000" w:themeColor="text1"/>
              <w:sz w:val="12"/>
              <w:szCs w:val="12"/>
            </w:rPr>
          </w:pPr>
          <w:sdt>
            <w:sdtPr>
              <w:rPr>
                <w:color w:val="000000" w:themeColor="text1"/>
                <w:sz w:val="12"/>
                <w:szCs w:val="12"/>
              </w:rPr>
              <w:alias w:val="Upřesňující podnázev zakázky"/>
              <w:tag w:val="Podnazev"/>
              <w:id w:val="1558281639"/>
              <w:showingPlcHdr/>
              <w:text/>
            </w:sdtPr>
            <w:sdtEndPr/>
            <w:sdtContent>
              <w:r w:rsidR="00D44001">
                <w:rPr>
                  <w:color w:val="000000" w:themeColor="text1"/>
                  <w:sz w:val="12"/>
                  <w:szCs w:val="12"/>
                </w:rPr>
                <w:t xml:space="preserve">     </w:t>
              </w:r>
            </w:sdtContent>
          </w:sdt>
        </w:p>
      </w:tc>
      <w:tc>
        <w:tcPr>
          <w:tcW w:w="3402" w:type="dxa"/>
          <w:tcMar>
            <w:left w:w="113" w:type="dxa"/>
          </w:tcMar>
          <w:vAlign w:val="center"/>
        </w:tcPr>
        <w:p w14:paraId="58E40E89" w14:textId="191AFC75" w:rsidR="00C81FAB" w:rsidRPr="00AE3921" w:rsidRDefault="00874F21" w:rsidP="00CE562B">
          <w:pPr>
            <w:tabs>
              <w:tab w:val="right" w:pos="8505"/>
            </w:tabs>
            <w:jc w:val="right"/>
            <w:rPr>
              <w:color w:val="000000" w:themeColor="text1"/>
              <w:sz w:val="12"/>
              <w:szCs w:val="12"/>
            </w:rPr>
          </w:pPr>
          <w:sdt>
            <w:sdtPr>
              <w:rPr>
                <w:color w:val="000000" w:themeColor="text1"/>
                <w:sz w:val="12"/>
                <w:szCs w:val="12"/>
              </w:rPr>
              <w:alias w:val="Stupeň"/>
              <w:tag w:val="StupenZ"/>
              <w:id w:val="-709575584"/>
              <w:text/>
            </w:sdtPr>
            <w:sdtEndPr/>
            <w:sdtContent>
              <w:r w:rsidR="0027199C">
                <w:rPr>
                  <w:color w:val="000000" w:themeColor="text1"/>
                  <w:sz w:val="12"/>
                  <w:szCs w:val="12"/>
                </w:rPr>
                <w:t>DSP</w:t>
              </w:r>
            </w:sdtContent>
          </w:sdt>
        </w:p>
      </w:tc>
    </w:tr>
  </w:tbl>
  <w:p w14:paraId="085E22CF" w14:textId="4797F7BC" w:rsidR="00C81FAB" w:rsidRDefault="00874F21" w:rsidP="00C81FAB">
    <w:pPr>
      <w:pStyle w:val="Zhlav"/>
      <w:spacing w:before="60"/>
      <w:rPr>
        <w:bCs/>
        <w:color w:val="000000" w:themeColor="text1"/>
        <w:sz w:val="12"/>
        <w:szCs w:val="12"/>
      </w:rPr>
    </w:pPr>
    <w:sdt>
      <w:sdtPr>
        <w:rPr>
          <w:bCs/>
          <w:color w:val="000000" w:themeColor="text1"/>
          <w:sz w:val="12"/>
          <w:szCs w:val="12"/>
        </w:rPr>
        <w:alias w:val="Část stavby"/>
        <w:tag w:val="CastSt"/>
        <w:id w:val="69778306"/>
        <w:text/>
      </w:sdtPr>
      <w:sdtEndPr/>
      <w:sdtContent>
        <w:r w:rsidR="002342B4">
          <w:rPr>
            <w:bCs/>
            <w:color w:val="000000" w:themeColor="text1"/>
            <w:sz w:val="12"/>
            <w:szCs w:val="12"/>
          </w:rPr>
          <w:t>SPOJOVACÍ POTRUBÍ</w:t>
        </w:r>
      </w:sdtContent>
    </w:sdt>
    <w:r w:rsidR="00C81FAB" w:rsidRPr="00CA337C">
      <w:rPr>
        <w:bCs/>
        <w:color w:val="000000" w:themeColor="text1"/>
        <w:sz w:val="12"/>
        <w:szCs w:val="12"/>
      </w:rPr>
      <w:t xml:space="preserve"> </w:t>
    </w:r>
    <w:r w:rsidR="00C81FAB">
      <w:rPr>
        <w:bCs/>
        <w:color w:val="000000" w:themeColor="text1"/>
        <w:sz w:val="12"/>
        <w:szCs w:val="12"/>
      </w:rPr>
      <w:t xml:space="preserve"> </w:t>
    </w:r>
    <w:r w:rsidR="00C81FAB" w:rsidRPr="00CA337C">
      <w:rPr>
        <w:bCs/>
        <w:color w:val="000000" w:themeColor="text1"/>
        <w:sz w:val="12"/>
        <w:szCs w:val="12"/>
      </w:rPr>
      <w:t xml:space="preserve"> </w:t>
    </w:r>
    <w:sdt>
      <w:sdtPr>
        <w:rPr>
          <w:bCs/>
          <w:color w:val="000000" w:themeColor="text1"/>
          <w:sz w:val="12"/>
          <w:szCs w:val="12"/>
        </w:rPr>
        <w:alias w:val="SO/PS"/>
        <w:tag w:val="SOPS"/>
        <w:id w:val="-973217331"/>
        <w:text/>
      </w:sdtPr>
      <w:sdtEndPr/>
      <w:sdtContent>
        <w:r w:rsidR="002342B4">
          <w:rPr>
            <w:bCs/>
            <w:color w:val="000000" w:themeColor="text1"/>
            <w:sz w:val="12"/>
            <w:szCs w:val="12"/>
          </w:rPr>
          <w:t>SO 2300</w:t>
        </w:r>
      </w:sdtContent>
    </w:sdt>
  </w:p>
  <w:p w14:paraId="1E6A12D4" w14:textId="77777777" w:rsidR="00C81FAB" w:rsidRPr="00AE3921" w:rsidRDefault="00C81FAB" w:rsidP="00C81FAB">
    <w:pPr>
      <w:pStyle w:val="Zhlav"/>
      <w:rPr>
        <w:color w:val="000000" w:themeColor="text1"/>
        <w:sz w:val="12"/>
        <w:szCs w:val="12"/>
      </w:rPr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ADF1C9" w14:textId="77777777" w:rsidR="00C81FAB" w:rsidRPr="00AE3921" w:rsidRDefault="00C81FAB" w:rsidP="00C81FAB">
    <w:pPr>
      <w:tabs>
        <w:tab w:val="right" w:pos="8505"/>
      </w:tabs>
      <w:spacing w:after="60"/>
      <w:jc w:val="left"/>
      <w:rPr>
        <w:noProof/>
        <w:color w:val="000000" w:themeColor="text1"/>
      </w:rPr>
    </w:pPr>
    <w:r w:rsidRPr="00AE3921">
      <w:rPr>
        <w:noProof/>
        <w:color w:val="000000" w:themeColor="text1"/>
      </w:rPr>
      <w:tab/>
    </w:r>
    <w:r w:rsidRPr="00AE3921">
      <w:rPr>
        <w:noProof/>
        <w:color w:val="000000" w:themeColor="text1"/>
      </w:rPr>
      <mc:AlternateContent>
        <mc:Choice Requires="wpc">
          <w:drawing>
            <wp:inline distT="0" distB="0" distL="0" distR="0" wp14:anchorId="163397EC" wp14:editId="5457FAF8">
              <wp:extent cx="683895" cy="199390"/>
              <wp:effectExtent l="1905" t="6985" r="0" b="3175"/>
              <wp:docPr id="332" name="Plátno 33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Canvas">
                  <wpc:wpc>
                    <wpc:bg>
                      <a:noFill/>
                    </wpc:bg>
                    <wpc:whole/>
                    <wps:wsp>
                      <wps:cNvPr id="320" name="Freeform 195"/>
                      <wps:cNvSpPr>
                        <a:spLocks noEditPoints="1"/>
                      </wps:cNvSpPr>
                      <wps:spPr bwMode="auto">
                        <a:xfrm>
                          <a:off x="507365" y="26670"/>
                          <a:ext cx="176530" cy="172085"/>
                        </a:xfrm>
                        <a:custGeom>
                          <a:avLst/>
                          <a:gdLst>
                            <a:gd name="T0" fmla="*/ 444 w 556"/>
                            <a:gd name="T1" fmla="*/ 423 h 543"/>
                            <a:gd name="T2" fmla="*/ 444 w 556"/>
                            <a:gd name="T3" fmla="*/ 477 h 543"/>
                            <a:gd name="T4" fmla="*/ 112 w 556"/>
                            <a:gd name="T5" fmla="*/ 477 h 543"/>
                            <a:gd name="T6" fmla="*/ 112 w 556"/>
                            <a:gd name="T7" fmla="*/ 423 h 543"/>
                            <a:gd name="T8" fmla="*/ 276 w 556"/>
                            <a:gd name="T9" fmla="*/ 256 h 543"/>
                            <a:gd name="T10" fmla="*/ 444 w 556"/>
                            <a:gd name="T11" fmla="*/ 423 h 543"/>
                            <a:gd name="T12" fmla="*/ 556 w 556"/>
                            <a:gd name="T13" fmla="*/ 181 h 543"/>
                            <a:gd name="T14" fmla="*/ 353 w 556"/>
                            <a:gd name="T15" fmla="*/ 181 h 543"/>
                            <a:gd name="T16" fmla="*/ 485 w 556"/>
                            <a:gd name="T17" fmla="*/ 49 h 543"/>
                            <a:gd name="T18" fmla="*/ 436 w 556"/>
                            <a:gd name="T19" fmla="*/ 4 h 543"/>
                            <a:gd name="T20" fmla="*/ 276 w 556"/>
                            <a:gd name="T21" fmla="*/ 165 h 543"/>
                            <a:gd name="T22" fmla="*/ 114 w 556"/>
                            <a:gd name="T23" fmla="*/ 0 h 543"/>
                            <a:gd name="T24" fmla="*/ 69 w 556"/>
                            <a:gd name="T25" fmla="*/ 47 h 543"/>
                            <a:gd name="T26" fmla="*/ 201 w 556"/>
                            <a:gd name="T27" fmla="*/ 181 h 543"/>
                            <a:gd name="T28" fmla="*/ 0 w 556"/>
                            <a:gd name="T29" fmla="*/ 181 h 543"/>
                            <a:gd name="T30" fmla="*/ 0 w 556"/>
                            <a:gd name="T31" fmla="*/ 243 h 543"/>
                            <a:gd name="T32" fmla="*/ 201 w 556"/>
                            <a:gd name="T33" fmla="*/ 243 h 543"/>
                            <a:gd name="T34" fmla="*/ 46 w 556"/>
                            <a:gd name="T35" fmla="*/ 396 h 543"/>
                            <a:gd name="T36" fmla="*/ 46 w 556"/>
                            <a:gd name="T37" fmla="*/ 543 h 543"/>
                            <a:gd name="T38" fmla="*/ 508 w 556"/>
                            <a:gd name="T39" fmla="*/ 543 h 543"/>
                            <a:gd name="T40" fmla="*/ 508 w 556"/>
                            <a:gd name="T41" fmla="*/ 396 h 543"/>
                            <a:gd name="T42" fmla="*/ 353 w 556"/>
                            <a:gd name="T43" fmla="*/ 243 h 543"/>
                            <a:gd name="T44" fmla="*/ 556 w 556"/>
                            <a:gd name="T45" fmla="*/ 243 h 543"/>
                            <a:gd name="T46" fmla="*/ 556 w 556"/>
                            <a:gd name="T47" fmla="*/ 181 h 54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</a:cxnLst>
                          <a:rect l="0" t="0" r="r" b="b"/>
                          <a:pathLst>
                            <a:path w="556" h="543">
                              <a:moveTo>
                                <a:pt x="444" y="423"/>
                              </a:moveTo>
                              <a:lnTo>
                                <a:pt x="444" y="477"/>
                              </a:lnTo>
                              <a:lnTo>
                                <a:pt x="112" y="477"/>
                              </a:lnTo>
                              <a:lnTo>
                                <a:pt x="112" y="423"/>
                              </a:lnTo>
                              <a:lnTo>
                                <a:pt x="276" y="256"/>
                              </a:lnTo>
                              <a:lnTo>
                                <a:pt x="444" y="423"/>
                              </a:lnTo>
                              <a:close/>
                              <a:moveTo>
                                <a:pt x="556" y="181"/>
                              </a:moveTo>
                              <a:lnTo>
                                <a:pt x="353" y="181"/>
                              </a:lnTo>
                              <a:lnTo>
                                <a:pt x="485" y="49"/>
                              </a:lnTo>
                              <a:lnTo>
                                <a:pt x="436" y="4"/>
                              </a:lnTo>
                              <a:lnTo>
                                <a:pt x="276" y="165"/>
                              </a:lnTo>
                              <a:lnTo>
                                <a:pt x="114" y="0"/>
                              </a:lnTo>
                              <a:lnTo>
                                <a:pt x="69" y="47"/>
                              </a:lnTo>
                              <a:lnTo>
                                <a:pt x="201" y="181"/>
                              </a:lnTo>
                              <a:lnTo>
                                <a:pt x="0" y="181"/>
                              </a:lnTo>
                              <a:lnTo>
                                <a:pt x="0" y="243"/>
                              </a:lnTo>
                              <a:lnTo>
                                <a:pt x="201" y="243"/>
                              </a:lnTo>
                              <a:lnTo>
                                <a:pt x="46" y="396"/>
                              </a:lnTo>
                              <a:lnTo>
                                <a:pt x="46" y="543"/>
                              </a:lnTo>
                              <a:lnTo>
                                <a:pt x="508" y="543"/>
                              </a:lnTo>
                              <a:lnTo>
                                <a:pt x="508" y="396"/>
                              </a:lnTo>
                              <a:lnTo>
                                <a:pt x="353" y="243"/>
                              </a:lnTo>
                              <a:lnTo>
                                <a:pt x="556" y="243"/>
                              </a:lnTo>
                              <a:lnTo>
                                <a:pt x="556" y="18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1" name="Freeform 196"/>
                      <wps:cNvSpPr>
                        <a:spLocks/>
                      </wps:cNvSpPr>
                      <wps:spPr bwMode="auto">
                        <a:xfrm>
                          <a:off x="574675" y="0"/>
                          <a:ext cx="41910" cy="41910"/>
                        </a:xfrm>
                        <a:custGeom>
                          <a:avLst/>
                          <a:gdLst>
                            <a:gd name="T0" fmla="*/ 131 w 131"/>
                            <a:gd name="T1" fmla="*/ 66 h 132"/>
                            <a:gd name="T2" fmla="*/ 131 w 131"/>
                            <a:gd name="T3" fmla="*/ 66 h 132"/>
                            <a:gd name="T4" fmla="*/ 130 w 131"/>
                            <a:gd name="T5" fmla="*/ 79 h 132"/>
                            <a:gd name="T6" fmla="*/ 126 w 131"/>
                            <a:gd name="T7" fmla="*/ 93 h 132"/>
                            <a:gd name="T8" fmla="*/ 120 w 131"/>
                            <a:gd name="T9" fmla="*/ 103 h 132"/>
                            <a:gd name="T10" fmla="*/ 112 w 131"/>
                            <a:gd name="T11" fmla="*/ 112 h 132"/>
                            <a:gd name="T12" fmla="*/ 103 w 131"/>
                            <a:gd name="T13" fmla="*/ 120 h 132"/>
                            <a:gd name="T14" fmla="*/ 91 w 131"/>
                            <a:gd name="T15" fmla="*/ 128 h 132"/>
                            <a:gd name="T16" fmla="*/ 79 w 131"/>
                            <a:gd name="T17" fmla="*/ 132 h 132"/>
                            <a:gd name="T18" fmla="*/ 66 w 131"/>
                            <a:gd name="T19" fmla="*/ 132 h 132"/>
                            <a:gd name="T20" fmla="*/ 66 w 131"/>
                            <a:gd name="T21" fmla="*/ 132 h 132"/>
                            <a:gd name="T22" fmla="*/ 52 w 131"/>
                            <a:gd name="T23" fmla="*/ 132 h 132"/>
                            <a:gd name="T24" fmla="*/ 41 w 131"/>
                            <a:gd name="T25" fmla="*/ 128 h 132"/>
                            <a:gd name="T26" fmla="*/ 29 w 131"/>
                            <a:gd name="T27" fmla="*/ 120 h 132"/>
                            <a:gd name="T28" fmla="*/ 19 w 131"/>
                            <a:gd name="T29" fmla="*/ 112 h 132"/>
                            <a:gd name="T30" fmla="*/ 12 w 131"/>
                            <a:gd name="T31" fmla="*/ 103 h 132"/>
                            <a:gd name="T32" fmla="*/ 6 w 131"/>
                            <a:gd name="T33" fmla="*/ 93 h 132"/>
                            <a:gd name="T34" fmla="*/ 2 w 131"/>
                            <a:gd name="T35" fmla="*/ 79 h 132"/>
                            <a:gd name="T36" fmla="*/ 0 w 131"/>
                            <a:gd name="T37" fmla="*/ 66 h 132"/>
                            <a:gd name="T38" fmla="*/ 0 w 131"/>
                            <a:gd name="T39" fmla="*/ 66 h 132"/>
                            <a:gd name="T40" fmla="*/ 2 w 131"/>
                            <a:gd name="T41" fmla="*/ 52 h 132"/>
                            <a:gd name="T42" fmla="*/ 6 w 131"/>
                            <a:gd name="T43" fmla="*/ 41 h 132"/>
                            <a:gd name="T44" fmla="*/ 12 w 131"/>
                            <a:gd name="T45" fmla="*/ 29 h 132"/>
                            <a:gd name="T46" fmla="*/ 19 w 131"/>
                            <a:gd name="T47" fmla="*/ 19 h 132"/>
                            <a:gd name="T48" fmla="*/ 29 w 131"/>
                            <a:gd name="T49" fmla="*/ 12 h 132"/>
                            <a:gd name="T50" fmla="*/ 41 w 131"/>
                            <a:gd name="T51" fmla="*/ 6 h 132"/>
                            <a:gd name="T52" fmla="*/ 52 w 131"/>
                            <a:gd name="T53" fmla="*/ 2 h 132"/>
                            <a:gd name="T54" fmla="*/ 66 w 131"/>
                            <a:gd name="T55" fmla="*/ 0 h 132"/>
                            <a:gd name="T56" fmla="*/ 66 w 131"/>
                            <a:gd name="T57" fmla="*/ 0 h 132"/>
                            <a:gd name="T58" fmla="*/ 79 w 131"/>
                            <a:gd name="T59" fmla="*/ 2 h 132"/>
                            <a:gd name="T60" fmla="*/ 91 w 131"/>
                            <a:gd name="T61" fmla="*/ 6 h 132"/>
                            <a:gd name="T62" fmla="*/ 103 w 131"/>
                            <a:gd name="T63" fmla="*/ 12 h 132"/>
                            <a:gd name="T64" fmla="*/ 112 w 131"/>
                            <a:gd name="T65" fmla="*/ 19 h 132"/>
                            <a:gd name="T66" fmla="*/ 120 w 131"/>
                            <a:gd name="T67" fmla="*/ 29 h 132"/>
                            <a:gd name="T68" fmla="*/ 126 w 131"/>
                            <a:gd name="T69" fmla="*/ 41 h 132"/>
                            <a:gd name="T70" fmla="*/ 130 w 131"/>
                            <a:gd name="T71" fmla="*/ 52 h 132"/>
                            <a:gd name="T72" fmla="*/ 131 w 131"/>
                            <a:gd name="T73" fmla="*/ 66 h 13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131" h="132">
                              <a:moveTo>
                                <a:pt x="131" y="66"/>
                              </a:moveTo>
                              <a:lnTo>
                                <a:pt x="131" y="66"/>
                              </a:lnTo>
                              <a:lnTo>
                                <a:pt x="130" y="79"/>
                              </a:lnTo>
                              <a:lnTo>
                                <a:pt x="126" y="93"/>
                              </a:lnTo>
                              <a:lnTo>
                                <a:pt x="120" y="103"/>
                              </a:lnTo>
                              <a:lnTo>
                                <a:pt x="112" y="112"/>
                              </a:lnTo>
                              <a:lnTo>
                                <a:pt x="103" y="120"/>
                              </a:lnTo>
                              <a:lnTo>
                                <a:pt x="91" y="128"/>
                              </a:lnTo>
                              <a:lnTo>
                                <a:pt x="79" y="132"/>
                              </a:lnTo>
                              <a:lnTo>
                                <a:pt x="66" y="132"/>
                              </a:lnTo>
                              <a:lnTo>
                                <a:pt x="52" y="132"/>
                              </a:lnTo>
                              <a:lnTo>
                                <a:pt x="41" y="128"/>
                              </a:lnTo>
                              <a:lnTo>
                                <a:pt x="29" y="120"/>
                              </a:lnTo>
                              <a:lnTo>
                                <a:pt x="19" y="112"/>
                              </a:lnTo>
                              <a:lnTo>
                                <a:pt x="12" y="103"/>
                              </a:lnTo>
                              <a:lnTo>
                                <a:pt x="6" y="93"/>
                              </a:lnTo>
                              <a:lnTo>
                                <a:pt x="2" y="79"/>
                              </a:lnTo>
                              <a:lnTo>
                                <a:pt x="0" y="66"/>
                              </a:lnTo>
                              <a:lnTo>
                                <a:pt x="2" y="52"/>
                              </a:lnTo>
                              <a:lnTo>
                                <a:pt x="6" y="41"/>
                              </a:lnTo>
                              <a:lnTo>
                                <a:pt x="12" y="29"/>
                              </a:lnTo>
                              <a:lnTo>
                                <a:pt x="19" y="19"/>
                              </a:lnTo>
                              <a:lnTo>
                                <a:pt x="29" y="12"/>
                              </a:lnTo>
                              <a:lnTo>
                                <a:pt x="41" y="6"/>
                              </a:lnTo>
                              <a:lnTo>
                                <a:pt x="52" y="2"/>
                              </a:lnTo>
                              <a:lnTo>
                                <a:pt x="66" y="0"/>
                              </a:lnTo>
                              <a:lnTo>
                                <a:pt x="79" y="2"/>
                              </a:lnTo>
                              <a:lnTo>
                                <a:pt x="91" y="6"/>
                              </a:lnTo>
                              <a:lnTo>
                                <a:pt x="103" y="12"/>
                              </a:lnTo>
                              <a:lnTo>
                                <a:pt x="112" y="19"/>
                              </a:lnTo>
                              <a:lnTo>
                                <a:pt x="120" y="29"/>
                              </a:lnTo>
                              <a:lnTo>
                                <a:pt x="126" y="41"/>
                              </a:lnTo>
                              <a:lnTo>
                                <a:pt x="130" y="52"/>
                              </a:lnTo>
                              <a:lnTo>
                                <a:pt x="131" y="6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DC002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2" name="Freeform 197"/>
                      <wps:cNvSpPr>
                        <a:spLocks/>
                      </wps:cNvSpPr>
                      <wps:spPr bwMode="auto">
                        <a:xfrm>
                          <a:off x="574675" y="0"/>
                          <a:ext cx="41910" cy="41910"/>
                        </a:xfrm>
                        <a:custGeom>
                          <a:avLst/>
                          <a:gdLst>
                            <a:gd name="T0" fmla="*/ 131 w 131"/>
                            <a:gd name="T1" fmla="*/ 66 h 132"/>
                            <a:gd name="T2" fmla="*/ 131 w 131"/>
                            <a:gd name="T3" fmla="*/ 66 h 132"/>
                            <a:gd name="T4" fmla="*/ 130 w 131"/>
                            <a:gd name="T5" fmla="*/ 79 h 132"/>
                            <a:gd name="T6" fmla="*/ 126 w 131"/>
                            <a:gd name="T7" fmla="*/ 93 h 132"/>
                            <a:gd name="T8" fmla="*/ 120 w 131"/>
                            <a:gd name="T9" fmla="*/ 103 h 132"/>
                            <a:gd name="T10" fmla="*/ 112 w 131"/>
                            <a:gd name="T11" fmla="*/ 112 h 132"/>
                            <a:gd name="T12" fmla="*/ 103 w 131"/>
                            <a:gd name="T13" fmla="*/ 120 h 132"/>
                            <a:gd name="T14" fmla="*/ 91 w 131"/>
                            <a:gd name="T15" fmla="*/ 128 h 132"/>
                            <a:gd name="T16" fmla="*/ 79 w 131"/>
                            <a:gd name="T17" fmla="*/ 132 h 132"/>
                            <a:gd name="T18" fmla="*/ 66 w 131"/>
                            <a:gd name="T19" fmla="*/ 132 h 132"/>
                            <a:gd name="T20" fmla="*/ 66 w 131"/>
                            <a:gd name="T21" fmla="*/ 132 h 132"/>
                            <a:gd name="T22" fmla="*/ 52 w 131"/>
                            <a:gd name="T23" fmla="*/ 132 h 132"/>
                            <a:gd name="T24" fmla="*/ 41 w 131"/>
                            <a:gd name="T25" fmla="*/ 128 h 132"/>
                            <a:gd name="T26" fmla="*/ 29 w 131"/>
                            <a:gd name="T27" fmla="*/ 120 h 132"/>
                            <a:gd name="T28" fmla="*/ 19 w 131"/>
                            <a:gd name="T29" fmla="*/ 112 h 132"/>
                            <a:gd name="T30" fmla="*/ 12 w 131"/>
                            <a:gd name="T31" fmla="*/ 103 h 132"/>
                            <a:gd name="T32" fmla="*/ 6 w 131"/>
                            <a:gd name="T33" fmla="*/ 93 h 132"/>
                            <a:gd name="T34" fmla="*/ 2 w 131"/>
                            <a:gd name="T35" fmla="*/ 79 h 132"/>
                            <a:gd name="T36" fmla="*/ 0 w 131"/>
                            <a:gd name="T37" fmla="*/ 66 h 132"/>
                            <a:gd name="T38" fmla="*/ 0 w 131"/>
                            <a:gd name="T39" fmla="*/ 66 h 132"/>
                            <a:gd name="T40" fmla="*/ 2 w 131"/>
                            <a:gd name="T41" fmla="*/ 52 h 132"/>
                            <a:gd name="T42" fmla="*/ 6 w 131"/>
                            <a:gd name="T43" fmla="*/ 41 h 132"/>
                            <a:gd name="T44" fmla="*/ 12 w 131"/>
                            <a:gd name="T45" fmla="*/ 29 h 132"/>
                            <a:gd name="T46" fmla="*/ 19 w 131"/>
                            <a:gd name="T47" fmla="*/ 19 h 132"/>
                            <a:gd name="T48" fmla="*/ 29 w 131"/>
                            <a:gd name="T49" fmla="*/ 12 h 132"/>
                            <a:gd name="T50" fmla="*/ 41 w 131"/>
                            <a:gd name="T51" fmla="*/ 6 h 132"/>
                            <a:gd name="T52" fmla="*/ 52 w 131"/>
                            <a:gd name="T53" fmla="*/ 2 h 132"/>
                            <a:gd name="T54" fmla="*/ 66 w 131"/>
                            <a:gd name="T55" fmla="*/ 0 h 132"/>
                            <a:gd name="T56" fmla="*/ 66 w 131"/>
                            <a:gd name="T57" fmla="*/ 0 h 132"/>
                            <a:gd name="T58" fmla="*/ 79 w 131"/>
                            <a:gd name="T59" fmla="*/ 2 h 132"/>
                            <a:gd name="T60" fmla="*/ 91 w 131"/>
                            <a:gd name="T61" fmla="*/ 6 h 132"/>
                            <a:gd name="T62" fmla="*/ 103 w 131"/>
                            <a:gd name="T63" fmla="*/ 12 h 132"/>
                            <a:gd name="T64" fmla="*/ 112 w 131"/>
                            <a:gd name="T65" fmla="*/ 19 h 132"/>
                            <a:gd name="T66" fmla="*/ 120 w 131"/>
                            <a:gd name="T67" fmla="*/ 29 h 132"/>
                            <a:gd name="T68" fmla="*/ 126 w 131"/>
                            <a:gd name="T69" fmla="*/ 41 h 132"/>
                            <a:gd name="T70" fmla="*/ 130 w 131"/>
                            <a:gd name="T71" fmla="*/ 52 h 132"/>
                            <a:gd name="T72" fmla="*/ 131 w 131"/>
                            <a:gd name="T73" fmla="*/ 66 h 13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131" h="132">
                              <a:moveTo>
                                <a:pt x="131" y="66"/>
                              </a:moveTo>
                              <a:lnTo>
                                <a:pt x="131" y="66"/>
                              </a:lnTo>
                              <a:lnTo>
                                <a:pt x="130" y="79"/>
                              </a:lnTo>
                              <a:lnTo>
                                <a:pt x="126" y="93"/>
                              </a:lnTo>
                              <a:lnTo>
                                <a:pt x="120" y="103"/>
                              </a:lnTo>
                              <a:lnTo>
                                <a:pt x="112" y="112"/>
                              </a:lnTo>
                              <a:lnTo>
                                <a:pt x="103" y="120"/>
                              </a:lnTo>
                              <a:lnTo>
                                <a:pt x="91" y="128"/>
                              </a:lnTo>
                              <a:lnTo>
                                <a:pt x="79" y="132"/>
                              </a:lnTo>
                              <a:lnTo>
                                <a:pt x="66" y="132"/>
                              </a:lnTo>
                              <a:lnTo>
                                <a:pt x="52" y="132"/>
                              </a:lnTo>
                              <a:lnTo>
                                <a:pt x="41" y="128"/>
                              </a:lnTo>
                              <a:lnTo>
                                <a:pt x="29" y="120"/>
                              </a:lnTo>
                              <a:lnTo>
                                <a:pt x="19" y="112"/>
                              </a:lnTo>
                              <a:lnTo>
                                <a:pt x="12" y="103"/>
                              </a:lnTo>
                              <a:lnTo>
                                <a:pt x="6" y="93"/>
                              </a:lnTo>
                              <a:lnTo>
                                <a:pt x="2" y="79"/>
                              </a:lnTo>
                              <a:lnTo>
                                <a:pt x="0" y="66"/>
                              </a:lnTo>
                              <a:lnTo>
                                <a:pt x="2" y="52"/>
                              </a:lnTo>
                              <a:lnTo>
                                <a:pt x="6" y="41"/>
                              </a:lnTo>
                              <a:lnTo>
                                <a:pt x="12" y="29"/>
                              </a:lnTo>
                              <a:lnTo>
                                <a:pt x="19" y="19"/>
                              </a:lnTo>
                              <a:lnTo>
                                <a:pt x="29" y="12"/>
                              </a:lnTo>
                              <a:lnTo>
                                <a:pt x="41" y="6"/>
                              </a:lnTo>
                              <a:lnTo>
                                <a:pt x="52" y="2"/>
                              </a:lnTo>
                              <a:lnTo>
                                <a:pt x="66" y="0"/>
                              </a:lnTo>
                              <a:lnTo>
                                <a:pt x="79" y="2"/>
                              </a:lnTo>
                              <a:lnTo>
                                <a:pt x="91" y="6"/>
                              </a:lnTo>
                              <a:lnTo>
                                <a:pt x="103" y="12"/>
                              </a:lnTo>
                              <a:lnTo>
                                <a:pt x="112" y="19"/>
                              </a:lnTo>
                              <a:lnTo>
                                <a:pt x="120" y="29"/>
                              </a:lnTo>
                              <a:lnTo>
                                <a:pt x="126" y="41"/>
                              </a:lnTo>
                              <a:lnTo>
                                <a:pt x="130" y="52"/>
                              </a:lnTo>
                              <a:lnTo>
                                <a:pt x="131" y="66"/>
                              </a:lnTo>
                            </a:path>
                          </a:pathLst>
                        </a:custGeom>
                        <a:solidFill>
                          <a:schemeClr val="tx1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3" name="Freeform 198"/>
                      <wps:cNvSpPr>
                        <a:spLocks noEditPoints="1"/>
                      </wps:cNvSpPr>
                      <wps:spPr bwMode="auto">
                        <a:xfrm>
                          <a:off x="381000" y="113030"/>
                          <a:ext cx="84455" cy="86360"/>
                        </a:xfrm>
                        <a:custGeom>
                          <a:avLst/>
                          <a:gdLst>
                            <a:gd name="T0" fmla="*/ 133 w 266"/>
                            <a:gd name="T1" fmla="*/ 0 h 271"/>
                            <a:gd name="T2" fmla="*/ 162 w 266"/>
                            <a:gd name="T3" fmla="*/ 2 h 271"/>
                            <a:gd name="T4" fmla="*/ 189 w 266"/>
                            <a:gd name="T5" fmla="*/ 7 h 271"/>
                            <a:gd name="T6" fmla="*/ 212 w 266"/>
                            <a:gd name="T7" fmla="*/ 19 h 271"/>
                            <a:gd name="T8" fmla="*/ 231 w 266"/>
                            <a:gd name="T9" fmla="*/ 35 h 271"/>
                            <a:gd name="T10" fmla="*/ 247 w 266"/>
                            <a:gd name="T11" fmla="*/ 54 h 271"/>
                            <a:gd name="T12" fmla="*/ 257 w 266"/>
                            <a:gd name="T13" fmla="*/ 77 h 271"/>
                            <a:gd name="T14" fmla="*/ 262 w 266"/>
                            <a:gd name="T15" fmla="*/ 104 h 271"/>
                            <a:gd name="T16" fmla="*/ 266 w 266"/>
                            <a:gd name="T17" fmla="*/ 135 h 271"/>
                            <a:gd name="T18" fmla="*/ 260 w 266"/>
                            <a:gd name="T19" fmla="*/ 180 h 271"/>
                            <a:gd name="T20" fmla="*/ 253 w 266"/>
                            <a:gd name="T21" fmla="*/ 205 h 271"/>
                            <a:gd name="T22" fmla="*/ 239 w 266"/>
                            <a:gd name="T23" fmla="*/ 226 h 271"/>
                            <a:gd name="T24" fmla="*/ 222 w 266"/>
                            <a:gd name="T25" fmla="*/ 244 h 271"/>
                            <a:gd name="T26" fmla="*/ 203 w 266"/>
                            <a:gd name="T27" fmla="*/ 257 h 271"/>
                            <a:gd name="T28" fmla="*/ 177 w 266"/>
                            <a:gd name="T29" fmla="*/ 267 h 271"/>
                            <a:gd name="T30" fmla="*/ 148 w 266"/>
                            <a:gd name="T31" fmla="*/ 271 h 271"/>
                            <a:gd name="T32" fmla="*/ 133 w 266"/>
                            <a:gd name="T33" fmla="*/ 271 h 271"/>
                            <a:gd name="T34" fmla="*/ 102 w 266"/>
                            <a:gd name="T35" fmla="*/ 269 h 271"/>
                            <a:gd name="T36" fmla="*/ 75 w 266"/>
                            <a:gd name="T37" fmla="*/ 263 h 271"/>
                            <a:gd name="T38" fmla="*/ 52 w 266"/>
                            <a:gd name="T39" fmla="*/ 252 h 271"/>
                            <a:gd name="T40" fmla="*/ 33 w 266"/>
                            <a:gd name="T41" fmla="*/ 236 h 271"/>
                            <a:gd name="T42" fmla="*/ 19 w 266"/>
                            <a:gd name="T43" fmla="*/ 215 h 271"/>
                            <a:gd name="T44" fmla="*/ 7 w 266"/>
                            <a:gd name="T45" fmla="*/ 192 h 271"/>
                            <a:gd name="T46" fmla="*/ 2 w 266"/>
                            <a:gd name="T47" fmla="*/ 166 h 271"/>
                            <a:gd name="T48" fmla="*/ 0 w 266"/>
                            <a:gd name="T49" fmla="*/ 135 h 271"/>
                            <a:gd name="T50" fmla="*/ 4 w 266"/>
                            <a:gd name="T51" fmla="*/ 91 h 271"/>
                            <a:gd name="T52" fmla="*/ 13 w 266"/>
                            <a:gd name="T53" fmla="*/ 66 h 271"/>
                            <a:gd name="T54" fmla="*/ 25 w 266"/>
                            <a:gd name="T55" fmla="*/ 44 h 271"/>
                            <a:gd name="T56" fmla="*/ 42 w 266"/>
                            <a:gd name="T57" fmla="*/ 27 h 271"/>
                            <a:gd name="T58" fmla="*/ 63 w 266"/>
                            <a:gd name="T59" fmla="*/ 13 h 271"/>
                            <a:gd name="T60" fmla="*/ 89 w 266"/>
                            <a:gd name="T61" fmla="*/ 4 h 271"/>
                            <a:gd name="T62" fmla="*/ 116 w 266"/>
                            <a:gd name="T63" fmla="*/ 0 h 271"/>
                            <a:gd name="T64" fmla="*/ 133 w 266"/>
                            <a:gd name="T65" fmla="*/ 219 h 271"/>
                            <a:gd name="T66" fmla="*/ 146 w 266"/>
                            <a:gd name="T67" fmla="*/ 219 h 271"/>
                            <a:gd name="T68" fmla="*/ 170 w 266"/>
                            <a:gd name="T69" fmla="*/ 205 h 271"/>
                            <a:gd name="T70" fmla="*/ 183 w 266"/>
                            <a:gd name="T71" fmla="*/ 182 h 271"/>
                            <a:gd name="T72" fmla="*/ 189 w 266"/>
                            <a:gd name="T73" fmla="*/ 151 h 271"/>
                            <a:gd name="T74" fmla="*/ 191 w 266"/>
                            <a:gd name="T75" fmla="*/ 135 h 271"/>
                            <a:gd name="T76" fmla="*/ 187 w 266"/>
                            <a:gd name="T77" fmla="*/ 102 h 271"/>
                            <a:gd name="T78" fmla="*/ 177 w 266"/>
                            <a:gd name="T79" fmla="*/ 75 h 271"/>
                            <a:gd name="T80" fmla="*/ 160 w 266"/>
                            <a:gd name="T81" fmla="*/ 58 h 271"/>
                            <a:gd name="T82" fmla="*/ 133 w 266"/>
                            <a:gd name="T83" fmla="*/ 52 h 271"/>
                            <a:gd name="T84" fmla="*/ 118 w 266"/>
                            <a:gd name="T85" fmla="*/ 52 h 271"/>
                            <a:gd name="T86" fmla="*/ 94 w 266"/>
                            <a:gd name="T87" fmla="*/ 66 h 271"/>
                            <a:gd name="T88" fmla="*/ 79 w 266"/>
                            <a:gd name="T89" fmla="*/ 89 h 271"/>
                            <a:gd name="T90" fmla="*/ 73 w 266"/>
                            <a:gd name="T91" fmla="*/ 118 h 271"/>
                            <a:gd name="T92" fmla="*/ 71 w 266"/>
                            <a:gd name="T93" fmla="*/ 135 h 271"/>
                            <a:gd name="T94" fmla="*/ 75 w 266"/>
                            <a:gd name="T95" fmla="*/ 166 h 271"/>
                            <a:gd name="T96" fmla="*/ 85 w 266"/>
                            <a:gd name="T97" fmla="*/ 193 h 271"/>
                            <a:gd name="T98" fmla="*/ 104 w 266"/>
                            <a:gd name="T99" fmla="*/ 213 h 271"/>
                            <a:gd name="T100" fmla="*/ 133 w 266"/>
                            <a:gd name="T101" fmla="*/ 219 h 27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</a:cxnLst>
                          <a:rect l="0" t="0" r="r" b="b"/>
                          <a:pathLst>
                            <a:path w="266" h="271">
                              <a:moveTo>
                                <a:pt x="133" y="0"/>
                              </a:moveTo>
                              <a:lnTo>
                                <a:pt x="133" y="0"/>
                              </a:lnTo>
                              <a:lnTo>
                                <a:pt x="148" y="0"/>
                              </a:lnTo>
                              <a:lnTo>
                                <a:pt x="162" y="2"/>
                              </a:lnTo>
                              <a:lnTo>
                                <a:pt x="177" y="4"/>
                              </a:lnTo>
                              <a:lnTo>
                                <a:pt x="189" y="7"/>
                              </a:lnTo>
                              <a:lnTo>
                                <a:pt x="203" y="13"/>
                              </a:lnTo>
                              <a:lnTo>
                                <a:pt x="212" y="19"/>
                              </a:lnTo>
                              <a:lnTo>
                                <a:pt x="222" y="27"/>
                              </a:lnTo>
                              <a:lnTo>
                                <a:pt x="231" y="35"/>
                              </a:lnTo>
                              <a:lnTo>
                                <a:pt x="239" y="44"/>
                              </a:lnTo>
                              <a:lnTo>
                                <a:pt x="247" y="54"/>
                              </a:lnTo>
                              <a:lnTo>
                                <a:pt x="253" y="66"/>
                              </a:lnTo>
                              <a:lnTo>
                                <a:pt x="257" y="77"/>
                              </a:lnTo>
                              <a:lnTo>
                                <a:pt x="260" y="91"/>
                              </a:lnTo>
                              <a:lnTo>
                                <a:pt x="262" y="104"/>
                              </a:lnTo>
                              <a:lnTo>
                                <a:pt x="266" y="135"/>
                              </a:lnTo>
                              <a:lnTo>
                                <a:pt x="262" y="166"/>
                              </a:lnTo>
                              <a:lnTo>
                                <a:pt x="260" y="180"/>
                              </a:lnTo>
                              <a:lnTo>
                                <a:pt x="257" y="192"/>
                              </a:lnTo>
                              <a:lnTo>
                                <a:pt x="253" y="205"/>
                              </a:lnTo>
                              <a:lnTo>
                                <a:pt x="247" y="215"/>
                              </a:lnTo>
                              <a:lnTo>
                                <a:pt x="239" y="226"/>
                              </a:lnTo>
                              <a:lnTo>
                                <a:pt x="231" y="236"/>
                              </a:lnTo>
                              <a:lnTo>
                                <a:pt x="222" y="244"/>
                              </a:lnTo>
                              <a:lnTo>
                                <a:pt x="212" y="252"/>
                              </a:lnTo>
                              <a:lnTo>
                                <a:pt x="203" y="257"/>
                              </a:lnTo>
                              <a:lnTo>
                                <a:pt x="189" y="263"/>
                              </a:lnTo>
                              <a:lnTo>
                                <a:pt x="177" y="267"/>
                              </a:lnTo>
                              <a:lnTo>
                                <a:pt x="162" y="269"/>
                              </a:lnTo>
                              <a:lnTo>
                                <a:pt x="148" y="271"/>
                              </a:lnTo>
                              <a:lnTo>
                                <a:pt x="133" y="271"/>
                              </a:lnTo>
                              <a:lnTo>
                                <a:pt x="116" y="271"/>
                              </a:lnTo>
                              <a:lnTo>
                                <a:pt x="102" y="269"/>
                              </a:lnTo>
                              <a:lnTo>
                                <a:pt x="89" y="267"/>
                              </a:lnTo>
                              <a:lnTo>
                                <a:pt x="75" y="263"/>
                              </a:lnTo>
                              <a:lnTo>
                                <a:pt x="63" y="257"/>
                              </a:lnTo>
                              <a:lnTo>
                                <a:pt x="52" y="252"/>
                              </a:lnTo>
                              <a:lnTo>
                                <a:pt x="42" y="244"/>
                              </a:lnTo>
                              <a:lnTo>
                                <a:pt x="33" y="236"/>
                              </a:lnTo>
                              <a:lnTo>
                                <a:pt x="25" y="226"/>
                              </a:lnTo>
                              <a:lnTo>
                                <a:pt x="19" y="215"/>
                              </a:lnTo>
                              <a:lnTo>
                                <a:pt x="13" y="205"/>
                              </a:lnTo>
                              <a:lnTo>
                                <a:pt x="7" y="192"/>
                              </a:lnTo>
                              <a:lnTo>
                                <a:pt x="4" y="180"/>
                              </a:lnTo>
                              <a:lnTo>
                                <a:pt x="2" y="166"/>
                              </a:lnTo>
                              <a:lnTo>
                                <a:pt x="0" y="135"/>
                              </a:lnTo>
                              <a:lnTo>
                                <a:pt x="2" y="104"/>
                              </a:lnTo>
                              <a:lnTo>
                                <a:pt x="4" y="91"/>
                              </a:lnTo>
                              <a:lnTo>
                                <a:pt x="7" y="77"/>
                              </a:lnTo>
                              <a:lnTo>
                                <a:pt x="13" y="66"/>
                              </a:lnTo>
                              <a:lnTo>
                                <a:pt x="19" y="54"/>
                              </a:lnTo>
                              <a:lnTo>
                                <a:pt x="25" y="44"/>
                              </a:lnTo>
                              <a:lnTo>
                                <a:pt x="33" y="35"/>
                              </a:lnTo>
                              <a:lnTo>
                                <a:pt x="42" y="27"/>
                              </a:lnTo>
                              <a:lnTo>
                                <a:pt x="52" y="19"/>
                              </a:lnTo>
                              <a:lnTo>
                                <a:pt x="63" y="13"/>
                              </a:lnTo>
                              <a:lnTo>
                                <a:pt x="75" y="7"/>
                              </a:lnTo>
                              <a:lnTo>
                                <a:pt x="89" y="4"/>
                              </a:lnTo>
                              <a:lnTo>
                                <a:pt x="102" y="2"/>
                              </a:lnTo>
                              <a:lnTo>
                                <a:pt x="116" y="0"/>
                              </a:lnTo>
                              <a:lnTo>
                                <a:pt x="133" y="0"/>
                              </a:lnTo>
                              <a:close/>
                              <a:moveTo>
                                <a:pt x="133" y="219"/>
                              </a:moveTo>
                              <a:lnTo>
                                <a:pt x="133" y="219"/>
                              </a:lnTo>
                              <a:lnTo>
                                <a:pt x="146" y="219"/>
                              </a:lnTo>
                              <a:lnTo>
                                <a:pt x="160" y="213"/>
                              </a:lnTo>
                              <a:lnTo>
                                <a:pt x="170" y="205"/>
                              </a:lnTo>
                              <a:lnTo>
                                <a:pt x="177" y="193"/>
                              </a:lnTo>
                              <a:lnTo>
                                <a:pt x="183" y="182"/>
                              </a:lnTo>
                              <a:lnTo>
                                <a:pt x="187" y="166"/>
                              </a:lnTo>
                              <a:lnTo>
                                <a:pt x="189" y="151"/>
                              </a:lnTo>
                              <a:lnTo>
                                <a:pt x="191" y="135"/>
                              </a:lnTo>
                              <a:lnTo>
                                <a:pt x="189" y="118"/>
                              </a:lnTo>
                              <a:lnTo>
                                <a:pt x="187" y="102"/>
                              </a:lnTo>
                              <a:lnTo>
                                <a:pt x="183" y="89"/>
                              </a:lnTo>
                              <a:lnTo>
                                <a:pt x="177" y="75"/>
                              </a:lnTo>
                              <a:lnTo>
                                <a:pt x="170" y="66"/>
                              </a:lnTo>
                              <a:lnTo>
                                <a:pt x="160" y="58"/>
                              </a:lnTo>
                              <a:lnTo>
                                <a:pt x="146" y="52"/>
                              </a:lnTo>
                              <a:lnTo>
                                <a:pt x="133" y="52"/>
                              </a:lnTo>
                              <a:lnTo>
                                <a:pt x="118" y="52"/>
                              </a:lnTo>
                              <a:lnTo>
                                <a:pt x="104" y="58"/>
                              </a:lnTo>
                              <a:lnTo>
                                <a:pt x="94" y="66"/>
                              </a:lnTo>
                              <a:lnTo>
                                <a:pt x="85" y="75"/>
                              </a:lnTo>
                              <a:lnTo>
                                <a:pt x="79" y="89"/>
                              </a:lnTo>
                              <a:lnTo>
                                <a:pt x="75" y="102"/>
                              </a:lnTo>
                              <a:lnTo>
                                <a:pt x="73" y="118"/>
                              </a:lnTo>
                              <a:lnTo>
                                <a:pt x="71" y="135"/>
                              </a:lnTo>
                              <a:lnTo>
                                <a:pt x="73" y="151"/>
                              </a:lnTo>
                              <a:lnTo>
                                <a:pt x="75" y="166"/>
                              </a:lnTo>
                              <a:lnTo>
                                <a:pt x="79" y="182"/>
                              </a:lnTo>
                              <a:lnTo>
                                <a:pt x="85" y="193"/>
                              </a:lnTo>
                              <a:lnTo>
                                <a:pt x="94" y="205"/>
                              </a:lnTo>
                              <a:lnTo>
                                <a:pt x="104" y="213"/>
                              </a:lnTo>
                              <a:lnTo>
                                <a:pt x="118" y="219"/>
                              </a:lnTo>
                              <a:lnTo>
                                <a:pt x="133" y="2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4" name="Freeform 199"/>
                      <wps:cNvSpPr>
                        <a:spLocks/>
                      </wps:cNvSpPr>
                      <wps:spPr bwMode="auto">
                        <a:xfrm>
                          <a:off x="381000" y="113030"/>
                          <a:ext cx="84455" cy="86360"/>
                        </a:xfrm>
                        <a:custGeom>
                          <a:avLst/>
                          <a:gdLst>
                            <a:gd name="T0" fmla="*/ 133 w 266"/>
                            <a:gd name="T1" fmla="*/ 0 h 271"/>
                            <a:gd name="T2" fmla="*/ 162 w 266"/>
                            <a:gd name="T3" fmla="*/ 2 h 271"/>
                            <a:gd name="T4" fmla="*/ 189 w 266"/>
                            <a:gd name="T5" fmla="*/ 7 h 271"/>
                            <a:gd name="T6" fmla="*/ 212 w 266"/>
                            <a:gd name="T7" fmla="*/ 19 h 271"/>
                            <a:gd name="T8" fmla="*/ 231 w 266"/>
                            <a:gd name="T9" fmla="*/ 35 h 271"/>
                            <a:gd name="T10" fmla="*/ 247 w 266"/>
                            <a:gd name="T11" fmla="*/ 54 h 271"/>
                            <a:gd name="T12" fmla="*/ 257 w 266"/>
                            <a:gd name="T13" fmla="*/ 77 h 271"/>
                            <a:gd name="T14" fmla="*/ 262 w 266"/>
                            <a:gd name="T15" fmla="*/ 104 h 271"/>
                            <a:gd name="T16" fmla="*/ 266 w 266"/>
                            <a:gd name="T17" fmla="*/ 135 h 271"/>
                            <a:gd name="T18" fmla="*/ 260 w 266"/>
                            <a:gd name="T19" fmla="*/ 180 h 271"/>
                            <a:gd name="T20" fmla="*/ 253 w 266"/>
                            <a:gd name="T21" fmla="*/ 205 h 271"/>
                            <a:gd name="T22" fmla="*/ 239 w 266"/>
                            <a:gd name="T23" fmla="*/ 226 h 271"/>
                            <a:gd name="T24" fmla="*/ 222 w 266"/>
                            <a:gd name="T25" fmla="*/ 244 h 271"/>
                            <a:gd name="T26" fmla="*/ 203 w 266"/>
                            <a:gd name="T27" fmla="*/ 257 h 271"/>
                            <a:gd name="T28" fmla="*/ 177 w 266"/>
                            <a:gd name="T29" fmla="*/ 267 h 271"/>
                            <a:gd name="T30" fmla="*/ 148 w 266"/>
                            <a:gd name="T31" fmla="*/ 271 h 271"/>
                            <a:gd name="T32" fmla="*/ 133 w 266"/>
                            <a:gd name="T33" fmla="*/ 271 h 271"/>
                            <a:gd name="T34" fmla="*/ 102 w 266"/>
                            <a:gd name="T35" fmla="*/ 269 h 271"/>
                            <a:gd name="T36" fmla="*/ 75 w 266"/>
                            <a:gd name="T37" fmla="*/ 263 h 271"/>
                            <a:gd name="T38" fmla="*/ 52 w 266"/>
                            <a:gd name="T39" fmla="*/ 252 h 271"/>
                            <a:gd name="T40" fmla="*/ 33 w 266"/>
                            <a:gd name="T41" fmla="*/ 236 h 271"/>
                            <a:gd name="T42" fmla="*/ 19 w 266"/>
                            <a:gd name="T43" fmla="*/ 215 h 271"/>
                            <a:gd name="T44" fmla="*/ 7 w 266"/>
                            <a:gd name="T45" fmla="*/ 192 h 271"/>
                            <a:gd name="T46" fmla="*/ 2 w 266"/>
                            <a:gd name="T47" fmla="*/ 166 h 271"/>
                            <a:gd name="T48" fmla="*/ 0 w 266"/>
                            <a:gd name="T49" fmla="*/ 135 h 271"/>
                            <a:gd name="T50" fmla="*/ 4 w 266"/>
                            <a:gd name="T51" fmla="*/ 91 h 271"/>
                            <a:gd name="T52" fmla="*/ 13 w 266"/>
                            <a:gd name="T53" fmla="*/ 66 h 271"/>
                            <a:gd name="T54" fmla="*/ 25 w 266"/>
                            <a:gd name="T55" fmla="*/ 44 h 271"/>
                            <a:gd name="T56" fmla="*/ 42 w 266"/>
                            <a:gd name="T57" fmla="*/ 27 h 271"/>
                            <a:gd name="T58" fmla="*/ 63 w 266"/>
                            <a:gd name="T59" fmla="*/ 13 h 271"/>
                            <a:gd name="T60" fmla="*/ 89 w 266"/>
                            <a:gd name="T61" fmla="*/ 4 h 271"/>
                            <a:gd name="T62" fmla="*/ 116 w 266"/>
                            <a:gd name="T63" fmla="*/ 0 h 27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</a:cxnLst>
                          <a:rect l="0" t="0" r="r" b="b"/>
                          <a:pathLst>
                            <a:path w="266" h="271">
                              <a:moveTo>
                                <a:pt x="133" y="0"/>
                              </a:moveTo>
                              <a:lnTo>
                                <a:pt x="133" y="0"/>
                              </a:lnTo>
                              <a:lnTo>
                                <a:pt x="148" y="0"/>
                              </a:lnTo>
                              <a:lnTo>
                                <a:pt x="162" y="2"/>
                              </a:lnTo>
                              <a:lnTo>
                                <a:pt x="177" y="4"/>
                              </a:lnTo>
                              <a:lnTo>
                                <a:pt x="189" y="7"/>
                              </a:lnTo>
                              <a:lnTo>
                                <a:pt x="203" y="13"/>
                              </a:lnTo>
                              <a:lnTo>
                                <a:pt x="212" y="19"/>
                              </a:lnTo>
                              <a:lnTo>
                                <a:pt x="222" y="27"/>
                              </a:lnTo>
                              <a:lnTo>
                                <a:pt x="231" y="35"/>
                              </a:lnTo>
                              <a:lnTo>
                                <a:pt x="239" y="44"/>
                              </a:lnTo>
                              <a:lnTo>
                                <a:pt x="247" y="54"/>
                              </a:lnTo>
                              <a:lnTo>
                                <a:pt x="253" y="66"/>
                              </a:lnTo>
                              <a:lnTo>
                                <a:pt x="257" y="77"/>
                              </a:lnTo>
                              <a:lnTo>
                                <a:pt x="260" y="91"/>
                              </a:lnTo>
                              <a:lnTo>
                                <a:pt x="262" y="104"/>
                              </a:lnTo>
                              <a:lnTo>
                                <a:pt x="266" y="135"/>
                              </a:lnTo>
                              <a:lnTo>
                                <a:pt x="262" y="166"/>
                              </a:lnTo>
                              <a:lnTo>
                                <a:pt x="260" y="180"/>
                              </a:lnTo>
                              <a:lnTo>
                                <a:pt x="257" y="192"/>
                              </a:lnTo>
                              <a:lnTo>
                                <a:pt x="253" y="205"/>
                              </a:lnTo>
                              <a:lnTo>
                                <a:pt x="247" y="215"/>
                              </a:lnTo>
                              <a:lnTo>
                                <a:pt x="239" y="226"/>
                              </a:lnTo>
                              <a:lnTo>
                                <a:pt x="231" y="236"/>
                              </a:lnTo>
                              <a:lnTo>
                                <a:pt x="222" y="244"/>
                              </a:lnTo>
                              <a:lnTo>
                                <a:pt x="212" y="252"/>
                              </a:lnTo>
                              <a:lnTo>
                                <a:pt x="203" y="257"/>
                              </a:lnTo>
                              <a:lnTo>
                                <a:pt x="189" y="263"/>
                              </a:lnTo>
                              <a:lnTo>
                                <a:pt x="177" y="267"/>
                              </a:lnTo>
                              <a:lnTo>
                                <a:pt x="162" y="269"/>
                              </a:lnTo>
                              <a:lnTo>
                                <a:pt x="148" y="271"/>
                              </a:lnTo>
                              <a:lnTo>
                                <a:pt x="133" y="271"/>
                              </a:lnTo>
                              <a:lnTo>
                                <a:pt x="116" y="271"/>
                              </a:lnTo>
                              <a:lnTo>
                                <a:pt x="102" y="269"/>
                              </a:lnTo>
                              <a:lnTo>
                                <a:pt x="89" y="267"/>
                              </a:lnTo>
                              <a:lnTo>
                                <a:pt x="75" y="263"/>
                              </a:lnTo>
                              <a:lnTo>
                                <a:pt x="63" y="257"/>
                              </a:lnTo>
                              <a:lnTo>
                                <a:pt x="52" y="252"/>
                              </a:lnTo>
                              <a:lnTo>
                                <a:pt x="42" y="244"/>
                              </a:lnTo>
                              <a:lnTo>
                                <a:pt x="33" y="236"/>
                              </a:lnTo>
                              <a:lnTo>
                                <a:pt x="25" y="226"/>
                              </a:lnTo>
                              <a:lnTo>
                                <a:pt x="19" y="215"/>
                              </a:lnTo>
                              <a:lnTo>
                                <a:pt x="13" y="205"/>
                              </a:lnTo>
                              <a:lnTo>
                                <a:pt x="7" y="192"/>
                              </a:lnTo>
                              <a:lnTo>
                                <a:pt x="4" y="180"/>
                              </a:lnTo>
                              <a:lnTo>
                                <a:pt x="2" y="166"/>
                              </a:lnTo>
                              <a:lnTo>
                                <a:pt x="0" y="135"/>
                              </a:lnTo>
                              <a:lnTo>
                                <a:pt x="2" y="104"/>
                              </a:lnTo>
                              <a:lnTo>
                                <a:pt x="4" y="91"/>
                              </a:lnTo>
                              <a:lnTo>
                                <a:pt x="7" y="77"/>
                              </a:lnTo>
                              <a:lnTo>
                                <a:pt x="13" y="66"/>
                              </a:lnTo>
                              <a:lnTo>
                                <a:pt x="19" y="54"/>
                              </a:lnTo>
                              <a:lnTo>
                                <a:pt x="25" y="44"/>
                              </a:lnTo>
                              <a:lnTo>
                                <a:pt x="33" y="35"/>
                              </a:lnTo>
                              <a:lnTo>
                                <a:pt x="42" y="27"/>
                              </a:lnTo>
                              <a:lnTo>
                                <a:pt x="52" y="19"/>
                              </a:lnTo>
                              <a:lnTo>
                                <a:pt x="63" y="13"/>
                              </a:lnTo>
                              <a:lnTo>
                                <a:pt x="75" y="7"/>
                              </a:lnTo>
                              <a:lnTo>
                                <a:pt x="89" y="4"/>
                              </a:lnTo>
                              <a:lnTo>
                                <a:pt x="102" y="2"/>
                              </a:lnTo>
                              <a:lnTo>
                                <a:pt x="116" y="0"/>
                              </a:lnTo>
                              <a:lnTo>
                                <a:pt x="133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5" name="Freeform 200"/>
                      <wps:cNvSpPr>
                        <a:spLocks/>
                      </wps:cNvSpPr>
                      <wps:spPr bwMode="auto">
                        <a:xfrm>
                          <a:off x="403860" y="129540"/>
                          <a:ext cx="37465" cy="53340"/>
                        </a:xfrm>
                        <a:custGeom>
                          <a:avLst/>
                          <a:gdLst>
                            <a:gd name="T0" fmla="*/ 62 w 120"/>
                            <a:gd name="T1" fmla="*/ 167 h 167"/>
                            <a:gd name="T2" fmla="*/ 62 w 120"/>
                            <a:gd name="T3" fmla="*/ 167 h 167"/>
                            <a:gd name="T4" fmla="*/ 75 w 120"/>
                            <a:gd name="T5" fmla="*/ 167 h 167"/>
                            <a:gd name="T6" fmla="*/ 89 w 120"/>
                            <a:gd name="T7" fmla="*/ 161 h 167"/>
                            <a:gd name="T8" fmla="*/ 99 w 120"/>
                            <a:gd name="T9" fmla="*/ 153 h 167"/>
                            <a:gd name="T10" fmla="*/ 106 w 120"/>
                            <a:gd name="T11" fmla="*/ 141 h 167"/>
                            <a:gd name="T12" fmla="*/ 112 w 120"/>
                            <a:gd name="T13" fmla="*/ 130 h 167"/>
                            <a:gd name="T14" fmla="*/ 116 w 120"/>
                            <a:gd name="T15" fmla="*/ 114 h 167"/>
                            <a:gd name="T16" fmla="*/ 118 w 120"/>
                            <a:gd name="T17" fmla="*/ 99 h 167"/>
                            <a:gd name="T18" fmla="*/ 120 w 120"/>
                            <a:gd name="T19" fmla="*/ 83 h 167"/>
                            <a:gd name="T20" fmla="*/ 120 w 120"/>
                            <a:gd name="T21" fmla="*/ 83 h 167"/>
                            <a:gd name="T22" fmla="*/ 118 w 120"/>
                            <a:gd name="T23" fmla="*/ 66 h 167"/>
                            <a:gd name="T24" fmla="*/ 116 w 120"/>
                            <a:gd name="T25" fmla="*/ 50 h 167"/>
                            <a:gd name="T26" fmla="*/ 112 w 120"/>
                            <a:gd name="T27" fmla="*/ 37 h 167"/>
                            <a:gd name="T28" fmla="*/ 106 w 120"/>
                            <a:gd name="T29" fmla="*/ 23 h 167"/>
                            <a:gd name="T30" fmla="*/ 99 w 120"/>
                            <a:gd name="T31" fmla="*/ 14 h 167"/>
                            <a:gd name="T32" fmla="*/ 89 w 120"/>
                            <a:gd name="T33" fmla="*/ 6 h 167"/>
                            <a:gd name="T34" fmla="*/ 75 w 120"/>
                            <a:gd name="T35" fmla="*/ 0 h 167"/>
                            <a:gd name="T36" fmla="*/ 62 w 120"/>
                            <a:gd name="T37" fmla="*/ 0 h 167"/>
                            <a:gd name="T38" fmla="*/ 62 w 120"/>
                            <a:gd name="T39" fmla="*/ 0 h 167"/>
                            <a:gd name="T40" fmla="*/ 47 w 120"/>
                            <a:gd name="T41" fmla="*/ 0 h 167"/>
                            <a:gd name="T42" fmla="*/ 33 w 120"/>
                            <a:gd name="T43" fmla="*/ 6 h 167"/>
                            <a:gd name="T44" fmla="*/ 23 w 120"/>
                            <a:gd name="T45" fmla="*/ 14 h 167"/>
                            <a:gd name="T46" fmla="*/ 14 w 120"/>
                            <a:gd name="T47" fmla="*/ 23 h 167"/>
                            <a:gd name="T48" fmla="*/ 8 w 120"/>
                            <a:gd name="T49" fmla="*/ 37 h 167"/>
                            <a:gd name="T50" fmla="*/ 4 w 120"/>
                            <a:gd name="T51" fmla="*/ 50 h 167"/>
                            <a:gd name="T52" fmla="*/ 2 w 120"/>
                            <a:gd name="T53" fmla="*/ 66 h 167"/>
                            <a:gd name="T54" fmla="*/ 0 w 120"/>
                            <a:gd name="T55" fmla="*/ 83 h 167"/>
                            <a:gd name="T56" fmla="*/ 0 w 120"/>
                            <a:gd name="T57" fmla="*/ 83 h 167"/>
                            <a:gd name="T58" fmla="*/ 2 w 120"/>
                            <a:gd name="T59" fmla="*/ 99 h 167"/>
                            <a:gd name="T60" fmla="*/ 4 w 120"/>
                            <a:gd name="T61" fmla="*/ 114 h 167"/>
                            <a:gd name="T62" fmla="*/ 8 w 120"/>
                            <a:gd name="T63" fmla="*/ 130 h 167"/>
                            <a:gd name="T64" fmla="*/ 14 w 120"/>
                            <a:gd name="T65" fmla="*/ 141 h 167"/>
                            <a:gd name="T66" fmla="*/ 23 w 120"/>
                            <a:gd name="T67" fmla="*/ 153 h 167"/>
                            <a:gd name="T68" fmla="*/ 33 w 120"/>
                            <a:gd name="T69" fmla="*/ 161 h 167"/>
                            <a:gd name="T70" fmla="*/ 47 w 120"/>
                            <a:gd name="T71" fmla="*/ 167 h 167"/>
                            <a:gd name="T72" fmla="*/ 62 w 120"/>
                            <a:gd name="T73" fmla="*/ 167 h 16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120" h="167">
                              <a:moveTo>
                                <a:pt x="62" y="167"/>
                              </a:moveTo>
                              <a:lnTo>
                                <a:pt x="62" y="167"/>
                              </a:lnTo>
                              <a:lnTo>
                                <a:pt x="75" y="167"/>
                              </a:lnTo>
                              <a:lnTo>
                                <a:pt x="89" y="161"/>
                              </a:lnTo>
                              <a:lnTo>
                                <a:pt x="99" y="153"/>
                              </a:lnTo>
                              <a:lnTo>
                                <a:pt x="106" y="141"/>
                              </a:lnTo>
                              <a:lnTo>
                                <a:pt x="112" y="130"/>
                              </a:lnTo>
                              <a:lnTo>
                                <a:pt x="116" y="114"/>
                              </a:lnTo>
                              <a:lnTo>
                                <a:pt x="118" y="99"/>
                              </a:lnTo>
                              <a:lnTo>
                                <a:pt x="120" y="83"/>
                              </a:lnTo>
                              <a:lnTo>
                                <a:pt x="118" y="66"/>
                              </a:lnTo>
                              <a:lnTo>
                                <a:pt x="116" y="50"/>
                              </a:lnTo>
                              <a:lnTo>
                                <a:pt x="112" y="37"/>
                              </a:lnTo>
                              <a:lnTo>
                                <a:pt x="106" y="23"/>
                              </a:lnTo>
                              <a:lnTo>
                                <a:pt x="99" y="14"/>
                              </a:lnTo>
                              <a:lnTo>
                                <a:pt x="89" y="6"/>
                              </a:lnTo>
                              <a:lnTo>
                                <a:pt x="75" y="0"/>
                              </a:lnTo>
                              <a:lnTo>
                                <a:pt x="62" y="0"/>
                              </a:lnTo>
                              <a:lnTo>
                                <a:pt x="47" y="0"/>
                              </a:lnTo>
                              <a:lnTo>
                                <a:pt x="33" y="6"/>
                              </a:lnTo>
                              <a:lnTo>
                                <a:pt x="23" y="14"/>
                              </a:lnTo>
                              <a:lnTo>
                                <a:pt x="14" y="23"/>
                              </a:lnTo>
                              <a:lnTo>
                                <a:pt x="8" y="37"/>
                              </a:lnTo>
                              <a:lnTo>
                                <a:pt x="4" y="50"/>
                              </a:lnTo>
                              <a:lnTo>
                                <a:pt x="2" y="66"/>
                              </a:lnTo>
                              <a:lnTo>
                                <a:pt x="0" y="83"/>
                              </a:lnTo>
                              <a:lnTo>
                                <a:pt x="2" y="99"/>
                              </a:lnTo>
                              <a:lnTo>
                                <a:pt x="4" y="114"/>
                              </a:lnTo>
                              <a:lnTo>
                                <a:pt x="8" y="130"/>
                              </a:lnTo>
                              <a:lnTo>
                                <a:pt x="14" y="141"/>
                              </a:lnTo>
                              <a:lnTo>
                                <a:pt x="23" y="153"/>
                              </a:lnTo>
                              <a:lnTo>
                                <a:pt x="33" y="161"/>
                              </a:lnTo>
                              <a:lnTo>
                                <a:pt x="47" y="167"/>
                              </a:lnTo>
                              <a:lnTo>
                                <a:pt x="62" y="167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6" name="Freeform 201"/>
                      <wps:cNvSpPr>
                        <a:spLocks/>
                      </wps:cNvSpPr>
                      <wps:spPr bwMode="auto">
                        <a:xfrm>
                          <a:off x="291465" y="113030"/>
                          <a:ext cx="73660" cy="86360"/>
                        </a:xfrm>
                        <a:custGeom>
                          <a:avLst/>
                          <a:gdLst>
                            <a:gd name="T0" fmla="*/ 154 w 231"/>
                            <a:gd name="T1" fmla="*/ 0 h 271"/>
                            <a:gd name="T2" fmla="*/ 193 w 231"/>
                            <a:gd name="T3" fmla="*/ 2 h 271"/>
                            <a:gd name="T4" fmla="*/ 226 w 231"/>
                            <a:gd name="T5" fmla="*/ 69 h 271"/>
                            <a:gd name="T6" fmla="*/ 208 w 231"/>
                            <a:gd name="T7" fmla="*/ 62 h 271"/>
                            <a:gd name="T8" fmla="*/ 173 w 231"/>
                            <a:gd name="T9" fmla="*/ 52 h 271"/>
                            <a:gd name="T10" fmla="*/ 156 w 231"/>
                            <a:gd name="T11" fmla="*/ 52 h 271"/>
                            <a:gd name="T12" fmla="*/ 123 w 231"/>
                            <a:gd name="T13" fmla="*/ 58 h 271"/>
                            <a:gd name="T14" fmla="*/ 96 w 231"/>
                            <a:gd name="T15" fmla="*/ 75 h 271"/>
                            <a:gd name="T16" fmla="*/ 79 w 231"/>
                            <a:gd name="T17" fmla="*/ 100 h 271"/>
                            <a:gd name="T18" fmla="*/ 73 w 231"/>
                            <a:gd name="T19" fmla="*/ 135 h 271"/>
                            <a:gd name="T20" fmla="*/ 75 w 231"/>
                            <a:gd name="T21" fmla="*/ 155 h 271"/>
                            <a:gd name="T22" fmla="*/ 87 w 231"/>
                            <a:gd name="T23" fmla="*/ 186 h 271"/>
                            <a:gd name="T24" fmla="*/ 112 w 231"/>
                            <a:gd name="T25" fmla="*/ 207 h 271"/>
                            <a:gd name="T26" fmla="*/ 143 w 231"/>
                            <a:gd name="T27" fmla="*/ 219 h 271"/>
                            <a:gd name="T28" fmla="*/ 162 w 231"/>
                            <a:gd name="T29" fmla="*/ 219 h 271"/>
                            <a:gd name="T30" fmla="*/ 197 w 231"/>
                            <a:gd name="T31" fmla="*/ 215 h 271"/>
                            <a:gd name="T32" fmla="*/ 230 w 231"/>
                            <a:gd name="T33" fmla="*/ 205 h 271"/>
                            <a:gd name="T34" fmla="*/ 231 w 231"/>
                            <a:gd name="T35" fmla="*/ 259 h 271"/>
                            <a:gd name="T36" fmla="*/ 199 w 231"/>
                            <a:gd name="T37" fmla="*/ 269 h 271"/>
                            <a:gd name="T38" fmla="*/ 154 w 231"/>
                            <a:gd name="T39" fmla="*/ 271 h 271"/>
                            <a:gd name="T40" fmla="*/ 127 w 231"/>
                            <a:gd name="T41" fmla="*/ 271 h 271"/>
                            <a:gd name="T42" fmla="*/ 87 w 231"/>
                            <a:gd name="T43" fmla="*/ 261 h 271"/>
                            <a:gd name="T44" fmla="*/ 61 w 231"/>
                            <a:gd name="T45" fmla="*/ 250 h 271"/>
                            <a:gd name="T46" fmla="*/ 40 w 231"/>
                            <a:gd name="T47" fmla="*/ 232 h 271"/>
                            <a:gd name="T48" fmla="*/ 21 w 231"/>
                            <a:gd name="T49" fmla="*/ 213 h 271"/>
                            <a:gd name="T50" fmla="*/ 7 w 231"/>
                            <a:gd name="T51" fmla="*/ 186 h 271"/>
                            <a:gd name="T52" fmla="*/ 2 w 231"/>
                            <a:gd name="T53" fmla="*/ 153 h 271"/>
                            <a:gd name="T54" fmla="*/ 0 w 231"/>
                            <a:gd name="T55" fmla="*/ 135 h 271"/>
                            <a:gd name="T56" fmla="*/ 3 w 231"/>
                            <a:gd name="T57" fmla="*/ 102 h 271"/>
                            <a:gd name="T58" fmla="*/ 11 w 231"/>
                            <a:gd name="T59" fmla="*/ 75 h 271"/>
                            <a:gd name="T60" fmla="*/ 27 w 231"/>
                            <a:gd name="T61" fmla="*/ 52 h 271"/>
                            <a:gd name="T62" fmla="*/ 44 w 231"/>
                            <a:gd name="T63" fmla="*/ 33 h 271"/>
                            <a:gd name="T64" fmla="*/ 67 w 231"/>
                            <a:gd name="T65" fmla="*/ 17 h 271"/>
                            <a:gd name="T66" fmla="*/ 92 w 231"/>
                            <a:gd name="T67" fmla="*/ 7 h 271"/>
                            <a:gd name="T68" fmla="*/ 121 w 231"/>
                            <a:gd name="T69" fmla="*/ 2 h 27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231" h="271">
                              <a:moveTo>
                                <a:pt x="154" y="0"/>
                              </a:moveTo>
                              <a:lnTo>
                                <a:pt x="154" y="0"/>
                              </a:lnTo>
                              <a:lnTo>
                                <a:pt x="173" y="0"/>
                              </a:lnTo>
                              <a:lnTo>
                                <a:pt x="193" y="2"/>
                              </a:lnTo>
                              <a:lnTo>
                                <a:pt x="231" y="11"/>
                              </a:lnTo>
                              <a:lnTo>
                                <a:pt x="226" y="69"/>
                              </a:lnTo>
                              <a:lnTo>
                                <a:pt x="208" y="62"/>
                              </a:lnTo>
                              <a:lnTo>
                                <a:pt x="191" y="56"/>
                              </a:lnTo>
                              <a:lnTo>
                                <a:pt x="173" y="52"/>
                              </a:lnTo>
                              <a:lnTo>
                                <a:pt x="156" y="52"/>
                              </a:lnTo>
                              <a:lnTo>
                                <a:pt x="139" y="52"/>
                              </a:lnTo>
                              <a:lnTo>
                                <a:pt x="123" y="58"/>
                              </a:lnTo>
                              <a:lnTo>
                                <a:pt x="108" y="66"/>
                              </a:lnTo>
                              <a:lnTo>
                                <a:pt x="96" y="75"/>
                              </a:lnTo>
                              <a:lnTo>
                                <a:pt x="87" y="87"/>
                              </a:lnTo>
                              <a:lnTo>
                                <a:pt x="79" y="100"/>
                              </a:lnTo>
                              <a:lnTo>
                                <a:pt x="75" y="118"/>
                              </a:lnTo>
                              <a:lnTo>
                                <a:pt x="73" y="135"/>
                              </a:lnTo>
                              <a:lnTo>
                                <a:pt x="75" y="155"/>
                              </a:lnTo>
                              <a:lnTo>
                                <a:pt x="79" y="170"/>
                              </a:lnTo>
                              <a:lnTo>
                                <a:pt x="87" y="186"/>
                              </a:lnTo>
                              <a:lnTo>
                                <a:pt x="98" y="197"/>
                              </a:lnTo>
                              <a:lnTo>
                                <a:pt x="112" y="207"/>
                              </a:lnTo>
                              <a:lnTo>
                                <a:pt x="127" y="213"/>
                              </a:lnTo>
                              <a:lnTo>
                                <a:pt x="143" y="219"/>
                              </a:lnTo>
                              <a:lnTo>
                                <a:pt x="162" y="219"/>
                              </a:lnTo>
                              <a:lnTo>
                                <a:pt x="179" y="219"/>
                              </a:lnTo>
                              <a:lnTo>
                                <a:pt x="197" y="215"/>
                              </a:lnTo>
                              <a:lnTo>
                                <a:pt x="214" y="211"/>
                              </a:lnTo>
                              <a:lnTo>
                                <a:pt x="230" y="205"/>
                              </a:lnTo>
                              <a:lnTo>
                                <a:pt x="231" y="259"/>
                              </a:lnTo>
                              <a:lnTo>
                                <a:pt x="216" y="265"/>
                              </a:lnTo>
                              <a:lnTo>
                                <a:pt x="199" y="269"/>
                              </a:lnTo>
                              <a:lnTo>
                                <a:pt x="177" y="271"/>
                              </a:lnTo>
                              <a:lnTo>
                                <a:pt x="154" y="271"/>
                              </a:lnTo>
                              <a:lnTo>
                                <a:pt x="127" y="271"/>
                              </a:lnTo>
                              <a:lnTo>
                                <a:pt x="100" y="265"/>
                              </a:lnTo>
                              <a:lnTo>
                                <a:pt x="87" y="261"/>
                              </a:lnTo>
                              <a:lnTo>
                                <a:pt x="73" y="255"/>
                              </a:lnTo>
                              <a:lnTo>
                                <a:pt x="61" y="250"/>
                              </a:lnTo>
                              <a:lnTo>
                                <a:pt x="50" y="242"/>
                              </a:lnTo>
                              <a:lnTo>
                                <a:pt x="40" y="232"/>
                              </a:lnTo>
                              <a:lnTo>
                                <a:pt x="31" y="223"/>
                              </a:lnTo>
                              <a:lnTo>
                                <a:pt x="21" y="213"/>
                              </a:lnTo>
                              <a:lnTo>
                                <a:pt x="13" y="199"/>
                              </a:lnTo>
                              <a:lnTo>
                                <a:pt x="7" y="186"/>
                              </a:lnTo>
                              <a:lnTo>
                                <a:pt x="3" y="170"/>
                              </a:lnTo>
                              <a:lnTo>
                                <a:pt x="2" y="153"/>
                              </a:lnTo>
                              <a:lnTo>
                                <a:pt x="0" y="135"/>
                              </a:lnTo>
                              <a:lnTo>
                                <a:pt x="2" y="118"/>
                              </a:lnTo>
                              <a:lnTo>
                                <a:pt x="3" y="102"/>
                              </a:lnTo>
                              <a:lnTo>
                                <a:pt x="7" y="89"/>
                              </a:lnTo>
                              <a:lnTo>
                                <a:pt x="11" y="75"/>
                              </a:lnTo>
                              <a:lnTo>
                                <a:pt x="19" y="62"/>
                              </a:lnTo>
                              <a:lnTo>
                                <a:pt x="27" y="52"/>
                              </a:lnTo>
                              <a:lnTo>
                                <a:pt x="34" y="40"/>
                              </a:lnTo>
                              <a:lnTo>
                                <a:pt x="44" y="33"/>
                              </a:lnTo>
                              <a:lnTo>
                                <a:pt x="56" y="25"/>
                              </a:lnTo>
                              <a:lnTo>
                                <a:pt x="67" y="17"/>
                              </a:lnTo>
                              <a:lnTo>
                                <a:pt x="79" y="11"/>
                              </a:lnTo>
                              <a:lnTo>
                                <a:pt x="92" y="7"/>
                              </a:lnTo>
                              <a:lnTo>
                                <a:pt x="108" y="4"/>
                              </a:lnTo>
                              <a:lnTo>
                                <a:pt x="121" y="2"/>
                              </a:lnTo>
                              <a:lnTo>
                                <a:pt x="15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7" name="Freeform 202"/>
                      <wps:cNvSpPr>
                        <a:spLocks/>
                      </wps:cNvSpPr>
                      <wps:spPr bwMode="auto">
                        <a:xfrm>
                          <a:off x="291465" y="113030"/>
                          <a:ext cx="73660" cy="86360"/>
                        </a:xfrm>
                        <a:custGeom>
                          <a:avLst/>
                          <a:gdLst>
                            <a:gd name="T0" fmla="*/ 154 w 231"/>
                            <a:gd name="T1" fmla="*/ 0 h 271"/>
                            <a:gd name="T2" fmla="*/ 193 w 231"/>
                            <a:gd name="T3" fmla="*/ 2 h 271"/>
                            <a:gd name="T4" fmla="*/ 226 w 231"/>
                            <a:gd name="T5" fmla="*/ 69 h 271"/>
                            <a:gd name="T6" fmla="*/ 208 w 231"/>
                            <a:gd name="T7" fmla="*/ 62 h 271"/>
                            <a:gd name="T8" fmla="*/ 173 w 231"/>
                            <a:gd name="T9" fmla="*/ 52 h 271"/>
                            <a:gd name="T10" fmla="*/ 156 w 231"/>
                            <a:gd name="T11" fmla="*/ 52 h 271"/>
                            <a:gd name="T12" fmla="*/ 123 w 231"/>
                            <a:gd name="T13" fmla="*/ 58 h 271"/>
                            <a:gd name="T14" fmla="*/ 96 w 231"/>
                            <a:gd name="T15" fmla="*/ 75 h 271"/>
                            <a:gd name="T16" fmla="*/ 79 w 231"/>
                            <a:gd name="T17" fmla="*/ 100 h 271"/>
                            <a:gd name="T18" fmla="*/ 73 w 231"/>
                            <a:gd name="T19" fmla="*/ 135 h 271"/>
                            <a:gd name="T20" fmla="*/ 75 w 231"/>
                            <a:gd name="T21" fmla="*/ 155 h 271"/>
                            <a:gd name="T22" fmla="*/ 87 w 231"/>
                            <a:gd name="T23" fmla="*/ 186 h 271"/>
                            <a:gd name="T24" fmla="*/ 112 w 231"/>
                            <a:gd name="T25" fmla="*/ 207 h 271"/>
                            <a:gd name="T26" fmla="*/ 143 w 231"/>
                            <a:gd name="T27" fmla="*/ 219 h 271"/>
                            <a:gd name="T28" fmla="*/ 162 w 231"/>
                            <a:gd name="T29" fmla="*/ 219 h 271"/>
                            <a:gd name="T30" fmla="*/ 197 w 231"/>
                            <a:gd name="T31" fmla="*/ 215 h 271"/>
                            <a:gd name="T32" fmla="*/ 230 w 231"/>
                            <a:gd name="T33" fmla="*/ 205 h 271"/>
                            <a:gd name="T34" fmla="*/ 231 w 231"/>
                            <a:gd name="T35" fmla="*/ 259 h 271"/>
                            <a:gd name="T36" fmla="*/ 199 w 231"/>
                            <a:gd name="T37" fmla="*/ 269 h 271"/>
                            <a:gd name="T38" fmla="*/ 154 w 231"/>
                            <a:gd name="T39" fmla="*/ 271 h 271"/>
                            <a:gd name="T40" fmla="*/ 127 w 231"/>
                            <a:gd name="T41" fmla="*/ 271 h 271"/>
                            <a:gd name="T42" fmla="*/ 87 w 231"/>
                            <a:gd name="T43" fmla="*/ 261 h 271"/>
                            <a:gd name="T44" fmla="*/ 61 w 231"/>
                            <a:gd name="T45" fmla="*/ 250 h 271"/>
                            <a:gd name="T46" fmla="*/ 40 w 231"/>
                            <a:gd name="T47" fmla="*/ 232 h 271"/>
                            <a:gd name="T48" fmla="*/ 21 w 231"/>
                            <a:gd name="T49" fmla="*/ 213 h 271"/>
                            <a:gd name="T50" fmla="*/ 7 w 231"/>
                            <a:gd name="T51" fmla="*/ 186 h 271"/>
                            <a:gd name="T52" fmla="*/ 2 w 231"/>
                            <a:gd name="T53" fmla="*/ 153 h 271"/>
                            <a:gd name="T54" fmla="*/ 0 w 231"/>
                            <a:gd name="T55" fmla="*/ 135 h 271"/>
                            <a:gd name="T56" fmla="*/ 3 w 231"/>
                            <a:gd name="T57" fmla="*/ 102 h 271"/>
                            <a:gd name="T58" fmla="*/ 11 w 231"/>
                            <a:gd name="T59" fmla="*/ 75 h 271"/>
                            <a:gd name="T60" fmla="*/ 27 w 231"/>
                            <a:gd name="T61" fmla="*/ 52 h 271"/>
                            <a:gd name="T62" fmla="*/ 44 w 231"/>
                            <a:gd name="T63" fmla="*/ 33 h 271"/>
                            <a:gd name="T64" fmla="*/ 67 w 231"/>
                            <a:gd name="T65" fmla="*/ 17 h 271"/>
                            <a:gd name="T66" fmla="*/ 92 w 231"/>
                            <a:gd name="T67" fmla="*/ 7 h 271"/>
                            <a:gd name="T68" fmla="*/ 121 w 231"/>
                            <a:gd name="T69" fmla="*/ 2 h 27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231" h="271">
                              <a:moveTo>
                                <a:pt x="154" y="0"/>
                              </a:moveTo>
                              <a:lnTo>
                                <a:pt x="154" y="0"/>
                              </a:lnTo>
                              <a:lnTo>
                                <a:pt x="173" y="0"/>
                              </a:lnTo>
                              <a:lnTo>
                                <a:pt x="193" y="2"/>
                              </a:lnTo>
                              <a:lnTo>
                                <a:pt x="231" y="11"/>
                              </a:lnTo>
                              <a:lnTo>
                                <a:pt x="226" y="69"/>
                              </a:lnTo>
                              <a:lnTo>
                                <a:pt x="208" y="62"/>
                              </a:lnTo>
                              <a:lnTo>
                                <a:pt x="191" y="56"/>
                              </a:lnTo>
                              <a:lnTo>
                                <a:pt x="173" y="52"/>
                              </a:lnTo>
                              <a:lnTo>
                                <a:pt x="156" y="52"/>
                              </a:lnTo>
                              <a:lnTo>
                                <a:pt x="139" y="52"/>
                              </a:lnTo>
                              <a:lnTo>
                                <a:pt x="123" y="58"/>
                              </a:lnTo>
                              <a:lnTo>
                                <a:pt x="108" y="66"/>
                              </a:lnTo>
                              <a:lnTo>
                                <a:pt x="96" y="75"/>
                              </a:lnTo>
                              <a:lnTo>
                                <a:pt x="87" y="87"/>
                              </a:lnTo>
                              <a:lnTo>
                                <a:pt x="79" y="100"/>
                              </a:lnTo>
                              <a:lnTo>
                                <a:pt x="75" y="118"/>
                              </a:lnTo>
                              <a:lnTo>
                                <a:pt x="73" y="135"/>
                              </a:lnTo>
                              <a:lnTo>
                                <a:pt x="75" y="155"/>
                              </a:lnTo>
                              <a:lnTo>
                                <a:pt x="79" y="170"/>
                              </a:lnTo>
                              <a:lnTo>
                                <a:pt x="87" y="186"/>
                              </a:lnTo>
                              <a:lnTo>
                                <a:pt x="98" y="197"/>
                              </a:lnTo>
                              <a:lnTo>
                                <a:pt x="112" y="207"/>
                              </a:lnTo>
                              <a:lnTo>
                                <a:pt x="127" y="213"/>
                              </a:lnTo>
                              <a:lnTo>
                                <a:pt x="143" y="219"/>
                              </a:lnTo>
                              <a:lnTo>
                                <a:pt x="162" y="219"/>
                              </a:lnTo>
                              <a:lnTo>
                                <a:pt x="179" y="219"/>
                              </a:lnTo>
                              <a:lnTo>
                                <a:pt x="197" y="215"/>
                              </a:lnTo>
                              <a:lnTo>
                                <a:pt x="214" y="211"/>
                              </a:lnTo>
                              <a:lnTo>
                                <a:pt x="230" y="205"/>
                              </a:lnTo>
                              <a:lnTo>
                                <a:pt x="231" y="259"/>
                              </a:lnTo>
                              <a:lnTo>
                                <a:pt x="216" y="265"/>
                              </a:lnTo>
                              <a:lnTo>
                                <a:pt x="199" y="269"/>
                              </a:lnTo>
                              <a:lnTo>
                                <a:pt x="177" y="271"/>
                              </a:lnTo>
                              <a:lnTo>
                                <a:pt x="154" y="271"/>
                              </a:lnTo>
                              <a:lnTo>
                                <a:pt x="127" y="271"/>
                              </a:lnTo>
                              <a:lnTo>
                                <a:pt x="100" y="265"/>
                              </a:lnTo>
                              <a:lnTo>
                                <a:pt x="87" y="261"/>
                              </a:lnTo>
                              <a:lnTo>
                                <a:pt x="73" y="255"/>
                              </a:lnTo>
                              <a:lnTo>
                                <a:pt x="61" y="250"/>
                              </a:lnTo>
                              <a:lnTo>
                                <a:pt x="50" y="242"/>
                              </a:lnTo>
                              <a:lnTo>
                                <a:pt x="40" y="232"/>
                              </a:lnTo>
                              <a:lnTo>
                                <a:pt x="31" y="223"/>
                              </a:lnTo>
                              <a:lnTo>
                                <a:pt x="21" y="213"/>
                              </a:lnTo>
                              <a:lnTo>
                                <a:pt x="13" y="199"/>
                              </a:lnTo>
                              <a:lnTo>
                                <a:pt x="7" y="186"/>
                              </a:lnTo>
                              <a:lnTo>
                                <a:pt x="3" y="170"/>
                              </a:lnTo>
                              <a:lnTo>
                                <a:pt x="2" y="153"/>
                              </a:lnTo>
                              <a:lnTo>
                                <a:pt x="0" y="135"/>
                              </a:lnTo>
                              <a:lnTo>
                                <a:pt x="2" y="118"/>
                              </a:lnTo>
                              <a:lnTo>
                                <a:pt x="3" y="102"/>
                              </a:lnTo>
                              <a:lnTo>
                                <a:pt x="7" y="89"/>
                              </a:lnTo>
                              <a:lnTo>
                                <a:pt x="11" y="75"/>
                              </a:lnTo>
                              <a:lnTo>
                                <a:pt x="19" y="62"/>
                              </a:lnTo>
                              <a:lnTo>
                                <a:pt x="27" y="52"/>
                              </a:lnTo>
                              <a:lnTo>
                                <a:pt x="34" y="40"/>
                              </a:lnTo>
                              <a:lnTo>
                                <a:pt x="44" y="33"/>
                              </a:lnTo>
                              <a:lnTo>
                                <a:pt x="56" y="25"/>
                              </a:lnTo>
                              <a:lnTo>
                                <a:pt x="67" y="17"/>
                              </a:lnTo>
                              <a:lnTo>
                                <a:pt x="79" y="11"/>
                              </a:lnTo>
                              <a:lnTo>
                                <a:pt x="92" y="7"/>
                              </a:lnTo>
                              <a:lnTo>
                                <a:pt x="108" y="4"/>
                              </a:lnTo>
                              <a:lnTo>
                                <a:pt x="121" y="2"/>
                              </a:lnTo>
                              <a:lnTo>
                                <a:pt x="154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8" name="Freeform 203"/>
                      <wps:cNvSpPr>
                        <a:spLocks/>
                      </wps:cNvSpPr>
                      <wps:spPr bwMode="auto">
                        <a:xfrm>
                          <a:off x="213995" y="113665"/>
                          <a:ext cx="60325" cy="85090"/>
                        </a:xfrm>
                        <a:custGeom>
                          <a:avLst/>
                          <a:gdLst>
                            <a:gd name="T0" fmla="*/ 0 w 190"/>
                            <a:gd name="T1" fmla="*/ 0 h 267"/>
                            <a:gd name="T2" fmla="*/ 186 w 190"/>
                            <a:gd name="T3" fmla="*/ 0 h 267"/>
                            <a:gd name="T4" fmla="*/ 186 w 190"/>
                            <a:gd name="T5" fmla="*/ 50 h 267"/>
                            <a:gd name="T6" fmla="*/ 68 w 190"/>
                            <a:gd name="T7" fmla="*/ 50 h 267"/>
                            <a:gd name="T8" fmla="*/ 68 w 190"/>
                            <a:gd name="T9" fmla="*/ 104 h 267"/>
                            <a:gd name="T10" fmla="*/ 178 w 190"/>
                            <a:gd name="T11" fmla="*/ 104 h 267"/>
                            <a:gd name="T12" fmla="*/ 178 w 190"/>
                            <a:gd name="T13" fmla="*/ 157 h 267"/>
                            <a:gd name="T14" fmla="*/ 68 w 190"/>
                            <a:gd name="T15" fmla="*/ 157 h 267"/>
                            <a:gd name="T16" fmla="*/ 68 w 190"/>
                            <a:gd name="T17" fmla="*/ 215 h 267"/>
                            <a:gd name="T18" fmla="*/ 190 w 190"/>
                            <a:gd name="T19" fmla="*/ 215 h 267"/>
                            <a:gd name="T20" fmla="*/ 190 w 190"/>
                            <a:gd name="T21" fmla="*/ 267 h 267"/>
                            <a:gd name="T22" fmla="*/ 0 w 190"/>
                            <a:gd name="T23" fmla="*/ 267 h 267"/>
                            <a:gd name="T24" fmla="*/ 0 w 190"/>
                            <a:gd name="T25" fmla="*/ 0 h 26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190" h="267">
                              <a:moveTo>
                                <a:pt x="0" y="0"/>
                              </a:moveTo>
                              <a:lnTo>
                                <a:pt x="186" y="0"/>
                              </a:lnTo>
                              <a:lnTo>
                                <a:pt x="186" y="50"/>
                              </a:lnTo>
                              <a:lnTo>
                                <a:pt x="68" y="50"/>
                              </a:lnTo>
                              <a:lnTo>
                                <a:pt x="68" y="104"/>
                              </a:lnTo>
                              <a:lnTo>
                                <a:pt x="178" y="104"/>
                              </a:lnTo>
                              <a:lnTo>
                                <a:pt x="178" y="157"/>
                              </a:lnTo>
                              <a:lnTo>
                                <a:pt x="68" y="157"/>
                              </a:lnTo>
                              <a:lnTo>
                                <a:pt x="68" y="215"/>
                              </a:lnTo>
                              <a:lnTo>
                                <a:pt x="190" y="215"/>
                              </a:lnTo>
                              <a:lnTo>
                                <a:pt x="190" y="267"/>
                              </a:lnTo>
                              <a:lnTo>
                                <a:pt x="0" y="267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9" name="Freeform 204"/>
                      <wps:cNvSpPr>
                        <a:spLocks/>
                      </wps:cNvSpPr>
                      <wps:spPr bwMode="auto">
                        <a:xfrm>
                          <a:off x="78740" y="113665"/>
                          <a:ext cx="118110" cy="85090"/>
                        </a:xfrm>
                        <a:custGeom>
                          <a:avLst/>
                          <a:gdLst>
                            <a:gd name="T0" fmla="*/ 0 w 373"/>
                            <a:gd name="T1" fmla="*/ 0 h 267"/>
                            <a:gd name="T2" fmla="*/ 72 w 373"/>
                            <a:gd name="T3" fmla="*/ 0 h 267"/>
                            <a:gd name="T4" fmla="*/ 105 w 373"/>
                            <a:gd name="T5" fmla="*/ 203 h 267"/>
                            <a:gd name="T6" fmla="*/ 107 w 373"/>
                            <a:gd name="T7" fmla="*/ 203 h 267"/>
                            <a:gd name="T8" fmla="*/ 141 w 373"/>
                            <a:gd name="T9" fmla="*/ 0 h 267"/>
                            <a:gd name="T10" fmla="*/ 232 w 373"/>
                            <a:gd name="T11" fmla="*/ 0 h 267"/>
                            <a:gd name="T12" fmla="*/ 269 w 373"/>
                            <a:gd name="T13" fmla="*/ 203 h 267"/>
                            <a:gd name="T14" fmla="*/ 304 w 373"/>
                            <a:gd name="T15" fmla="*/ 0 h 267"/>
                            <a:gd name="T16" fmla="*/ 373 w 373"/>
                            <a:gd name="T17" fmla="*/ 0 h 267"/>
                            <a:gd name="T18" fmla="*/ 311 w 373"/>
                            <a:gd name="T19" fmla="*/ 267 h 267"/>
                            <a:gd name="T20" fmla="*/ 222 w 373"/>
                            <a:gd name="T21" fmla="*/ 267 h 267"/>
                            <a:gd name="T22" fmla="*/ 186 w 373"/>
                            <a:gd name="T23" fmla="*/ 62 h 267"/>
                            <a:gd name="T24" fmla="*/ 151 w 373"/>
                            <a:gd name="T25" fmla="*/ 267 h 267"/>
                            <a:gd name="T26" fmla="*/ 58 w 373"/>
                            <a:gd name="T27" fmla="*/ 267 h 267"/>
                            <a:gd name="T28" fmla="*/ 0 w 373"/>
                            <a:gd name="T29" fmla="*/ 0 h 26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373" h="267">
                              <a:moveTo>
                                <a:pt x="0" y="0"/>
                              </a:moveTo>
                              <a:lnTo>
                                <a:pt x="72" y="0"/>
                              </a:lnTo>
                              <a:lnTo>
                                <a:pt x="105" y="203"/>
                              </a:lnTo>
                              <a:lnTo>
                                <a:pt x="107" y="203"/>
                              </a:lnTo>
                              <a:lnTo>
                                <a:pt x="141" y="0"/>
                              </a:lnTo>
                              <a:lnTo>
                                <a:pt x="232" y="0"/>
                              </a:lnTo>
                              <a:lnTo>
                                <a:pt x="269" y="203"/>
                              </a:lnTo>
                              <a:lnTo>
                                <a:pt x="304" y="0"/>
                              </a:lnTo>
                              <a:lnTo>
                                <a:pt x="373" y="0"/>
                              </a:lnTo>
                              <a:lnTo>
                                <a:pt x="311" y="267"/>
                              </a:lnTo>
                              <a:lnTo>
                                <a:pt x="222" y="267"/>
                              </a:lnTo>
                              <a:lnTo>
                                <a:pt x="186" y="62"/>
                              </a:lnTo>
                              <a:lnTo>
                                <a:pt x="151" y="267"/>
                              </a:lnTo>
                              <a:lnTo>
                                <a:pt x="58" y="267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30" name="Freeform 205"/>
                      <wps:cNvSpPr>
                        <a:spLocks/>
                      </wps:cNvSpPr>
                      <wps:spPr bwMode="auto">
                        <a:xfrm>
                          <a:off x="0" y="113030"/>
                          <a:ext cx="63500" cy="86360"/>
                        </a:xfrm>
                        <a:custGeom>
                          <a:avLst/>
                          <a:gdLst>
                            <a:gd name="T0" fmla="*/ 116 w 201"/>
                            <a:gd name="T1" fmla="*/ 0 h 271"/>
                            <a:gd name="T2" fmla="*/ 170 w 201"/>
                            <a:gd name="T3" fmla="*/ 4 h 271"/>
                            <a:gd name="T4" fmla="*/ 180 w 201"/>
                            <a:gd name="T5" fmla="*/ 64 h 271"/>
                            <a:gd name="T6" fmla="*/ 166 w 201"/>
                            <a:gd name="T7" fmla="*/ 58 h 271"/>
                            <a:gd name="T8" fmla="*/ 137 w 201"/>
                            <a:gd name="T9" fmla="*/ 52 h 271"/>
                            <a:gd name="T10" fmla="*/ 122 w 201"/>
                            <a:gd name="T11" fmla="*/ 52 h 271"/>
                            <a:gd name="T12" fmla="*/ 91 w 201"/>
                            <a:gd name="T13" fmla="*/ 54 h 271"/>
                            <a:gd name="T14" fmla="*/ 77 w 201"/>
                            <a:gd name="T15" fmla="*/ 62 h 271"/>
                            <a:gd name="T16" fmla="*/ 73 w 201"/>
                            <a:gd name="T17" fmla="*/ 75 h 271"/>
                            <a:gd name="T18" fmla="*/ 73 w 201"/>
                            <a:gd name="T19" fmla="*/ 81 h 271"/>
                            <a:gd name="T20" fmla="*/ 85 w 201"/>
                            <a:gd name="T21" fmla="*/ 93 h 271"/>
                            <a:gd name="T22" fmla="*/ 114 w 201"/>
                            <a:gd name="T23" fmla="*/ 102 h 271"/>
                            <a:gd name="T24" fmla="*/ 160 w 201"/>
                            <a:gd name="T25" fmla="*/ 120 h 271"/>
                            <a:gd name="T26" fmla="*/ 180 w 201"/>
                            <a:gd name="T27" fmla="*/ 133 h 271"/>
                            <a:gd name="T28" fmla="*/ 195 w 201"/>
                            <a:gd name="T29" fmla="*/ 155 h 271"/>
                            <a:gd name="T30" fmla="*/ 201 w 201"/>
                            <a:gd name="T31" fmla="*/ 184 h 271"/>
                            <a:gd name="T32" fmla="*/ 199 w 201"/>
                            <a:gd name="T33" fmla="*/ 197 h 271"/>
                            <a:gd name="T34" fmla="*/ 195 w 201"/>
                            <a:gd name="T35" fmla="*/ 219 h 271"/>
                            <a:gd name="T36" fmla="*/ 185 w 201"/>
                            <a:gd name="T37" fmla="*/ 236 h 271"/>
                            <a:gd name="T38" fmla="*/ 172 w 201"/>
                            <a:gd name="T39" fmla="*/ 250 h 271"/>
                            <a:gd name="T40" fmla="*/ 147 w 201"/>
                            <a:gd name="T41" fmla="*/ 263 h 271"/>
                            <a:gd name="T42" fmla="*/ 104 w 201"/>
                            <a:gd name="T43" fmla="*/ 271 h 271"/>
                            <a:gd name="T44" fmla="*/ 81 w 201"/>
                            <a:gd name="T45" fmla="*/ 271 h 271"/>
                            <a:gd name="T46" fmla="*/ 43 w 201"/>
                            <a:gd name="T47" fmla="*/ 269 h 271"/>
                            <a:gd name="T48" fmla="*/ 4 w 201"/>
                            <a:gd name="T49" fmla="*/ 259 h 271"/>
                            <a:gd name="T50" fmla="*/ 10 w 201"/>
                            <a:gd name="T51" fmla="*/ 201 h 271"/>
                            <a:gd name="T52" fmla="*/ 43 w 201"/>
                            <a:gd name="T53" fmla="*/ 215 h 271"/>
                            <a:gd name="T54" fmla="*/ 81 w 201"/>
                            <a:gd name="T55" fmla="*/ 219 h 271"/>
                            <a:gd name="T56" fmla="*/ 99 w 201"/>
                            <a:gd name="T57" fmla="*/ 219 h 271"/>
                            <a:gd name="T58" fmla="*/ 118 w 201"/>
                            <a:gd name="T59" fmla="*/ 211 h 271"/>
                            <a:gd name="T60" fmla="*/ 124 w 201"/>
                            <a:gd name="T61" fmla="*/ 201 h 271"/>
                            <a:gd name="T62" fmla="*/ 126 w 201"/>
                            <a:gd name="T63" fmla="*/ 193 h 271"/>
                            <a:gd name="T64" fmla="*/ 120 w 201"/>
                            <a:gd name="T65" fmla="*/ 178 h 271"/>
                            <a:gd name="T66" fmla="*/ 106 w 201"/>
                            <a:gd name="T67" fmla="*/ 168 h 271"/>
                            <a:gd name="T68" fmla="*/ 64 w 201"/>
                            <a:gd name="T69" fmla="*/ 155 h 271"/>
                            <a:gd name="T70" fmla="*/ 29 w 201"/>
                            <a:gd name="T71" fmla="*/ 139 h 271"/>
                            <a:gd name="T72" fmla="*/ 12 w 201"/>
                            <a:gd name="T73" fmla="*/ 122 h 271"/>
                            <a:gd name="T74" fmla="*/ 2 w 201"/>
                            <a:gd name="T75" fmla="*/ 97 h 271"/>
                            <a:gd name="T76" fmla="*/ 0 w 201"/>
                            <a:gd name="T77" fmla="*/ 81 h 271"/>
                            <a:gd name="T78" fmla="*/ 4 w 201"/>
                            <a:gd name="T79" fmla="*/ 58 h 271"/>
                            <a:gd name="T80" fmla="*/ 12 w 201"/>
                            <a:gd name="T81" fmla="*/ 40 h 271"/>
                            <a:gd name="T82" fmla="*/ 23 w 201"/>
                            <a:gd name="T83" fmla="*/ 27 h 271"/>
                            <a:gd name="T84" fmla="*/ 56 w 201"/>
                            <a:gd name="T85" fmla="*/ 7 h 271"/>
                            <a:gd name="T86" fmla="*/ 97 w 201"/>
                            <a:gd name="T87" fmla="*/ 0 h 27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</a:cxnLst>
                          <a:rect l="0" t="0" r="r" b="b"/>
                          <a:pathLst>
                            <a:path w="201" h="271">
                              <a:moveTo>
                                <a:pt x="116" y="0"/>
                              </a:moveTo>
                              <a:lnTo>
                                <a:pt x="116" y="0"/>
                              </a:lnTo>
                              <a:lnTo>
                                <a:pt x="153" y="2"/>
                              </a:lnTo>
                              <a:lnTo>
                                <a:pt x="170" y="4"/>
                              </a:lnTo>
                              <a:lnTo>
                                <a:pt x="185" y="7"/>
                              </a:lnTo>
                              <a:lnTo>
                                <a:pt x="180" y="64"/>
                              </a:lnTo>
                              <a:lnTo>
                                <a:pt x="166" y="58"/>
                              </a:lnTo>
                              <a:lnTo>
                                <a:pt x="153" y="54"/>
                              </a:lnTo>
                              <a:lnTo>
                                <a:pt x="137" y="52"/>
                              </a:lnTo>
                              <a:lnTo>
                                <a:pt x="122" y="52"/>
                              </a:lnTo>
                              <a:lnTo>
                                <a:pt x="106" y="52"/>
                              </a:lnTo>
                              <a:lnTo>
                                <a:pt x="91" y="54"/>
                              </a:lnTo>
                              <a:lnTo>
                                <a:pt x="83" y="56"/>
                              </a:lnTo>
                              <a:lnTo>
                                <a:pt x="77" y="62"/>
                              </a:lnTo>
                              <a:lnTo>
                                <a:pt x="73" y="67"/>
                              </a:lnTo>
                              <a:lnTo>
                                <a:pt x="73" y="75"/>
                              </a:lnTo>
                              <a:lnTo>
                                <a:pt x="73" y="81"/>
                              </a:lnTo>
                              <a:lnTo>
                                <a:pt x="79" y="87"/>
                              </a:lnTo>
                              <a:lnTo>
                                <a:pt x="85" y="93"/>
                              </a:lnTo>
                              <a:lnTo>
                                <a:pt x="93" y="97"/>
                              </a:lnTo>
                              <a:lnTo>
                                <a:pt x="114" y="102"/>
                              </a:lnTo>
                              <a:lnTo>
                                <a:pt x="137" y="110"/>
                              </a:lnTo>
                              <a:lnTo>
                                <a:pt x="160" y="120"/>
                              </a:lnTo>
                              <a:lnTo>
                                <a:pt x="170" y="126"/>
                              </a:lnTo>
                              <a:lnTo>
                                <a:pt x="180" y="133"/>
                              </a:lnTo>
                              <a:lnTo>
                                <a:pt x="189" y="143"/>
                              </a:lnTo>
                              <a:lnTo>
                                <a:pt x="195" y="155"/>
                              </a:lnTo>
                              <a:lnTo>
                                <a:pt x="199" y="168"/>
                              </a:lnTo>
                              <a:lnTo>
                                <a:pt x="201" y="184"/>
                              </a:lnTo>
                              <a:lnTo>
                                <a:pt x="199" y="197"/>
                              </a:lnTo>
                              <a:lnTo>
                                <a:pt x="197" y="209"/>
                              </a:lnTo>
                              <a:lnTo>
                                <a:pt x="195" y="219"/>
                              </a:lnTo>
                              <a:lnTo>
                                <a:pt x="191" y="228"/>
                              </a:lnTo>
                              <a:lnTo>
                                <a:pt x="185" y="236"/>
                              </a:lnTo>
                              <a:lnTo>
                                <a:pt x="180" y="244"/>
                              </a:lnTo>
                              <a:lnTo>
                                <a:pt x="172" y="250"/>
                              </a:lnTo>
                              <a:lnTo>
                                <a:pt x="164" y="254"/>
                              </a:lnTo>
                              <a:lnTo>
                                <a:pt x="147" y="263"/>
                              </a:lnTo>
                              <a:lnTo>
                                <a:pt x="126" y="267"/>
                              </a:lnTo>
                              <a:lnTo>
                                <a:pt x="104" y="271"/>
                              </a:lnTo>
                              <a:lnTo>
                                <a:pt x="81" y="271"/>
                              </a:lnTo>
                              <a:lnTo>
                                <a:pt x="64" y="271"/>
                              </a:lnTo>
                              <a:lnTo>
                                <a:pt x="43" y="269"/>
                              </a:lnTo>
                              <a:lnTo>
                                <a:pt x="21" y="265"/>
                              </a:lnTo>
                              <a:lnTo>
                                <a:pt x="4" y="259"/>
                              </a:lnTo>
                              <a:lnTo>
                                <a:pt x="10" y="201"/>
                              </a:lnTo>
                              <a:lnTo>
                                <a:pt x="25" y="209"/>
                              </a:lnTo>
                              <a:lnTo>
                                <a:pt x="43" y="215"/>
                              </a:lnTo>
                              <a:lnTo>
                                <a:pt x="62" y="219"/>
                              </a:lnTo>
                              <a:lnTo>
                                <a:pt x="81" y="219"/>
                              </a:lnTo>
                              <a:lnTo>
                                <a:pt x="99" y="219"/>
                              </a:lnTo>
                              <a:lnTo>
                                <a:pt x="112" y="215"/>
                              </a:lnTo>
                              <a:lnTo>
                                <a:pt x="118" y="211"/>
                              </a:lnTo>
                              <a:lnTo>
                                <a:pt x="122" y="205"/>
                              </a:lnTo>
                              <a:lnTo>
                                <a:pt x="124" y="201"/>
                              </a:lnTo>
                              <a:lnTo>
                                <a:pt x="126" y="193"/>
                              </a:lnTo>
                              <a:lnTo>
                                <a:pt x="124" y="186"/>
                              </a:lnTo>
                              <a:lnTo>
                                <a:pt x="120" y="178"/>
                              </a:lnTo>
                              <a:lnTo>
                                <a:pt x="114" y="172"/>
                              </a:lnTo>
                              <a:lnTo>
                                <a:pt x="106" y="168"/>
                              </a:lnTo>
                              <a:lnTo>
                                <a:pt x="85" y="161"/>
                              </a:lnTo>
                              <a:lnTo>
                                <a:pt x="64" y="155"/>
                              </a:lnTo>
                              <a:lnTo>
                                <a:pt x="41" y="145"/>
                              </a:lnTo>
                              <a:lnTo>
                                <a:pt x="29" y="139"/>
                              </a:lnTo>
                              <a:lnTo>
                                <a:pt x="19" y="131"/>
                              </a:lnTo>
                              <a:lnTo>
                                <a:pt x="12" y="122"/>
                              </a:lnTo>
                              <a:lnTo>
                                <a:pt x="6" y="110"/>
                              </a:lnTo>
                              <a:lnTo>
                                <a:pt x="2" y="97"/>
                              </a:lnTo>
                              <a:lnTo>
                                <a:pt x="0" y="81"/>
                              </a:lnTo>
                              <a:lnTo>
                                <a:pt x="2" y="69"/>
                              </a:lnTo>
                              <a:lnTo>
                                <a:pt x="4" y="58"/>
                              </a:lnTo>
                              <a:lnTo>
                                <a:pt x="8" y="48"/>
                              </a:lnTo>
                              <a:lnTo>
                                <a:pt x="12" y="40"/>
                              </a:lnTo>
                              <a:lnTo>
                                <a:pt x="17" y="33"/>
                              </a:lnTo>
                              <a:lnTo>
                                <a:pt x="23" y="27"/>
                              </a:lnTo>
                              <a:lnTo>
                                <a:pt x="39" y="15"/>
                              </a:lnTo>
                              <a:lnTo>
                                <a:pt x="56" y="7"/>
                              </a:lnTo>
                              <a:lnTo>
                                <a:pt x="75" y="4"/>
                              </a:lnTo>
                              <a:lnTo>
                                <a:pt x="97" y="0"/>
                              </a:lnTo>
                              <a:lnTo>
                                <a:pt x="11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31" name="Freeform 206"/>
                      <wps:cNvSpPr>
                        <a:spLocks/>
                      </wps:cNvSpPr>
                      <wps:spPr bwMode="auto">
                        <a:xfrm>
                          <a:off x="0" y="113030"/>
                          <a:ext cx="63500" cy="86360"/>
                        </a:xfrm>
                        <a:custGeom>
                          <a:avLst/>
                          <a:gdLst>
                            <a:gd name="T0" fmla="*/ 116 w 201"/>
                            <a:gd name="T1" fmla="*/ 0 h 271"/>
                            <a:gd name="T2" fmla="*/ 170 w 201"/>
                            <a:gd name="T3" fmla="*/ 4 h 271"/>
                            <a:gd name="T4" fmla="*/ 180 w 201"/>
                            <a:gd name="T5" fmla="*/ 64 h 271"/>
                            <a:gd name="T6" fmla="*/ 166 w 201"/>
                            <a:gd name="T7" fmla="*/ 58 h 271"/>
                            <a:gd name="T8" fmla="*/ 137 w 201"/>
                            <a:gd name="T9" fmla="*/ 52 h 271"/>
                            <a:gd name="T10" fmla="*/ 122 w 201"/>
                            <a:gd name="T11" fmla="*/ 52 h 271"/>
                            <a:gd name="T12" fmla="*/ 91 w 201"/>
                            <a:gd name="T13" fmla="*/ 54 h 271"/>
                            <a:gd name="T14" fmla="*/ 77 w 201"/>
                            <a:gd name="T15" fmla="*/ 62 h 271"/>
                            <a:gd name="T16" fmla="*/ 73 w 201"/>
                            <a:gd name="T17" fmla="*/ 75 h 271"/>
                            <a:gd name="T18" fmla="*/ 73 w 201"/>
                            <a:gd name="T19" fmla="*/ 81 h 271"/>
                            <a:gd name="T20" fmla="*/ 85 w 201"/>
                            <a:gd name="T21" fmla="*/ 93 h 271"/>
                            <a:gd name="T22" fmla="*/ 114 w 201"/>
                            <a:gd name="T23" fmla="*/ 102 h 271"/>
                            <a:gd name="T24" fmla="*/ 160 w 201"/>
                            <a:gd name="T25" fmla="*/ 120 h 271"/>
                            <a:gd name="T26" fmla="*/ 180 w 201"/>
                            <a:gd name="T27" fmla="*/ 133 h 271"/>
                            <a:gd name="T28" fmla="*/ 195 w 201"/>
                            <a:gd name="T29" fmla="*/ 155 h 271"/>
                            <a:gd name="T30" fmla="*/ 201 w 201"/>
                            <a:gd name="T31" fmla="*/ 184 h 271"/>
                            <a:gd name="T32" fmla="*/ 199 w 201"/>
                            <a:gd name="T33" fmla="*/ 197 h 271"/>
                            <a:gd name="T34" fmla="*/ 195 w 201"/>
                            <a:gd name="T35" fmla="*/ 219 h 271"/>
                            <a:gd name="T36" fmla="*/ 185 w 201"/>
                            <a:gd name="T37" fmla="*/ 236 h 271"/>
                            <a:gd name="T38" fmla="*/ 172 w 201"/>
                            <a:gd name="T39" fmla="*/ 250 h 271"/>
                            <a:gd name="T40" fmla="*/ 147 w 201"/>
                            <a:gd name="T41" fmla="*/ 263 h 271"/>
                            <a:gd name="T42" fmla="*/ 104 w 201"/>
                            <a:gd name="T43" fmla="*/ 271 h 271"/>
                            <a:gd name="T44" fmla="*/ 81 w 201"/>
                            <a:gd name="T45" fmla="*/ 271 h 271"/>
                            <a:gd name="T46" fmla="*/ 43 w 201"/>
                            <a:gd name="T47" fmla="*/ 269 h 271"/>
                            <a:gd name="T48" fmla="*/ 4 w 201"/>
                            <a:gd name="T49" fmla="*/ 259 h 271"/>
                            <a:gd name="T50" fmla="*/ 10 w 201"/>
                            <a:gd name="T51" fmla="*/ 201 h 271"/>
                            <a:gd name="T52" fmla="*/ 43 w 201"/>
                            <a:gd name="T53" fmla="*/ 215 h 271"/>
                            <a:gd name="T54" fmla="*/ 81 w 201"/>
                            <a:gd name="T55" fmla="*/ 219 h 271"/>
                            <a:gd name="T56" fmla="*/ 99 w 201"/>
                            <a:gd name="T57" fmla="*/ 219 h 271"/>
                            <a:gd name="T58" fmla="*/ 118 w 201"/>
                            <a:gd name="T59" fmla="*/ 211 h 271"/>
                            <a:gd name="T60" fmla="*/ 124 w 201"/>
                            <a:gd name="T61" fmla="*/ 201 h 271"/>
                            <a:gd name="T62" fmla="*/ 126 w 201"/>
                            <a:gd name="T63" fmla="*/ 193 h 271"/>
                            <a:gd name="T64" fmla="*/ 120 w 201"/>
                            <a:gd name="T65" fmla="*/ 178 h 271"/>
                            <a:gd name="T66" fmla="*/ 106 w 201"/>
                            <a:gd name="T67" fmla="*/ 168 h 271"/>
                            <a:gd name="T68" fmla="*/ 64 w 201"/>
                            <a:gd name="T69" fmla="*/ 155 h 271"/>
                            <a:gd name="T70" fmla="*/ 29 w 201"/>
                            <a:gd name="T71" fmla="*/ 139 h 271"/>
                            <a:gd name="T72" fmla="*/ 12 w 201"/>
                            <a:gd name="T73" fmla="*/ 122 h 271"/>
                            <a:gd name="T74" fmla="*/ 2 w 201"/>
                            <a:gd name="T75" fmla="*/ 97 h 271"/>
                            <a:gd name="T76" fmla="*/ 0 w 201"/>
                            <a:gd name="T77" fmla="*/ 81 h 271"/>
                            <a:gd name="T78" fmla="*/ 4 w 201"/>
                            <a:gd name="T79" fmla="*/ 58 h 271"/>
                            <a:gd name="T80" fmla="*/ 12 w 201"/>
                            <a:gd name="T81" fmla="*/ 40 h 271"/>
                            <a:gd name="T82" fmla="*/ 23 w 201"/>
                            <a:gd name="T83" fmla="*/ 27 h 271"/>
                            <a:gd name="T84" fmla="*/ 56 w 201"/>
                            <a:gd name="T85" fmla="*/ 7 h 271"/>
                            <a:gd name="T86" fmla="*/ 97 w 201"/>
                            <a:gd name="T87" fmla="*/ 0 h 27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</a:cxnLst>
                          <a:rect l="0" t="0" r="r" b="b"/>
                          <a:pathLst>
                            <a:path w="201" h="271">
                              <a:moveTo>
                                <a:pt x="116" y="0"/>
                              </a:moveTo>
                              <a:lnTo>
                                <a:pt x="116" y="0"/>
                              </a:lnTo>
                              <a:lnTo>
                                <a:pt x="153" y="2"/>
                              </a:lnTo>
                              <a:lnTo>
                                <a:pt x="170" y="4"/>
                              </a:lnTo>
                              <a:lnTo>
                                <a:pt x="185" y="7"/>
                              </a:lnTo>
                              <a:lnTo>
                                <a:pt x="180" y="64"/>
                              </a:lnTo>
                              <a:lnTo>
                                <a:pt x="166" y="58"/>
                              </a:lnTo>
                              <a:lnTo>
                                <a:pt x="153" y="54"/>
                              </a:lnTo>
                              <a:lnTo>
                                <a:pt x="137" y="52"/>
                              </a:lnTo>
                              <a:lnTo>
                                <a:pt x="122" y="52"/>
                              </a:lnTo>
                              <a:lnTo>
                                <a:pt x="106" y="52"/>
                              </a:lnTo>
                              <a:lnTo>
                                <a:pt x="91" y="54"/>
                              </a:lnTo>
                              <a:lnTo>
                                <a:pt x="83" y="56"/>
                              </a:lnTo>
                              <a:lnTo>
                                <a:pt x="77" y="62"/>
                              </a:lnTo>
                              <a:lnTo>
                                <a:pt x="73" y="67"/>
                              </a:lnTo>
                              <a:lnTo>
                                <a:pt x="73" y="75"/>
                              </a:lnTo>
                              <a:lnTo>
                                <a:pt x="73" y="81"/>
                              </a:lnTo>
                              <a:lnTo>
                                <a:pt x="79" y="87"/>
                              </a:lnTo>
                              <a:lnTo>
                                <a:pt x="85" y="93"/>
                              </a:lnTo>
                              <a:lnTo>
                                <a:pt x="93" y="97"/>
                              </a:lnTo>
                              <a:lnTo>
                                <a:pt x="114" y="102"/>
                              </a:lnTo>
                              <a:lnTo>
                                <a:pt x="137" y="110"/>
                              </a:lnTo>
                              <a:lnTo>
                                <a:pt x="160" y="120"/>
                              </a:lnTo>
                              <a:lnTo>
                                <a:pt x="170" y="126"/>
                              </a:lnTo>
                              <a:lnTo>
                                <a:pt x="180" y="133"/>
                              </a:lnTo>
                              <a:lnTo>
                                <a:pt x="189" y="143"/>
                              </a:lnTo>
                              <a:lnTo>
                                <a:pt x="195" y="155"/>
                              </a:lnTo>
                              <a:lnTo>
                                <a:pt x="199" y="168"/>
                              </a:lnTo>
                              <a:lnTo>
                                <a:pt x="201" y="184"/>
                              </a:lnTo>
                              <a:lnTo>
                                <a:pt x="199" y="197"/>
                              </a:lnTo>
                              <a:lnTo>
                                <a:pt x="197" y="209"/>
                              </a:lnTo>
                              <a:lnTo>
                                <a:pt x="195" y="219"/>
                              </a:lnTo>
                              <a:lnTo>
                                <a:pt x="191" y="228"/>
                              </a:lnTo>
                              <a:lnTo>
                                <a:pt x="185" y="236"/>
                              </a:lnTo>
                              <a:lnTo>
                                <a:pt x="180" y="244"/>
                              </a:lnTo>
                              <a:lnTo>
                                <a:pt x="172" y="250"/>
                              </a:lnTo>
                              <a:lnTo>
                                <a:pt x="164" y="254"/>
                              </a:lnTo>
                              <a:lnTo>
                                <a:pt x="147" y="263"/>
                              </a:lnTo>
                              <a:lnTo>
                                <a:pt x="126" y="267"/>
                              </a:lnTo>
                              <a:lnTo>
                                <a:pt x="104" y="271"/>
                              </a:lnTo>
                              <a:lnTo>
                                <a:pt x="81" y="271"/>
                              </a:lnTo>
                              <a:lnTo>
                                <a:pt x="64" y="271"/>
                              </a:lnTo>
                              <a:lnTo>
                                <a:pt x="43" y="269"/>
                              </a:lnTo>
                              <a:lnTo>
                                <a:pt x="21" y="265"/>
                              </a:lnTo>
                              <a:lnTo>
                                <a:pt x="4" y="259"/>
                              </a:lnTo>
                              <a:lnTo>
                                <a:pt x="10" y="201"/>
                              </a:lnTo>
                              <a:lnTo>
                                <a:pt x="25" y="209"/>
                              </a:lnTo>
                              <a:lnTo>
                                <a:pt x="43" y="215"/>
                              </a:lnTo>
                              <a:lnTo>
                                <a:pt x="62" y="219"/>
                              </a:lnTo>
                              <a:lnTo>
                                <a:pt x="81" y="219"/>
                              </a:lnTo>
                              <a:lnTo>
                                <a:pt x="99" y="219"/>
                              </a:lnTo>
                              <a:lnTo>
                                <a:pt x="112" y="215"/>
                              </a:lnTo>
                              <a:lnTo>
                                <a:pt x="118" y="211"/>
                              </a:lnTo>
                              <a:lnTo>
                                <a:pt x="122" y="205"/>
                              </a:lnTo>
                              <a:lnTo>
                                <a:pt x="124" y="201"/>
                              </a:lnTo>
                              <a:lnTo>
                                <a:pt x="126" y="193"/>
                              </a:lnTo>
                              <a:lnTo>
                                <a:pt x="124" y="186"/>
                              </a:lnTo>
                              <a:lnTo>
                                <a:pt x="120" y="178"/>
                              </a:lnTo>
                              <a:lnTo>
                                <a:pt x="114" y="172"/>
                              </a:lnTo>
                              <a:lnTo>
                                <a:pt x="106" y="168"/>
                              </a:lnTo>
                              <a:lnTo>
                                <a:pt x="85" y="161"/>
                              </a:lnTo>
                              <a:lnTo>
                                <a:pt x="64" y="155"/>
                              </a:lnTo>
                              <a:lnTo>
                                <a:pt x="41" y="145"/>
                              </a:lnTo>
                              <a:lnTo>
                                <a:pt x="29" y="139"/>
                              </a:lnTo>
                              <a:lnTo>
                                <a:pt x="19" y="131"/>
                              </a:lnTo>
                              <a:lnTo>
                                <a:pt x="12" y="122"/>
                              </a:lnTo>
                              <a:lnTo>
                                <a:pt x="6" y="110"/>
                              </a:lnTo>
                              <a:lnTo>
                                <a:pt x="2" y="97"/>
                              </a:lnTo>
                              <a:lnTo>
                                <a:pt x="0" y="81"/>
                              </a:lnTo>
                              <a:lnTo>
                                <a:pt x="2" y="69"/>
                              </a:lnTo>
                              <a:lnTo>
                                <a:pt x="4" y="58"/>
                              </a:lnTo>
                              <a:lnTo>
                                <a:pt x="8" y="48"/>
                              </a:lnTo>
                              <a:lnTo>
                                <a:pt x="12" y="40"/>
                              </a:lnTo>
                              <a:lnTo>
                                <a:pt x="17" y="33"/>
                              </a:lnTo>
                              <a:lnTo>
                                <a:pt x="23" y="27"/>
                              </a:lnTo>
                              <a:lnTo>
                                <a:pt x="39" y="15"/>
                              </a:lnTo>
                              <a:lnTo>
                                <a:pt x="56" y="7"/>
                              </a:lnTo>
                              <a:lnTo>
                                <a:pt x="75" y="4"/>
                              </a:lnTo>
                              <a:lnTo>
                                <a:pt x="97" y="0"/>
                              </a:lnTo>
                              <a:lnTo>
                                <a:pt x="116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c:wpc>
                </a:graphicData>
              </a:graphic>
            </wp:inline>
          </w:drawing>
        </mc:Choice>
        <mc:Fallback>
          <w:pict>
            <v:group w14:anchorId="18FBF1EC" id="Plátno 332" o:spid="_x0000_s1026" editas="canvas" style="width:53.85pt;height:15.7pt;mso-position-horizontal-relative:char;mso-position-vertical-relative:line" coordsize="6838,19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027" type="#_x0000_t75" style="position:absolute;width:6838;height:1993;visibility:visible;mso-wrap-style:square">
                <v:fill o:detectmouseclick="t"/>
                <v:path o:connecttype="none"/>
              </v:shape>
              <v:shape id="Freeform 195" o:spid="_x0000_s1028" style="position:absolute;left:5073;top:266;width:1765;height:1721;visibility:visible;mso-wrap-style:square;v-text-anchor:top" coordsize="556,5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" path="m444,423r,54l112,477r,-54l276,256,444,423xm556,181r-203,l485,49,436,4,276,165,114,,69,47,201,181,,181r,62l201,243,46,396r,147l508,543r,-147l353,243r203,l556,181xe" fillcolor="black" stroked="f">
                <v:path arrowok="t" o:connecttype="custom" o:connectlocs="140970,134055;140970,151169;35560,151169;35560,134055;87630,81130;140970,134055;176530,57362;112078,57362;153988,15529;138430,1268;87630,52291;36195,0;21908,14895;63818,57362;0,57362;0,77010;63818,77010;14605,125498;14605,172085;161290,172085;161290,125498;112078,77010;176530,77010;176530,57362" o:connectangles="0,0,0,0,0,0,0,0,0,0,0,0,0,0,0,0,0,0,0,0,0,0,0,0"/>
                <o:lock v:ext="edit" verticies="t"/>
              </v:shape>
              <v:shape id="Freeform 196" o:spid="_x0000_s1029" style="position:absolute;left:5746;width:419;height:419;visibility:visible;mso-wrap-style:square;v-text-anchor:top" coordsize="131,1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" path="m131,66r,l130,79r-4,14l120,103r-8,9l103,120r-12,8l79,132r-13,l52,132,41,128,29,120,19,112r-7,-9l6,93,2,79,,66,2,52,6,41,12,29,19,19,29,12,41,6,52,2,66,,79,2,91,6r12,6l112,19r8,10l126,41r4,11l131,66xe" fillcolor="#dc002e" stroked="f">
                <v:path arrowok="t" o:connecttype="custom" o:connectlocs="41910,20955;41910,20955;41590,25083;40310,29528;38391,32703;35831,35560;32952,38100;29113,40640;25274,41910;21115,41910;21115,41910;16636,41910;13117,40640;9278,38100;6079,35560;3839,32703;1920,29528;640,25083;0,20955;0,20955;640,16510;1920,13018;3839,9208;6079,6033;9278,3810;13117,1905;16636,635;21115,0;21115,0;25274,635;29113,1905;32952,3810;35831,6033;38391,9208;40310,13018;41590,16510;41910,20955" o:connectangles="0,0,0,0,0,0,0,0,0,0,0,0,0,0,0,0,0,0,0,0,0,0,0,0,0,0,0,0,0,0,0,0,0,0,0,0,0"/>
              </v:shape>
              <v:shape id="Freeform 197" o:spid="_x0000_s1030" style="position:absolute;left:5746;width:419;height:419;visibility:visible;mso-wrap-style:square;v-text-anchor:top" coordsize="131,1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" path="m131,66r,l130,79r-4,14l120,103r-8,9l103,120r-12,8l79,132r-13,l52,132,41,128,29,120,19,112r-7,-9l6,93,2,79,,66,2,52,6,41,12,29,19,19,29,12,41,6,52,2,66,,79,2,91,6r12,6l112,19r8,10l126,41r4,11l131,66e" fillcolor="black [3213]" stroked="f">
                <v:path arrowok="t" o:connecttype="custom" o:connectlocs="41910,20955;41910,20955;41590,25083;40310,29528;38391,32703;35831,35560;32952,38100;29113,40640;25274,41910;21115,41910;21115,41910;16636,41910;13117,40640;9278,38100;6079,35560;3839,32703;1920,29528;640,25083;0,20955;0,20955;640,16510;1920,13018;3839,9208;6079,6033;9278,3810;13117,1905;16636,635;21115,0;21115,0;25274,635;29113,1905;32952,3810;35831,6033;38391,9208;40310,13018;41590,16510;41910,20955" o:connectangles="0,0,0,0,0,0,0,0,0,0,0,0,0,0,0,0,0,0,0,0,0,0,0,0,0,0,0,0,0,0,0,0,0,0,0,0,0"/>
              </v:shape>
              <v:shape id="Freeform 198" o:spid="_x0000_s1031" style="position:absolute;left:3810;top:1130;width:844;height:863;visibility:visible;mso-wrap-style:square;v-text-anchor:top" coordsize="266,2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" path="m133,r,l148,r14,2l177,4r12,3l203,13r9,6l222,27r9,8l239,44r8,10l253,66r4,11l260,91r2,13l266,135r-4,31l260,180r-3,12l253,205r-6,10l239,226r-8,10l222,244r-10,8l203,257r-14,6l177,267r-15,2l148,271r-15,l116,271r-14,-2l89,267,75,263,63,257,52,252,42,244r-9,-8l25,226,19,215,13,205,7,192,4,180,2,166,,135,2,104,4,91,7,77,13,66,19,54,25,44r8,-9l42,27,52,19,63,13,75,7,89,4,102,2,116,r17,xm133,219r,l146,219r14,-6l170,205r7,-12l183,182r4,-16l189,151r2,-16l189,118r-2,-16l183,89,177,75r-7,-9l160,58,146,52r-13,l118,52r-14,6l94,66r-9,9l79,89r-4,13l73,118r-2,17l73,151r2,15l79,182r6,11l94,205r10,8l118,219r15,xe" fillcolor="black" stroked="f">
                <v:path arrowok="t" o:connecttype="custom" o:connectlocs="42228,0;51435,637;60008,2231;67310,6055;73343,11154;78423,17208;81598,24538;83185,33142;84455,43021;82550,57361;80328,65328;75883,72020;70485,77756;64453,81899;56198,85085;46990,86360;42228,86360;32385,85723;23813,83811;16510,80305;10478,75206;6033,68514;2223,61185;635,52899;0,43021;1270,28999;4128,21032;7938,14022;13335,8604;20003,4143;28258,1275;36830,0;42228,69789;46355,69789;53975,65328;58103,57998;60008,48119;60643,43021;59373,32505;56198,23900;50800,18483;42228,16571;37465,16571;29845,21032;25083,28362;23178,37603;22543,43021;23813,52899;26988,61504;33020,67877;42228,69789" o:connectangles="0,0,0,0,0,0,0,0,0,0,0,0,0,0,0,0,0,0,0,0,0,0,0,0,0,0,0,0,0,0,0,0,0,0,0,0,0,0,0,0,0,0,0,0,0,0,0,0,0,0,0"/>
                <o:lock v:ext="edit" verticies="t"/>
              </v:shape>
              <v:shape id="Freeform 199" o:spid="_x0000_s1032" style="position:absolute;left:3810;top:1130;width:844;height:863;visibility:visible;mso-wrap-style:square;v-text-anchor:top" coordsize="266,2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" path="m133,r,l148,r14,2l177,4r12,3l203,13r9,6l222,27r9,8l239,44r8,10l253,66r4,11l260,91r2,13l266,135r-4,31l260,180r-3,12l253,205r-6,10l239,226r-8,10l222,244r-10,8l203,257r-14,6l177,267r-15,2l148,271r-15,l116,271r-14,-2l89,267,75,263,63,257,52,252,42,244r-9,-8l25,226,19,215,13,205,7,192,4,180,2,166,,135,2,104,4,91,7,77,13,66,19,54,25,44r8,-9l42,27,52,19,63,13,75,7,89,4,102,2,116,r17,e" filled="f" stroked="f">
                <v:path arrowok="t" o:connecttype="custom" o:connectlocs="42228,0;51435,637;60008,2231;67310,6055;73343,11154;78423,17208;81598,24538;83185,33142;84455,43021;82550,57361;80328,65328;75883,72020;70485,77756;64453,81899;56198,85085;46990,86360;42228,86360;32385,85723;23813,83811;16510,80305;10478,75206;6033,68514;2223,61185;635,52899;0,43021;1270,28999;4128,21032;7938,14022;13335,8604;20003,4143;28258,1275;36830,0" o:connectangles="0,0,0,0,0,0,0,0,0,0,0,0,0,0,0,0,0,0,0,0,0,0,0,0,0,0,0,0,0,0,0,0"/>
              </v:shape>
              <v:shape id="Freeform 200" o:spid="_x0000_s1033" style="position:absolute;left:4038;top:1295;width:375;height:533;visibility:visible;mso-wrap-style:square;v-text-anchor:top" coordsize="120,1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" path="m62,167r,l75,167r14,-6l99,153r7,-12l112,130r4,-16l118,99r2,-16l118,66,116,50,112,37,106,23,99,14,89,6,75,,62,,47,,33,6,23,14r-9,9l8,37,4,50,2,66,,83,2,99r2,15l8,130r6,11l23,153r10,8l47,167r15,e" filled="f" stroked="f">
                <v:path arrowok="t" o:connecttype="custom" o:connectlocs="19357,53340;19357,53340;23416,53340;27787,51424;30909,48868;33094,45036;34967,41522;36216,36412;36841,31621;37465,26510;37465,26510;36841,21080;36216,15970;34967,11818;33094,7346;30909,4472;27787,1916;23416,0;19357,0;19357,0;14674,0;10303,1916;7181,4472;4371,7346;2498,11818;1249,15970;624,21080;0,26510;0,26510;624,31621;1249,36412;2498,41522;4371,45036;7181,48868;10303,51424;14674,53340;19357,53340" o:connectangles="0,0,0,0,0,0,0,0,0,0,0,0,0,0,0,0,0,0,0,0,0,0,0,0,0,0,0,0,0,0,0,0,0,0,0,0,0"/>
              </v:shape>
              <v:shape id="Freeform 201" o:spid="_x0000_s1034" style="position:absolute;left:2914;top:1130;width:737;height:863;visibility:visible;mso-wrap-style:square;v-text-anchor:top" coordsize="231,2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" path="m154,r,l173,r20,2l231,11r-5,58l208,62,191,56,173,52r-17,l139,52r-16,6l108,66,96,75,87,87r-8,13l75,118r-2,17l75,155r4,15l87,186r11,11l112,207r15,6l143,219r19,l179,219r18,-4l214,211r16,-6l231,259r-15,6l199,269r-22,2l154,271r-27,l100,265,87,261,73,255,61,250,50,242,40,232r-9,-9l21,213,13,199,7,186,3,170,2,153,,135,2,118,3,102,7,89,11,75,19,62,27,52,34,40,44,33,56,25,67,17,79,11,92,7,108,4,121,2,154,xe" fillcolor="black" stroked="f">
                <v:path arrowok="t" o:connecttype="custom" o:connectlocs="49107,0;61543,637;72066,21988;66326,19758;55165,16571;49744,16571;39222,18483;30612,23900;25191,31867;23278,43021;23916,49394;27742,59273;35714,65965;45599,69789;51658,69789;62818,68514;73341,65328;73660,82536;63456,85723;49107,86360;40497,86360;27742,83173;19451,79668;12755,73932;6696,67877;2232,59273;638,48757;0,43021;957,32505;3508,23900;8610,16571;14030,10516;21365,5417;29336,2231;38584,637" o:connectangles="0,0,0,0,0,0,0,0,0,0,0,0,0,0,0,0,0,0,0,0,0,0,0,0,0,0,0,0,0,0,0,0,0,0,0"/>
              </v:shape>
              <v:shape id="Freeform 202" o:spid="_x0000_s1035" style="position:absolute;left:2914;top:1130;width:737;height:863;visibility:visible;mso-wrap-style:square;v-text-anchor:top" coordsize="231,2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" path="m154,r,l173,r20,2l231,11r-5,58l208,62,191,56,173,52r-17,l139,52r-16,6l108,66,96,75,87,87r-8,13l75,118r-2,17l75,155r4,15l87,186r11,11l112,207r15,6l143,219r19,l179,219r18,-4l214,211r16,-6l231,259r-15,6l199,269r-22,2l154,271r-27,l100,265,87,261,73,255,61,250,50,242,40,232r-9,-9l21,213,13,199,7,186,3,170,2,153,,135,2,118,3,102,7,89,11,75,19,62,27,52,34,40,44,33,56,25,67,17,79,11,92,7,108,4,121,2,154,e" filled="f" stroked="f">
                <v:path arrowok="t" o:connecttype="custom" o:connectlocs="49107,0;61543,637;72066,21988;66326,19758;55165,16571;49744,16571;39222,18483;30612,23900;25191,31867;23278,43021;23916,49394;27742,59273;35714,65965;45599,69789;51658,69789;62818,68514;73341,65328;73660,82536;63456,85723;49107,86360;40497,86360;27742,83173;19451,79668;12755,73932;6696,67877;2232,59273;638,48757;0,43021;957,32505;3508,23900;8610,16571;14030,10516;21365,5417;29336,2231;38584,637" o:connectangles="0,0,0,0,0,0,0,0,0,0,0,0,0,0,0,0,0,0,0,0,0,0,0,0,0,0,0,0,0,0,0,0,0,0,0"/>
              </v:shape>
              <v:shape id="Freeform 203" o:spid="_x0000_s1036" style="position:absolute;left:2139;top:1136;width:604;height:851;visibility:visible;mso-wrap-style:square;v-text-anchor:top" coordsize="190,2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" path="m,l186,r,50l68,50r,54l178,104r,53l68,157r,58l190,215r,52l,267,,xe" fillcolor="black" stroked="f">
                <v:path arrowok="t" o:connecttype="custom" o:connectlocs="0,0;59055,0;59055,15934;21590,15934;21590,33144;56515,33144;56515,50034;21590,50034;21590,68518;60325,68518;60325,85090;0,85090;0,0" o:connectangles="0,0,0,0,0,0,0,0,0,0,0,0,0"/>
              </v:shape>
              <v:shape id="Freeform 204" o:spid="_x0000_s1037" style="position:absolute;left:787;top:1136;width:1181;height:851;visibility:visible;mso-wrap-style:square;v-text-anchor:top" coordsize="373,2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" path="m,l72,r33,203l107,203,141,r91,l269,203,304,r69,l311,267r-89,l186,62,151,267r-93,l,xe" fillcolor="black" stroked="f">
                <v:path arrowok="t" o:connecttype="custom" o:connectlocs="0,0;22799,0;33248,64694;33881,64694;44647,0;73463,0;85179,64694;96261,0;118110,0;98478,85090;70296,85090;58897,19759;47814,85090;18366,85090;0,0" o:connectangles="0,0,0,0,0,0,0,0,0,0,0,0,0,0,0"/>
              </v:shape>
              <v:shape id="Freeform 205" o:spid="_x0000_s1038" style="position:absolute;top:1130;width:635;height:863;visibility:visible;mso-wrap-style:square;v-text-anchor:top" coordsize="201,2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" path="m116,r,l153,2r17,2l185,7r-5,57l166,58,153,54,137,52r-15,l106,52,91,54r-8,2l77,62r-4,5l73,75r,6l79,87r6,6l93,97r21,5l137,110r23,10l170,126r10,7l189,143r6,12l199,168r2,16l199,197r-2,12l195,219r-4,9l185,236r-5,8l172,250r-8,4l147,263r-21,4l104,271r-23,l64,271,43,269,21,265,4,259r6,-58l25,209r18,6l62,219r19,l99,219r13,-4l118,211r4,-6l124,201r2,-8l124,186r-4,-8l114,172r-8,-4l85,161,64,155,41,145,29,139,19,131r-7,-9l6,110,2,97,,81,2,69,4,58,8,48r4,-8l17,33r6,-6l39,15,56,7,75,4,97,r19,xe" fillcolor="black" stroked="f">
                <v:path arrowok="t" o:connecttype="custom" o:connectlocs="36647,0;53706,1275;56866,20395;52443,18483;43281,16571;38542,16571;28749,17208;24326,19758;23062,23900;23062,25812;26853,29636;36015,32505;50547,38241;56866,42383;61604,49394;63500,58636;62868,62778;61604,69789;58445,75206;54338,79668;46440,83811;32856,86360;25590,86360;13585,85723;1264,82536;3159,64053;13585,68514;25590,69789;31276,69789;37279,67240;39174,64053;39806,61504;37910,56724;33488,53537;20219,49394;9162,44295;3791,38878;632,30911;0,25812;1264,18483;3791,12747;7266,8604;17692,2231;30644,0" o:connectangles="0,0,0,0,0,0,0,0,0,0,0,0,0,0,0,0,0,0,0,0,0,0,0,0,0,0,0,0,0,0,0,0,0,0,0,0,0,0,0,0,0,0,0,0"/>
              </v:shape>
              <v:shape id="Freeform 206" o:spid="_x0000_s1039" style="position:absolute;top:1130;width:635;height:863;visibility:visible;mso-wrap-style:square;v-text-anchor:top" coordsize="201,2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" path="m116,r,l153,2r17,2l185,7r-5,57l166,58,153,54,137,52r-15,l106,52,91,54r-8,2l77,62r-4,5l73,75r,6l79,87r6,6l93,97r21,5l137,110r23,10l170,126r10,7l189,143r6,12l199,168r2,16l199,197r-2,12l195,219r-4,9l185,236r-5,8l172,250r-8,4l147,263r-21,4l104,271r-23,l64,271,43,269,21,265,4,259r6,-58l25,209r18,6l62,219r19,l99,219r13,-4l118,211r4,-6l124,201r2,-8l124,186r-4,-8l114,172r-8,-4l85,161,64,155,41,145,29,139,19,131r-7,-9l6,110,2,97,,81,2,69,4,58,8,48r4,-8l17,33r6,-6l39,15,56,7,75,4,97,r19,e" filled="f" stroked="f">
                <v:path arrowok="t" o:connecttype="custom" o:connectlocs="36647,0;53706,1275;56866,20395;52443,18483;43281,16571;38542,16571;28749,17208;24326,19758;23062,23900;23062,25812;26853,29636;36015,32505;50547,38241;56866,42383;61604,49394;63500,58636;62868,62778;61604,69789;58445,75206;54338,79668;46440,83811;32856,86360;25590,86360;13585,85723;1264,82536;3159,64053;13585,68514;25590,69789;31276,69789;37279,67240;39174,64053;39806,61504;37910,56724;33488,53537;20219,49394;9162,44295;3791,38878;632,30911;0,25812;1264,18483;3791,12747;7266,8604;17692,2231;30644,0" o:connectangles="0,0,0,0,0,0,0,0,0,0,0,0,0,0,0,0,0,0,0,0,0,0,0,0,0,0,0,0,0,0,0,0,0,0,0,0,0,0,0,0,0,0,0,0"/>
              </v:shape>
              <w10:anchorlock/>
            </v:group>
          </w:pict>
        </mc:Fallback>
      </mc:AlternateContent>
    </w:r>
  </w:p>
  <w:tbl>
    <w:tblPr>
      <w:tblStyle w:val="Mkatabulky"/>
      <w:tblW w:w="8505" w:type="dxa"/>
      <w:jc w:val="center"/>
      <w:tblBorders>
        <w:left w:val="none" w:sz="0" w:space="0" w:color="auto"/>
        <w:right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103"/>
      <w:gridCol w:w="3402"/>
    </w:tblGrid>
    <w:tr w:rsidR="00C81FAB" w:rsidRPr="00AE3921" w14:paraId="25E80826" w14:textId="77777777" w:rsidTr="00CE562B">
      <w:trPr>
        <w:trHeight w:val="227"/>
        <w:jc w:val="center"/>
      </w:trPr>
      <w:tc>
        <w:tcPr>
          <w:tcW w:w="5103" w:type="dxa"/>
          <w:vAlign w:val="center"/>
        </w:tcPr>
        <w:p w14:paraId="75219969" w14:textId="1145C96A" w:rsidR="00C81FAB" w:rsidRPr="00AE3921" w:rsidRDefault="00874F21" w:rsidP="00CE562B">
          <w:pPr>
            <w:tabs>
              <w:tab w:val="right" w:pos="8505"/>
            </w:tabs>
            <w:jc w:val="left"/>
            <w:rPr>
              <w:color w:val="000000" w:themeColor="text1"/>
              <w:sz w:val="12"/>
              <w:szCs w:val="12"/>
            </w:rPr>
          </w:pPr>
          <w:sdt>
            <w:sdtPr>
              <w:rPr>
                <w:color w:val="000000" w:themeColor="text1"/>
                <w:sz w:val="12"/>
                <w:szCs w:val="12"/>
              </w:rPr>
              <w:alias w:val="Název dokumentace 1"/>
              <w:tag w:val="NazevDok"/>
              <w:id w:val="162897129"/>
              <w:text/>
            </w:sdtPr>
            <w:sdtEndPr/>
            <w:sdtContent>
              <w:r w:rsidR="0027199C">
                <w:rPr>
                  <w:color w:val="000000" w:themeColor="text1"/>
                  <w:sz w:val="12"/>
                  <w:szCs w:val="12"/>
                </w:rPr>
                <w:t xml:space="preserve">Kalové hospodářství ČOV </w:t>
              </w:r>
              <w:proofErr w:type="gramStart"/>
              <w:r w:rsidR="0027199C">
                <w:rPr>
                  <w:color w:val="000000" w:themeColor="text1"/>
                  <w:sz w:val="12"/>
                  <w:szCs w:val="12"/>
                </w:rPr>
                <w:t>Brno - Modřice</w:t>
              </w:r>
              <w:proofErr w:type="gramEnd"/>
            </w:sdtContent>
          </w:sdt>
          <w:r w:rsidR="00C81FAB" w:rsidRPr="00AE3921">
            <w:rPr>
              <w:color w:val="000000" w:themeColor="text1"/>
              <w:sz w:val="12"/>
              <w:szCs w:val="12"/>
            </w:rPr>
            <w:t xml:space="preserve"> </w:t>
          </w:r>
          <w:sdt>
            <w:sdtPr>
              <w:rPr>
                <w:color w:val="000000" w:themeColor="text1"/>
                <w:sz w:val="12"/>
                <w:szCs w:val="12"/>
              </w:rPr>
              <w:alias w:val="Název dokumentace 2"/>
              <w:tag w:val="NazevDok2_"/>
              <w:id w:val="174235114"/>
              <w:showingPlcHdr/>
              <w:text/>
            </w:sdtPr>
            <w:sdtEndPr/>
            <w:sdtContent>
              <w:r w:rsidR="00D44001">
                <w:rPr>
                  <w:color w:val="000000" w:themeColor="text1"/>
                  <w:sz w:val="12"/>
                  <w:szCs w:val="12"/>
                </w:rPr>
                <w:t xml:space="preserve">     </w:t>
              </w:r>
            </w:sdtContent>
          </w:sdt>
          <w:r w:rsidR="00C81FAB" w:rsidRPr="00AE3921">
            <w:rPr>
              <w:color w:val="000000" w:themeColor="text1"/>
              <w:sz w:val="12"/>
              <w:szCs w:val="12"/>
            </w:rPr>
            <w:t xml:space="preserve"> </w:t>
          </w:r>
          <w:sdt>
            <w:sdtPr>
              <w:rPr>
                <w:color w:val="000000" w:themeColor="text1"/>
                <w:sz w:val="12"/>
                <w:szCs w:val="12"/>
              </w:rPr>
              <w:alias w:val="Název dokumentace 3"/>
              <w:tag w:val="NazevDok3_"/>
              <w:id w:val="1985194623"/>
              <w:showingPlcHdr/>
              <w:text/>
            </w:sdtPr>
            <w:sdtEndPr/>
            <w:sdtContent>
              <w:r w:rsidR="00D44001">
                <w:rPr>
                  <w:color w:val="000000" w:themeColor="text1"/>
                  <w:sz w:val="12"/>
                  <w:szCs w:val="12"/>
                </w:rPr>
                <w:t xml:space="preserve">     </w:t>
              </w:r>
            </w:sdtContent>
          </w:sdt>
        </w:p>
      </w:tc>
      <w:tc>
        <w:tcPr>
          <w:tcW w:w="3402" w:type="dxa"/>
          <w:tcMar>
            <w:left w:w="113" w:type="dxa"/>
          </w:tcMar>
          <w:vAlign w:val="center"/>
        </w:tcPr>
        <w:p w14:paraId="250758D7" w14:textId="634888C0" w:rsidR="00C81FAB" w:rsidRPr="00AE3921" w:rsidRDefault="00874F21" w:rsidP="00CE562B">
          <w:pPr>
            <w:tabs>
              <w:tab w:val="right" w:pos="8505"/>
            </w:tabs>
            <w:jc w:val="right"/>
            <w:rPr>
              <w:color w:val="000000" w:themeColor="text1"/>
              <w:sz w:val="12"/>
              <w:szCs w:val="12"/>
            </w:rPr>
          </w:pPr>
          <w:sdt>
            <w:sdtPr>
              <w:rPr>
                <w:bCs/>
                <w:color w:val="000000" w:themeColor="text1"/>
                <w:sz w:val="12"/>
                <w:szCs w:val="12"/>
              </w:rPr>
              <w:alias w:val="Číslo přílohy"/>
              <w:tag w:val="PrilCislo"/>
              <w:id w:val="546564126"/>
              <w:text/>
            </w:sdtPr>
            <w:sdtEndPr/>
            <w:sdtContent>
              <w:r w:rsidR="00D44001">
                <w:rPr>
                  <w:bCs/>
                  <w:color w:val="000000" w:themeColor="text1"/>
                  <w:sz w:val="12"/>
                  <w:szCs w:val="12"/>
                </w:rPr>
                <w:t>D1.2.2300.2.1</w:t>
              </w:r>
            </w:sdtContent>
          </w:sdt>
          <w:r w:rsidR="00C81FAB">
            <w:rPr>
              <w:bCs/>
              <w:color w:val="000000" w:themeColor="text1"/>
              <w:sz w:val="12"/>
              <w:szCs w:val="12"/>
            </w:rPr>
            <w:t xml:space="preserve">  </w:t>
          </w:r>
          <w:r w:rsidR="00C81FAB" w:rsidRPr="00AE3921">
            <w:rPr>
              <w:bCs/>
              <w:color w:val="000000" w:themeColor="text1"/>
              <w:sz w:val="12"/>
              <w:szCs w:val="12"/>
            </w:rPr>
            <w:t xml:space="preserve"> </w:t>
          </w:r>
          <w:sdt>
            <w:sdtPr>
              <w:rPr>
                <w:bCs/>
                <w:color w:val="000000" w:themeColor="text1"/>
                <w:sz w:val="12"/>
                <w:szCs w:val="12"/>
              </w:rPr>
              <w:alias w:val="Název přílohy"/>
              <w:tag w:val="PrilNaz"/>
              <w:id w:val="727661618"/>
              <w:text/>
            </w:sdtPr>
            <w:sdtEndPr/>
            <w:sdtContent>
              <w:r w:rsidR="00D44001">
                <w:rPr>
                  <w:bCs/>
                  <w:color w:val="000000" w:themeColor="text1"/>
                  <w:sz w:val="12"/>
                  <w:szCs w:val="12"/>
                </w:rPr>
                <w:t xml:space="preserve">STATICKÉ </w:t>
              </w:r>
              <w:proofErr w:type="gramStart"/>
              <w:r w:rsidR="00D44001">
                <w:rPr>
                  <w:bCs/>
                  <w:color w:val="000000" w:themeColor="text1"/>
                  <w:sz w:val="12"/>
                  <w:szCs w:val="12"/>
                </w:rPr>
                <w:t>POSOUZENÍ - ČÁST</w:t>
              </w:r>
              <w:proofErr w:type="gramEnd"/>
              <w:r w:rsidR="00D44001">
                <w:rPr>
                  <w:bCs/>
                  <w:color w:val="000000" w:themeColor="text1"/>
                  <w:sz w:val="12"/>
                  <w:szCs w:val="12"/>
                </w:rPr>
                <w:t xml:space="preserve"> 1</w:t>
              </w:r>
            </w:sdtContent>
          </w:sdt>
        </w:p>
      </w:tc>
    </w:tr>
    <w:tr w:rsidR="00C81FAB" w:rsidRPr="00AE3921" w14:paraId="16C8F877" w14:textId="77777777" w:rsidTr="00CE562B">
      <w:trPr>
        <w:trHeight w:val="227"/>
        <w:jc w:val="center"/>
      </w:trPr>
      <w:tc>
        <w:tcPr>
          <w:tcW w:w="5103" w:type="dxa"/>
          <w:vAlign w:val="center"/>
        </w:tcPr>
        <w:p w14:paraId="518D5DB0" w14:textId="3015583D" w:rsidR="00C81FAB" w:rsidRPr="00AE3921" w:rsidRDefault="00874F21" w:rsidP="00CE562B">
          <w:pPr>
            <w:tabs>
              <w:tab w:val="right" w:pos="8505"/>
            </w:tabs>
            <w:jc w:val="left"/>
            <w:rPr>
              <w:color w:val="000000" w:themeColor="text1"/>
              <w:sz w:val="12"/>
              <w:szCs w:val="12"/>
            </w:rPr>
          </w:pPr>
          <w:sdt>
            <w:sdtPr>
              <w:rPr>
                <w:color w:val="000000" w:themeColor="text1"/>
                <w:sz w:val="12"/>
                <w:szCs w:val="12"/>
              </w:rPr>
              <w:alias w:val="Upřesňující podnázev zakázky"/>
              <w:tag w:val="Podnazev"/>
              <w:id w:val="-1647814830"/>
              <w:showingPlcHdr/>
              <w:text/>
            </w:sdtPr>
            <w:sdtEndPr/>
            <w:sdtContent>
              <w:r w:rsidR="00D44001">
                <w:rPr>
                  <w:color w:val="000000" w:themeColor="text1"/>
                  <w:sz w:val="12"/>
                  <w:szCs w:val="12"/>
                </w:rPr>
                <w:t xml:space="preserve">     </w:t>
              </w:r>
            </w:sdtContent>
          </w:sdt>
        </w:p>
      </w:tc>
      <w:tc>
        <w:tcPr>
          <w:tcW w:w="3402" w:type="dxa"/>
          <w:tcMar>
            <w:left w:w="113" w:type="dxa"/>
          </w:tcMar>
          <w:vAlign w:val="center"/>
        </w:tcPr>
        <w:p w14:paraId="37501882" w14:textId="6E80528E" w:rsidR="00C81FAB" w:rsidRPr="00AE3921" w:rsidRDefault="00874F21" w:rsidP="00CE562B">
          <w:pPr>
            <w:tabs>
              <w:tab w:val="right" w:pos="8505"/>
            </w:tabs>
            <w:jc w:val="right"/>
            <w:rPr>
              <w:color w:val="000000" w:themeColor="text1"/>
              <w:sz w:val="12"/>
              <w:szCs w:val="12"/>
            </w:rPr>
          </w:pPr>
          <w:sdt>
            <w:sdtPr>
              <w:rPr>
                <w:color w:val="000000" w:themeColor="text1"/>
                <w:sz w:val="12"/>
                <w:szCs w:val="12"/>
              </w:rPr>
              <w:alias w:val="Stupeň"/>
              <w:tag w:val="StupenZ"/>
              <w:id w:val="731129509"/>
              <w:text/>
            </w:sdtPr>
            <w:sdtEndPr/>
            <w:sdtContent>
              <w:r w:rsidR="0027199C">
                <w:rPr>
                  <w:color w:val="000000" w:themeColor="text1"/>
                  <w:sz w:val="12"/>
                  <w:szCs w:val="12"/>
                </w:rPr>
                <w:t>DSP</w:t>
              </w:r>
            </w:sdtContent>
          </w:sdt>
        </w:p>
      </w:tc>
    </w:tr>
  </w:tbl>
  <w:p w14:paraId="36F09A6A" w14:textId="6B19E41F" w:rsidR="00C81FAB" w:rsidRDefault="00874F21" w:rsidP="00C81FAB">
    <w:pPr>
      <w:pStyle w:val="Zhlav"/>
      <w:spacing w:before="60"/>
      <w:rPr>
        <w:bCs/>
        <w:color w:val="000000" w:themeColor="text1"/>
        <w:sz w:val="12"/>
        <w:szCs w:val="12"/>
      </w:rPr>
    </w:pPr>
    <w:sdt>
      <w:sdtPr>
        <w:rPr>
          <w:bCs/>
          <w:color w:val="000000" w:themeColor="text1"/>
          <w:sz w:val="12"/>
          <w:szCs w:val="12"/>
        </w:rPr>
        <w:alias w:val="Část stavby"/>
        <w:tag w:val="CastSt"/>
        <w:id w:val="-518387514"/>
        <w:text/>
      </w:sdtPr>
      <w:sdtEndPr/>
      <w:sdtContent>
        <w:r w:rsidR="002342B4">
          <w:rPr>
            <w:bCs/>
            <w:color w:val="000000" w:themeColor="text1"/>
            <w:sz w:val="12"/>
            <w:szCs w:val="12"/>
          </w:rPr>
          <w:t>SPOJOVACÍ POTRUBÍ</w:t>
        </w:r>
      </w:sdtContent>
    </w:sdt>
    <w:r w:rsidR="00C81FAB" w:rsidRPr="00CA337C">
      <w:rPr>
        <w:bCs/>
        <w:color w:val="000000" w:themeColor="text1"/>
        <w:sz w:val="12"/>
        <w:szCs w:val="12"/>
      </w:rPr>
      <w:t xml:space="preserve"> </w:t>
    </w:r>
    <w:r w:rsidR="00C81FAB">
      <w:rPr>
        <w:bCs/>
        <w:color w:val="000000" w:themeColor="text1"/>
        <w:sz w:val="12"/>
        <w:szCs w:val="12"/>
      </w:rPr>
      <w:t xml:space="preserve"> </w:t>
    </w:r>
    <w:r w:rsidR="00C81FAB" w:rsidRPr="00CA337C">
      <w:rPr>
        <w:bCs/>
        <w:color w:val="000000" w:themeColor="text1"/>
        <w:sz w:val="12"/>
        <w:szCs w:val="12"/>
      </w:rPr>
      <w:t xml:space="preserve"> </w:t>
    </w:r>
    <w:sdt>
      <w:sdtPr>
        <w:rPr>
          <w:bCs/>
          <w:color w:val="000000" w:themeColor="text1"/>
          <w:sz w:val="12"/>
          <w:szCs w:val="12"/>
        </w:rPr>
        <w:alias w:val="SO/PS"/>
        <w:tag w:val="SOPS"/>
        <w:id w:val="-584993945"/>
        <w:text/>
      </w:sdtPr>
      <w:sdtEndPr/>
      <w:sdtContent>
        <w:r w:rsidR="002342B4">
          <w:rPr>
            <w:bCs/>
            <w:color w:val="000000" w:themeColor="text1"/>
            <w:sz w:val="12"/>
            <w:szCs w:val="12"/>
          </w:rPr>
          <w:t>SO 2300</w:t>
        </w:r>
      </w:sdtContent>
    </w:sdt>
  </w:p>
  <w:p w14:paraId="47609C4A" w14:textId="77777777" w:rsidR="00C81FAB" w:rsidRPr="00AE3921" w:rsidRDefault="00C81FAB" w:rsidP="00C81FAB">
    <w:pPr>
      <w:pStyle w:val="Zhlav"/>
      <w:rPr>
        <w:color w:val="000000" w:themeColor="text1"/>
        <w:sz w:val="12"/>
        <w:szCs w:val="1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643266A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4DF28E6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29D667E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EE6DAC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A4A0024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C1695C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5929CF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44635E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B2EEE8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2FCF7C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9564BCF"/>
    <w:multiLevelType w:val="hybridMultilevel"/>
    <w:tmpl w:val="EF4E46FC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79156C"/>
    <w:multiLevelType w:val="hybridMultilevel"/>
    <w:tmpl w:val="2AF417C4"/>
    <w:lvl w:ilvl="0" w:tplc="0FC42524">
      <w:start w:val="4"/>
      <w:numFmt w:val="decimal"/>
      <w:lvlText w:val="[%1]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D6D4880"/>
    <w:multiLevelType w:val="multilevel"/>
    <w:tmpl w:val="D53ABC2C"/>
    <w:lvl w:ilvl="0">
      <w:start w:val="1"/>
      <w:numFmt w:val="decimal"/>
      <w:pStyle w:val="Nadpis1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440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440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800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800"/>
        </w:tabs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2160"/>
        </w:tabs>
        <w:ind w:left="1584" w:hanging="1584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3" w15:restartNumberingAfterBreak="0">
    <w:nsid w:val="3EB732AB"/>
    <w:multiLevelType w:val="hybridMultilevel"/>
    <w:tmpl w:val="5D68DD30"/>
    <w:lvl w:ilvl="0" w:tplc="99561300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AA02050"/>
    <w:multiLevelType w:val="hybridMultilevel"/>
    <w:tmpl w:val="EF9E4366"/>
    <w:lvl w:ilvl="0" w:tplc="2B88862A">
      <w:start w:val="1"/>
      <w:numFmt w:val="decimal"/>
      <w:pStyle w:val="Odstavecseseznamemliteratury"/>
      <w:lvlText w:val="[%1]"/>
      <w:lvlJc w:val="left"/>
      <w:pPr>
        <w:ind w:left="1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364" w:hanging="360"/>
      </w:pPr>
    </w:lvl>
    <w:lvl w:ilvl="2" w:tplc="0405001B" w:tentative="1">
      <w:start w:val="1"/>
      <w:numFmt w:val="lowerRoman"/>
      <w:lvlText w:val="%3."/>
      <w:lvlJc w:val="right"/>
      <w:pPr>
        <w:ind w:left="3084" w:hanging="180"/>
      </w:pPr>
    </w:lvl>
    <w:lvl w:ilvl="3" w:tplc="0405000F" w:tentative="1">
      <w:start w:val="1"/>
      <w:numFmt w:val="decimal"/>
      <w:lvlText w:val="%4."/>
      <w:lvlJc w:val="left"/>
      <w:pPr>
        <w:ind w:left="3804" w:hanging="360"/>
      </w:pPr>
    </w:lvl>
    <w:lvl w:ilvl="4" w:tplc="04050019" w:tentative="1">
      <w:start w:val="1"/>
      <w:numFmt w:val="lowerLetter"/>
      <w:lvlText w:val="%5."/>
      <w:lvlJc w:val="left"/>
      <w:pPr>
        <w:ind w:left="4524" w:hanging="360"/>
      </w:pPr>
    </w:lvl>
    <w:lvl w:ilvl="5" w:tplc="0405001B" w:tentative="1">
      <w:start w:val="1"/>
      <w:numFmt w:val="lowerRoman"/>
      <w:lvlText w:val="%6."/>
      <w:lvlJc w:val="right"/>
      <w:pPr>
        <w:ind w:left="5244" w:hanging="180"/>
      </w:pPr>
    </w:lvl>
    <w:lvl w:ilvl="6" w:tplc="0405000F" w:tentative="1">
      <w:start w:val="1"/>
      <w:numFmt w:val="decimal"/>
      <w:lvlText w:val="%7."/>
      <w:lvlJc w:val="left"/>
      <w:pPr>
        <w:ind w:left="5964" w:hanging="360"/>
      </w:pPr>
    </w:lvl>
    <w:lvl w:ilvl="7" w:tplc="04050019" w:tentative="1">
      <w:start w:val="1"/>
      <w:numFmt w:val="lowerLetter"/>
      <w:lvlText w:val="%8."/>
      <w:lvlJc w:val="left"/>
      <w:pPr>
        <w:ind w:left="6684" w:hanging="360"/>
      </w:pPr>
    </w:lvl>
    <w:lvl w:ilvl="8" w:tplc="0405001B" w:tentative="1">
      <w:start w:val="1"/>
      <w:numFmt w:val="lowerRoman"/>
      <w:lvlText w:val="%9."/>
      <w:lvlJc w:val="right"/>
      <w:pPr>
        <w:ind w:left="7404" w:hanging="180"/>
      </w:pPr>
    </w:lvl>
  </w:abstractNum>
  <w:abstractNum w:abstractNumId="15" w15:restartNumberingAfterBreak="0">
    <w:nsid w:val="667262C1"/>
    <w:multiLevelType w:val="hybridMultilevel"/>
    <w:tmpl w:val="100E289A"/>
    <w:lvl w:ilvl="0" w:tplc="F0688D94">
      <w:start w:val="1"/>
      <w:numFmt w:val="bullet"/>
      <w:pStyle w:val="Odrky1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2"/>
  </w:num>
  <w:num w:numId="3">
    <w:abstractNumId w:val="12"/>
  </w:num>
  <w:num w:numId="4">
    <w:abstractNumId w:val="12"/>
  </w:num>
  <w:num w:numId="5">
    <w:abstractNumId w:val="12"/>
  </w:num>
  <w:num w:numId="6">
    <w:abstractNumId w:val="12"/>
  </w:num>
  <w:num w:numId="7">
    <w:abstractNumId w:val="12"/>
  </w:num>
  <w:num w:numId="8">
    <w:abstractNumId w:val="12"/>
  </w:num>
  <w:num w:numId="9">
    <w:abstractNumId w:val="12"/>
  </w:num>
  <w:num w:numId="10">
    <w:abstractNumId w:val="15"/>
  </w:num>
  <w:num w:numId="11">
    <w:abstractNumId w:val="9"/>
  </w:num>
  <w:num w:numId="12">
    <w:abstractNumId w:val="8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  <w:num w:numId="21">
    <w:abstractNumId w:val="12"/>
  </w:num>
  <w:num w:numId="22">
    <w:abstractNumId w:val="12"/>
  </w:num>
  <w:num w:numId="23">
    <w:abstractNumId w:val="12"/>
  </w:num>
  <w:num w:numId="24">
    <w:abstractNumId w:val="12"/>
  </w:num>
  <w:num w:numId="25">
    <w:abstractNumId w:val="12"/>
  </w:num>
  <w:num w:numId="26">
    <w:abstractNumId w:val="12"/>
  </w:num>
  <w:num w:numId="27">
    <w:abstractNumId w:val="12"/>
  </w:num>
  <w:num w:numId="28">
    <w:abstractNumId w:val="12"/>
  </w:num>
  <w:num w:numId="29">
    <w:abstractNumId w:val="14"/>
  </w:num>
  <w:num w:numId="30">
    <w:abstractNumId w:val="13"/>
  </w:num>
  <w:num w:numId="31">
    <w:abstractNumId w:val="11"/>
  </w:num>
  <w:num w:numId="32">
    <w:abstractNumId w:val="10"/>
  </w:num>
  <w:num w:numId="33">
    <w:abstractNumId w:val="14"/>
  </w:num>
  <w:num w:numId="34">
    <w:abstractNumId w:val="14"/>
  </w:num>
  <w:num w:numId="35">
    <w:abstractNumId w:val="14"/>
  </w:num>
  <w:num w:numId="36">
    <w:abstractNumId w:val="14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9"/>
  <w:hyphenationZone w:val="425"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1121"/>
    <w:rsid w:val="00003015"/>
    <w:rsid w:val="00006DA2"/>
    <w:rsid w:val="000106AE"/>
    <w:rsid w:val="00016561"/>
    <w:rsid w:val="00017045"/>
    <w:rsid w:val="0002044B"/>
    <w:rsid w:val="000204C9"/>
    <w:rsid w:val="00027AA7"/>
    <w:rsid w:val="00033F1B"/>
    <w:rsid w:val="000353DC"/>
    <w:rsid w:val="000354D4"/>
    <w:rsid w:val="000400F2"/>
    <w:rsid w:val="0004114A"/>
    <w:rsid w:val="00041FB1"/>
    <w:rsid w:val="00043156"/>
    <w:rsid w:val="00044026"/>
    <w:rsid w:val="0005134C"/>
    <w:rsid w:val="00051E1B"/>
    <w:rsid w:val="000522C1"/>
    <w:rsid w:val="00054DE5"/>
    <w:rsid w:val="00056E0B"/>
    <w:rsid w:val="00060E4B"/>
    <w:rsid w:val="00061271"/>
    <w:rsid w:val="00072B7C"/>
    <w:rsid w:val="00072C77"/>
    <w:rsid w:val="000745EB"/>
    <w:rsid w:val="00074B10"/>
    <w:rsid w:val="000760A0"/>
    <w:rsid w:val="00077945"/>
    <w:rsid w:val="00080905"/>
    <w:rsid w:val="00080C04"/>
    <w:rsid w:val="000827E5"/>
    <w:rsid w:val="0008305C"/>
    <w:rsid w:val="00083A5C"/>
    <w:rsid w:val="00083CDD"/>
    <w:rsid w:val="0008416F"/>
    <w:rsid w:val="00084204"/>
    <w:rsid w:val="000870DC"/>
    <w:rsid w:val="000906F1"/>
    <w:rsid w:val="00090A08"/>
    <w:rsid w:val="000935FB"/>
    <w:rsid w:val="0009420B"/>
    <w:rsid w:val="000A14C3"/>
    <w:rsid w:val="000A2B50"/>
    <w:rsid w:val="000A3C59"/>
    <w:rsid w:val="000A458E"/>
    <w:rsid w:val="000A7177"/>
    <w:rsid w:val="000B01AD"/>
    <w:rsid w:val="000B1C39"/>
    <w:rsid w:val="000B2ACA"/>
    <w:rsid w:val="000B469B"/>
    <w:rsid w:val="000B49E2"/>
    <w:rsid w:val="000C4F75"/>
    <w:rsid w:val="000C4FB8"/>
    <w:rsid w:val="000C6A0F"/>
    <w:rsid w:val="000C6F9B"/>
    <w:rsid w:val="000D307B"/>
    <w:rsid w:val="000D420E"/>
    <w:rsid w:val="000D64FE"/>
    <w:rsid w:val="000D76E5"/>
    <w:rsid w:val="000E15D2"/>
    <w:rsid w:val="000E2410"/>
    <w:rsid w:val="000E28FA"/>
    <w:rsid w:val="000E349F"/>
    <w:rsid w:val="000E6247"/>
    <w:rsid w:val="000E6A9E"/>
    <w:rsid w:val="000F2972"/>
    <w:rsid w:val="000F414C"/>
    <w:rsid w:val="000F60E2"/>
    <w:rsid w:val="000F646E"/>
    <w:rsid w:val="000F6FC0"/>
    <w:rsid w:val="000F75BA"/>
    <w:rsid w:val="00100BEC"/>
    <w:rsid w:val="00101988"/>
    <w:rsid w:val="00102C76"/>
    <w:rsid w:val="00105288"/>
    <w:rsid w:val="00105FEA"/>
    <w:rsid w:val="0010737E"/>
    <w:rsid w:val="00107EF0"/>
    <w:rsid w:val="001112E9"/>
    <w:rsid w:val="00111921"/>
    <w:rsid w:val="001131F5"/>
    <w:rsid w:val="00113C96"/>
    <w:rsid w:val="00113F31"/>
    <w:rsid w:val="001142D2"/>
    <w:rsid w:val="00116872"/>
    <w:rsid w:val="001204F8"/>
    <w:rsid w:val="00120D4A"/>
    <w:rsid w:val="00121CBD"/>
    <w:rsid w:val="001234BA"/>
    <w:rsid w:val="00123AEA"/>
    <w:rsid w:val="00125FE1"/>
    <w:rsid w:val="001271AD"/>
    <w:rsid w:val="00127A89"/>
    <w:rsid w:val="00130C10"/>
    <w:rsid w:val="0013143A"/>
    <w:rsid w:val="001316EB"/>
    <w:rsid w:val="00132271"/>
    <w:rsid w:val="00132F21"/>
    <w:rsid w:val="00133AB2"/>
    <w:rsid w:val="00133E82"/>
    <w:rsid w:val="0013463C"/>
    <w:rsid w:val="00137D5F"/>
    <w:rsid w:val="00140210"/>
    <w:rsid w:val="00141411"/>
    <w:rsid w:val="00141863"/>
    <w:rsid w:val="00141F34"/>
    <w:rsid w:val="00143180"/>
    <w:rsid w:val="00143261"/>
    <w:rsid w:val="00146817"/>
    <w:rsid w:val="0014777D"/>
    <w:rsid w:val="00150676"/>
    <w:rsid w:val="00150790"/>
    <w:rsid w:val="00150B4D"/>
    <w:rsid w:val="00151FED"/>
    <w:rsid w:val="001527E4"/>
    <w:rsid w:val="00163321"/>
    <w:rsid w:val="00165F82"/>
    <w:rsid w:val="00170241"/>
    <w:rsid w:val="001709FF"/>
    <w:rsid w:val="001746F2"/>
    <w:rsid w:val="00174A45"/>
    <w:rsid w:val="0017502D"/>
    <w:rsid w:val="0017619C"/>
    <w:rsid w:val="00177B1D"/>
    <w:rsid w:val="00180A47"/>
    <w:rsid w:val="00181C1E"/>
    <w:rsid w:val="001820BE"/>
    <w:rsid w:val="00182969"/>
    <w:rsid w:val="0018296C"/>
    <w:rsid w:val="00182D7F"/>
    <w:rsid w:val="0018623B"/>
    <w:rsid w:val="00186466"/>
    <w:rsid w:val="001867AD"/>
    <w:rsid w:val="001868DA"/>
    <w:rsid w:val="00186953"/>
    <w:rsid w:val="001954A7"/>
    <w:rsid w:val="001964FD"/>
    <w:rsid w:val="001A25D2"/>
    <w:rsid w:val="001A36AA"/>
    <w:rsid w:val="001A3930"/>
    <w:rsid w:val="001A5F2F"/>
    <w:rsid w:val="001A72EC"/>
    <w:rsid w:val="001B0384"/>
    <w:rsid w:val="001B1C7F"/>
    <w:rsid w:val="001B2EF3"/>
    <w:rsid w:val="001B3CA2"/>
    <w:rsid w:val="001B5626"/>
    <w:rsid w:val="001B640D"/>
    <w:rsid w:val="001C1267"/>
    <w:rsid w:val="001C212E"/>
    <w:rsid w:val="001C4D2E"/>
    <w:rsid w:val="001C56BF"/>
    <w:rsid w:val="001D089A"/>
    <w:rsid w:val="001D0906"/>
    <w:rsid w:val="001D1AD3"/>
    <w:rsid w:val="001D2DDD"/>
    <w:rsid w:val="001D4102"/>
    <w:rsid w:val="001D557C"/>
    <w:rsid w:val="001D7AF8"/>
    <w:rsid w:val="001E070C"/>
    <w:rsid w:val="001E1505"/>
    <w:rsid w:val="001E2C23"/>
    <w:rsid w:val="001E4AA8"/>
    <w:rsid w:val="001E5F0B"/>
    <w:rsid w:val="001F07A5"/>
    <w:rsid w:val="001F2999"/>
    <w:rsid w:val="001F350F"/>
    <w:rsid w:val="001F3E7C"/>
    <w:rsid w:val="001F5E50"/>
    <w:rsid w:val="00200EB0"/>
    <w:rsid w:val="00202A5B"/>
    <w:rsid w:val="00202DB8"/>
    <w:rsid w:val="00203A48"/>
    <w:rsid w:val="002056D0"/>
    <w:rsid w:val="00207A11"/>
    <w:rsid w:val="00213EE5"/>
    <w:rsid w:val="0021565A"/>
    <w:rsid w:val="00215B03"/>
    <w:rsid w:val="00217069"/>
    <w:rsid w:val="0021751B"/>
    <w:rsid w:val="0022378F"/>
    <w:rsid w:val="002243E1"/>
    <w:rsid w:val="00224400"/>
    <w:rsid w:val="0022457B"/>
    <w:rsid w:val="00224E41"/>
    <w:rsid w:val="002258BA"/>
    <w:rsid w:val="0022680C"/>
    <w:rsid w:val="00226929"/>
    <w:rsid w:val="0023264A"/>
    <w:rsid w:val="002342B4"/>
    <w:rsid w:val="002350FC"/>
    <w:rsid w:val="00235C30"/>
    <w:rsid w:val="002378F7"/>
    <w:rsid w:val="00241AEB"/>
    <w:rsid w:val="00243A96"/>
    <w:rsid w:val="00243FC9"/>
    <w:rsid w:val="002441B8"/>
    <w:rsid w:val="00246A18"/>
    <w:rsid w:val="002478AA"/>
    <w:rsid w:val="002512A5"/>
    <w:rsid w:val="002514D5"/>
    <w:rsid w:val="00254BB5"/>
    <w:rsid w:val="00254DE7"/>
    <w:rsid w:val="00254F07"/>
    <w:rsid w:val="00256CEA"/>
    <w:rsid w:val="0025754E"/>
    <w:rsid w:val="00261B2D"/>
    <w:rsid w:val="00262A79"/>
    <w:rsid w:val="0026692B"/>
    <w:rsid w:val="00267541"/>
    <w:rsid w:val="00270DA8"/>
    <w:rsid w:val="00271646"/>
    <w:rsid w:val="0027199C"/>
    <w:rsid w:val="00277BC4"/>
    <w:rsid w:val="0028495E"/>
    <w:rsid w:val="00285F45"/>
    <w:rsid w:val="00297627"/>
    <w:rsid w:val="002A130B"/>
    <w:rsid w:val="002A31B9"/>
    <w:rsid w:val="002A52DF"/>
    <w:rsid w:val="002A59A4"/>
    <w:rsid w:val="002A6738"/>
    <w:rsid w:val="002A7029"/>
    <w:rsid w:val="002A7915"/>
    <w:rsid w:val="002B4B0A"/>
    <w:rsid w:val="002B5B02"/>
    <w:rsid w:val="002B6616"/>
    <w:rsid w:val="002B777D"/>
    <w:rsid w:val="002C0D51"/>
    <w:rsid w:val="002C1E82"/>
    <w:rsid w:val="002D11D2"/>
    <w:rsid w:val="002D17ED"/>
    <w:rsid w:val="002D48D1"/>
    <w:rsid w:val="002D5315"/>
    <w:rsid w:val="002D614C"/>
    <w:rsid w:val="002E4141"/>
    <w:rsid w:val="002E4E7D"/>
    <w:rsid w:val="002E58D1"/>
    <w:rsid w:val="002E6E2D"/>
    <w:rsid w:val="002F0DC2"/>
    <w:rsid w:val="002F3E9C"/>
    <w:rsid w:val="002F47C3"/>
    <w:rsid w:val="002F59AF"/>
    <w:rsid w:val="002F5DEE"/>
    <w:rsid w:val="002F6438"/>
    <w:rsid w:val="00300ACD"/>
    <w:rsid w:val="0030259C"/>
    <w:rsid w:val="00302BC8"/>
    <w:rsid w:val="00304B67"/>
    <w:rsid w:val="00304FC7"/>
    <w:rsid w:val="00306DBC"/>
    <w:rsid w:val="00310618"/>
    <w:rsid w:val="00311B4E"/>
    <w:rsid w:val="00314A4A"/>
    <w:rsid w:val="0031572A"/>
    <w:rsid w:val="00317466"/>
    <w:rsid w:val="0032304A"/>
    <w:rsid w:val="00325829"/>
    <w:rsid w:val="00326EE7"/>
    <w:rsid w:val="00326F84"/>
    <w:rsid w:val="0033100D"/>
    <w:rsid w:val="0033331A"/>
    <w:rsid w:val="00337764"/>
    <w:rsid w:val="00340F3B"/>
    <w:rsid w:val="0034121C"/>
    <w:rsid w:val="0034179D"/>
    <w:rsid w:val="00342C24"/>
    <w:rsid w:val="00344A63"/>
    <w:rsid w:val="00344B0E"/>
    <w:rsid w:val="00345D8D"/>
    <w:rsid w:val="00345DCB"/>
    <w:rsid w:val="00346670"/>
    <w:rsid w:val="00347A6A"/>
    <w:rsid w:val="00351687"/>
    <w:rsid w:val="003519D5"/>
    <w:rsid w:val="00352790"/>
    <w:rsid w:val="00353F89"/>
    <w:rsid w:val="003548FF"/>
    <w:rsid w:val="00356A53"/>
    <w:rsid w:val="00361121"/>
    <w:rsid w:val="0036209F"/>
    <w:rsid w:val="003646C9"/>
    <w:rsid w:val="003652A9"/>
    <w:rsid w:val="00365550"/>
    <w:rsid w:val="0037186F"/>
    <w:rsid w:val="00371876"/>
    <w:rsid w:val="00372D67"/>
    <w:rsid w:val="00377463"/>
    <w:rsid w:val="003777CC"/>
    <w:rsid w:val="003778E8"/>
    <w:rsid w:val="00380D98"/>
    <w:rsid w:val="003824FE"/>
    <w:rsid w:val="00382974"/>
    <w:rsid w:val="00382FE8"/>
    <w:rsid w:val="00385179"/>
    <w:rsid w:val="003901C2"/>
    <w:rsid w:val="00391957"/>
    <w:rsid w:val="0039201A"/>
    <w:rsid w:val="00392107"/>
    <w:rsid w:val="0039217B"/>
    <w:rsid w:val="003921B2"/>
    <w:rsid w:val="003934CC"/>
    <w:rsid w:val="0039395F"/>
    <w:rsid w:val="003942E8"/>
    <w:rsid w:val="00397192"/>
    <w:rsid w:val="003A0119"/>
    <w:rsid w:val="003A2229"/>
    <w:rsid w:val="003A31E8"/>
    <w:rsid w:val="003A4B1F"/>
    <w:rsid w:val="003A56E8"/>
    <w:rsid w:val="003B0BB3"/>
    <w:rsid w:val="003B112F"/>
    <w:rsid w:val="003B20D8"/>
    <w:rsid w:val="003B378D"/>
    <w:rsid w:val="003B3C02"/>
    <w:rsid w:val="003B3E87"/>
    <w:rsid w:val="003B5B1D"/>
    <w:rsid w:val="003B69EE"/>
    <w:rsid w:val="003B6D19"/>
    <w:rsid w:val="003B757B"/>
    <w:rsid w:val="003B7F95"/>
    <w:rsid w:val="003C004F"/>
    <w:rsid w:val="003C1C31"/>
    <w:rsid w:val="003C27A4"/>
    <w:rsid w:val="003C29E9"/>
    <w:rsid w:val="003C342E"/>
    <w:rsid w:val="003C40DA"/>
    <w:rsid w:val="003C4C79"/>
    <w:rsid w:val="003C51BC"/>
    <w:rsid w:val="003C6906"/>
    <w:rsid w:val="003C6D2A"/>
    <w:rsid w:val="003C7F92"/>
    <w:rsid w:val="003D404F"/>
    <w:rsid w:val="003D55D7"/>
    <w:rsid w:val="003D5690"/>
    <w:rsid w:val="003E113F"/>
    <w:rsid w:val="003E18CD"/>
    <w:rsid w:val="003E23BE"/>
    <w:rsid w:val="003E6E7B"/>
    <w:rsid w:val="003E729A"/>
    <w:rsid w:val="003F03DF"/>
    <w:rsid w:val="003F0443"/>
    <w:rsid w:val="003F0D47"/>
    <w:rsid w:val="003F45FC"/>
    <w:rsid w:val="003F57B8"/>
    <w:rsid w:val="003F714B"/>
    <w:rsid w:val="0040221E"/>
    <w:rsid w:val="00402268"/>
    <w:rsid w:val="00402EF1"/>
    <w:rsid w:val="00403619"/>
    <w:rsid w:val="00403E27"/>
    <w:rsid w:val="00403EFE"/>
    <w:rsid w:val="0040472E"/>
    <w:rsid w:val="00404F75"/>
    <w:rsid w:val="004075F3"/>
    <w:rsid w:val="00407D44"/>
    <w:rsid w:val="0041251B"/>
    <w:rsid w:val="004135C0"/>
    <w:rsid w:val="00415656"/>
    <w:rsid w:val="0041638B"/>
    <w:rsid w:val="00416DCC"/>
    <w:rsid w:val="00425E6E"/>
    <w:rsid w:val="004306D2"/>
    <w:rsid w:val="00430D69"/>
    <w:rsid w:val="004311DB"/>
    <w:rsid w:val="00432C3E"/>
    <w:rsid w:val="0043476E"/>
    <w:rsid w:val="00437E07"/>
    <w:rsid w:val="00440B9B"/>
    <w:rsid w:val="004430D2"/>
    <w:rsid w:val="0044351B"/>
    <w:rsid w:val="004435A5"/>
    <w:rsid w:val="004439F0"/>
    <w:rsid w:val="004448EF"/>
    <w:rsid w:val="0044568C"/>
    <w:rsid w:val="00445FFF"/>
    <w:rsid w:val="00451CEA"/>
    <w:rsid w:val="00452B24"/>
    <w:rsid w:val="00452F84"/>
    <w:rsid w:val="00453AC1"/>
    <w:rsid w:val="00461031"/>
    <w:rsid w:val="00463548"/>
    <w:rsid w:val="00463728"/>
    <w:rsid w:val="004656C2"/>
    <w:rsid w:val="00467540"/>
    <w:rsid w:val="004676B9"/>
    <w:rsid w:val="00467FA6"/>
    <w:rsid w:val="0047230D"/>
    <w:rsid w:val="00472C69"/>
    <w:rsid w:val="00472D5D"/>
    <w:rsid w:val="00472DFF"/>
    <w:rsid w:val="004731E1"/>
    <w:rsid w:val="0047496D"/>
    <w:rsid w:val="0047581E"/>
    <w:rsid w:val="00475A0E"/>
    <w:rsid w:val="004760BC"/>
    <w:rsid w:val="00477E8A"/>
    <w:rsid w:val="00483AB1"/>
    <w:rsid w:val="0048594E"/>
    <w:rsid w:val="0048662D"/>
    <w:rsid w:val="00487BAC"/>
    <w:rsid w:val="004911ED"/>
    <w:rsid w:val="004918D7"/>
    <w:rsid w:val="00491C0C"/>
    <w:rsid w:val="00492CC8"/>
    <w:rsid w:val="00494722"/>
    <w:rsid w:val="0049514D"/>
    <w:rsid w:val="004961F7"/>
    <w:rsid w:val="004A0419"/>
    <w:rsid w:val="004A1EC7"/>
    <w:rsid w:val="004A4597"/>
    <w:rsid w:val="004A46C5"/>
    <w:rsid w:val="004A6C17"/>
    <w:rsid w:val="004A6D48"/>
    <w:rsid w:val="004B0E5D"/>
    <w:rsid w:val="004B1161"/>
    <w:rsid w:val="004B2FCB"/>
    <w:rsid w:val="004B3CBD"/>
    <w:rsid w:val="004B3F22"/>
    <w:rsid w:val="004B61E0"/>
    <w:rsid w:val="004C1301"/>
    <w:rsid w:val="004C21FD"/>
    <w:rsid w:val="004C235B"/>
    <w:rsid w:val="004C3505"/>
    <w:rsid w:val="004C3CA6"/>
    <w:rsid w:val="004C4EFA"/>
    <w:rsid w:val="004C5A8D"/>
    <w:rsid w:val="004C6AA3"/>
    <w:rsid w:val="004D0495"/>
    <w:rsid w:val="004D2987"/>
    <w:rsid w:val="004D335E"/>
    <w:rsid w:val="004D3B58"/>
    <w:rsid w:val="004D5505"/>
    <w:rsid w:val="004E0944"/>
    <w:rsid w:val="004E191E"/>
    <w:rsid w:val="004E1A0F"/>
    <w:rsid w:val="004E5437"/>
    <w:rsid w:val="004F0540"/>
    <w:rsid w:val="004F0E96"/>
    <w:rsid w:val="004F25A2"/>
    <w:rsid w:val="004F410A"/>
    <w:rsid w:val="004F4D2A"/>
    <w:rsid w:val="004F4E67"/>
    <w:rsid w:val="004F529A"/>
    <w:rsid w:val="004F71B0"/>
    <w:rsid w:val="00500C31"/>
    <w:rsid w:val="005016CA"/>
    <w:rsid w:val="00505CC7"/>
    <w:rsid w:val="00510D7B"/>
    <w:rsid w:val="00512325"/>
    <w:rsid w:val="00512DB9"/>
    <w:rsid w:val="00514EAF"/>
    <w:rsid w:val="005154FA"/>
    <w:rsid w:val="00516F70"/>
    <w:rsid w:val="00517E24"/>
    <w:rsid w:val="00520291"/>
    <w:rsid w:val="00520B8D"/>
    <w:rsid w:val="005268F2"/>
    <w:rsid w:val="005275A9"/>
    <w:rsid w:val="005277E6"/>
    <w:rsid w:val="0053153D"/>
    <w:rsid w:val="0053245D"/>
    <w:rsid w:val="00532923"/>
    <w:rsid w:val="00533B32"/>
    <w:rsid w:val="00534B30"/>
    <w:rsid w:val="00534B7C"/>
    <w:rsid w:val="00536801"/>
    <w:rsid w:val="00537349"/>
    <w:rsid w:val="00540555"/>
    <w:rsid w:val="00540576"/>
    <w:rsid w:val="0054388D"/>
    <w:rsid w:val="00543D66"/>
    <w:rsid w:val="0054490A"/>
    <w:rsid w:val="00550C7E"/>
    <w:rsid w:val="00551C4A"/>
    <w:rsid w:val="00553927"/>
    <w:rsid w:val="005550F0"/>
    <w:rsid w:val="005554BE"/>
    <w:rsid w:val="00555C85"/>
    <w:rsid w:val="00557C08"/>
    <w:rsid w:val="00560EE0"/>
    <w:rsid w:val="0056373F"/>
    <w:rsid w:val="00565268"/>
    <w:rsid w:val="0056705D"/>
    <w:rsid w:val="005707C0"/>
    <w:rsid w:val="00572868"/>
    <w:rsid w:val="0057432B"/>
    <w:rsid w:val="00574F4B"/>
    <w:rsid w:val="005760E6"/>
    <w:rsid w:val="0057655D"/>
    <w:rsid w:val="0058005B"/>
    <w:rsid w:val="0058062A"/>
    <w:rsid w:val="0058189B"/>
    <w:rsid w:val="00583344"/>
    <w:rsid w:val="0058469C"/>
    <w:rsid w:val="0058487D"/>
    <w:rsid w:val="00590104"/>
    <w:rsid w:val="005902A5"/>
    <w:rsid w:val="005909E0"/>
    <w:rsid w:val="00597DF9"/>
    <w:rsid w:val="005A416A"/>
    <w:rsid w:val="005A6BC0"/>
    <w:rsid w:val="005A7D77"/>
    <w:rsid w:val="005B09A8"/>
    <w:rsid w:val="005B1605"/>
    <w:rsid w:val="005B26CE"/>
    <w:rsid w:val="005B275A"/>
    <w:rsid w:val="005B56DA"/>
    <w:rsid w:val="005B5C50"/>
    <w:rsid w:val="005B601D"/>
    <w:rsid w:val="005C0C04"/>
    <w:rsid w:val="005C1D21"/>
    <w:rsid w:val="005C2F58"/>
    <w:rsid w:val="005C4991"/>
    <w:rsid w:val="005C4E4A"/>
    <w:rsid w:val="005C651C"/>
    <w:rsid w:val="005D454F"/>
    <w:rsid w:val="005D55B1"/>
    <w:rsid w:val="005D62CE"/>
    <w:rsid w:val="005D6A4A"/>
    <w:rsid w:val="005E00D0"/>
    <w:rsid w:val="005E1A93"/>
    <w:rsid w:val="005E2DD8"/>
    <w:rsid w:val="005E3FA7"/>
    <w:rsid w:val="005E4A70"/>
    <w:rsid w:val="005E584A"/>
    <w:rsid w:val="005E7073"/>
    <w:rsid w:val="005F6679"/>
    <w:rsid w:val="005F67A6"/>
    <w:rsid w:val="005F7380"/>
    <w:rsid w:val="006003E3"/>
    <w:rsid w:val="00600EAE"/>
    <w:rsid w:val="0060380D"/>
    <w:rsid w:val="00605966"/>
    <w:rsid w:val="00610A5F"/>
    <w:rsid w:val="006119FD"/>
    <w:rsid w:val="006135BD"/>
    <w:rsid w:val="0061365A"/>
    <w:rsid w:val="00613E9B"/>
    <w:rsid w:val="006152FC"/>
    <w:rsid w:val="00616DFF"/>
    <w:rsid w:val="0061707B"/>
    <w:rsid w:val="0061713D"/>
    <w:rsid w:val="00620476"/>
    <w:rsid w:val="006234FB"/>
    <w:rsid w:val="006247C7"/>
    <w:rsid w:val="00624BFA"/>
    <w:rsid w:val="0062614B"/>
    <w:rsid w:val="006333BA"/>
    <w:rsid w:val="006354F9"/>
    <w:rsid w:val="006368ED"/>
    <w:rsid w:val="006404D2"/>
    <w:rsid w:val="00641958"/>
    <w:rsid w:val="00643D4C"/>
    <w:rsid w:val="00645080"/>
    <w:rsid w:val="00646D7F"/>
    <w:rsid w:val="00651F5E"/>
    <w:rsid w:val="00653226"/>
    <w:rsid w:val="00653D94"/>
    <w:rsid w:val="00654E97"/>
    <w:rsid w:val="00656A8E"/>
    <w:rsid w:val="00656BCE"/>
    <w:rsid w:val="006613F8"/>
    <w:rsid w:val="0066347D"/>
    <w:rsid w:val="00665A7F"/>
    <w:rsid w:val="00672A3B"/>
    <w:rsid w:val="006744BF"/>
    <w:rsid w:val="0067735D"/>
    <w:rsid w:val="00677C03"/>
    <w:rsid w:val="006801E7"/>
    <w:rsid w:val="00680241"/>
    <w:rsid w:val="00680558"/>
    <w:rsid w:val="00680CF1"/>
    <w:rsid w:val="006817D2"/>
    <w:rsid w:val="00687329"/>
    <w:rsid w:val="00693245"/>
    <w:rsid w:val="006947B1"/>
    <w:rsid w:val="006954F6"/>
    <w:rsid w:val="006970C1"/>
    <w:rsid w:val="006A0343"/>
    <w:rsid w:val="006A0772"/>
    <w:rsid w:val="006A16AE"/>
    <w:rsid w:val="006A204D"/>
    <w:rsid w:val="006A44CF"/>
    <w:rsid w:val="006A44F1"/>
    <w:rsid w:val="006A4CDF"/>
    <w:rsid w:val="006B05F3"/>
    <w:rsid w:val="006B0C28"/>
    <w:rsid w:val="006B0F39"/>
    <w:rsid w:val="006B1842"/>
    <w:rsid w:val="006B3223"/>
    <w:rsid w:val="006B3452"/>
    <w:rsid w:val="006B37F0"/>
    <w:rsid w:val="006B66E1"/>
    <w:rsid w:val="006B6C2B"/>
    <w:rsid w:val="006C13CF"/>
    <w:rsid w:val="006C1E87"/>
    <w:rsid w:val="006C3044"/>
    <w:rsid w:val="006C4415"/>
    <w:rsid w:val="006C49EF"/>
    <w:rsid w:val="006C63B0"/>
    <w:rsid w:val="006C6C50"/>
    <w:rsid w:val="006D28E0"/>
    <w:rsid w:val="006D3A70"/>
    <w:rsid w:val="006D3EDD"/>
    <w:rsid w:val="006D4B5D"/>
    <w:rsid w:val="006D6D6C"/>
    <w:rsid w:val="006D70E4"/>
    <w:rsid w:val="006D746B"/>
    <w:rsid w:val="006D77B9"/>
    <w:rsid w:val="006E08C4"/>
    <w:rsid w:val="006E1E93"/>
    <w:rsid w:val="006E4DE4"/>
    <w:rsid w:val="006F3303"/>
    <w:rsid w:val="006F364E"/>
    <w:rsid w:val="006F3B58"/>
    <w:rsid w:val="006F4A91"/>
    <w:rsid w:val="006F508D"/>
    <w:rsid w:val="006F513C"/>
    <w:rsid w:val="006F5D12"/>
    <w:rsid w:val="006F726D"/>
    <w:rsid w:val="00701C20"/>
    <w:rsid w:val="007021B3"/>
    <w:rsid w:val="007028F2"/>
    <w:rsid w:val="00703EC0"/>
    <w:rsid w:val="00704D55"/>
    <w:rsid w:val="00706100"/>
    <w:rsid w:val="00707C40"/>
    <w:rsid w:val="0071408A"/>
    <w:rsid w:val="00714508"/>
    <w:rsid w:val="007154B6"/>
    <w:rsid w:val="00716DD0"/>
    <w:rsid w:val="00721573"/>
    <w:rsid w:val="00722E33"/>
    <w:rsid w:val="00725946"/>
    <w:rsid w:val="00726D54"/>
    <w:rsid w:val="00727CE4"/>
    <w:rsid w:val="007303D4"/>
    <w:rsid w:val="007306C1"/>
    <w:rsid w:val="00730D33"/>
    <w:rsid w:val="007339A8"/>
    <w:rsid w:val="00735764"/>
    <w:rsid w:val="00735A9D"/>
    <w:rsid w:val="00736DD1"/>
    <w:rsid w:val="0073762D"/>
    <w:rsid w:val="00740E47"/>
    <w:rsid w:val="007415D0"/>
    <w:rsid w:val="00742FFA"/>
    <w:rsid w:val="00743368"/>
    <w:rsid w:val="007447DF"/>
    <w:rsid w:val="00747BCF"/>
    <w:rsid w:val="00750045"/>
    <w:rsid w:val="00753477"/>
    <w:rsid w:val="007538BF"/>
    <w:rsid w:val="00763E72"/>
    <w:rsid w:val="00766035"/>
    <w:rsid w:val="007660DB"/>
    <w:rsid w:val="0077112B"/>
    <w:rsid w:val="007714F8"/>
    <w:rsid w:val="00771D5B"/>
    <w:rsid w:val="00773380"/>
    <w:rsid w:val="00773A8D"/>
    <w:rsid w:val="00773DC3"/>
    <w:rsid w:val="0077490E"/>
    <w:rsid w:val="00780169"/>
    <w:rsid w:val="00780A01"/>
    <w:rsid w:val="00780FA2"/>
    <w:rsid w:val="00781441"/>
    <w:rsid w:val="00782CD4"/>
    <w:rsid w:val="007841AD"/>
    <w:rsid w:val="00790C78"/>
    <w:rsid w:val="00791B4B"/>
    <w:rsid w:val="00792440"/>
    <w:rsid w:val="00792D88"/>
    <w:rsid w:val="00792FEC"/>
    <w:rsid w:val="00795018"/>
    <w:rsid w:val="007A4B25"/>
    <w:rsid w:val="007A4D7F"/>
    <w:rsid w:val="007A59FF"/>
    <w:rsid w:val="007B215A"/>
    <w:rsid w:val="007B246E"/>
    <w:rsid w:val="007B38B4"/>
    <w:rsid w:val="007B5436"/>
    <w:rsid w:val="007B68CB"/>
    <w:rsid w:val="007C348D"/>
    <w:rsid w:val="007C3CD9"/>
    <w:rsid w:val="007C488A"/>
    <w:rsid w:val="007C584B"/>
    <w:rsid w:val="007C6648"/>
    <w:rsid w:val="007D020C"/>
    <w:rsid w:val="007D0A76"/>
    <w:rsid w:val="007D12C0"/>
    <w:rsid w:val="007D3B13"/>
    <w:rsid w:val="007E20DE"/>
    <w:rsid w:val="007E461D"/>
    <w:rsid w:val="007E68C8"/>
    <w:rsid w:val="007F030A"/>
    <w:rsid w:val="007F149A"/>
    <w:rsid w:val="007F28FB"/>
    <w:rsid w:val="007F624E"/>
    <w:rsid w:val="007F6B75"/>
    <w:rsid w:val="0080113E"/>
    <w:rsid w:val="00801BC8"/>
    <w:rsid w:val="008045B4"/>
    <w:rsid w:val="008061F7"/>
    <w:rsid w:val="00807E4D"/>
    <w:rsid w:val="008111CA"/>
    <w:rsid w:val="00811BA8"/>
    <w:rsid w:val="0081299A"/>
    <w:rsid w:val="00813C2D"/>
    <w:rsid w:val="00814282"/>
    <w:rsid w:val="00815DA6"/>
    <w:rsid w:val="00822C9B"/>
    <w:rsid w:val="00822DC8"/>
    <w:rsid w:val="00822E85"/>
    <w:rsid w:val="008266CC"/>
    <w:rsid w:val="00831C67"/>
    <w:rsid w:val="00832189"/>
    <w:rsid w:val="00832FF0"/>
    <w:rsid w:val="008334D7"/>
    <w:rsid w:val="00834D54"/>
    <w:rsid w:val="00834E34"/>
    <w:rsid w:val="00835D3E"/>
    <w:rsid w:val="00837373"/>
    <w:rsid w:val="008404DB"/>
    <w:rsid w:val="00841247"/>
    <w:rsid w:val="00843618"/>
    <w:rsid w:val="00845552"/>
    <w:rsid w:val="00850712"/>
    <w:rsid w:val="00851D29"/>
    <w:rsid w:val="00852712"/>
    <w:rsid w:val="008528C2"/>
    <w:rsid w:val="00852D82"/>
    <w:rsid w:val="0085379B"/>
    <w:rsid w:val="00856F6B"/>
    <w:rsid w:val="00871149"/>
    <w:rsid w:val="00871FFA"/>
    <w:rsid w:val="008725EF"/>
    <w:rsid w:val="008734FC"/>
    <w:rsid w:val="00874F21"/>
    <w:rsid w:val="0087533B"/>
    <w:rsid w:val="00875478"/>
    <w:rsid w:val="008811B3"/>
    <w:rsid w:val="00881618"/>
    <w:rsid w:val="00881E0F"/>
    <w:rsid w:val="00881E85"/>
    <w:rsid w:val="008828CD"/>
    <w:rsid w:val="00886307"/>
    <w:rsid w:val="0088743C"/>
    <w:rsid w:val="00887538"/>
    <w:rsid w:val="00894B3A"/>
    <w:rsid w:val="008A0325"/>
    <w:rsid w:val="008A0D4C"/>
    <w:rsid w:val="008A0D7A"/>
    <w:rsid w:val="008A1767"/>
    <w:rsid w:val="008A3D21"/>
    <w:rsid w:val="008A4C22"/>
    <w:rsid w:val="008A758D"/>
    <w:rsid w:val="008A76CB"/>
    <w:rsid w:val="008B1247"/>
    <w:rsid w:val="008B1388"/>
    <w:rsid w:val="008B2D59"/>
    <w:rsid w:val="008B37A5"/>
    <w:rsid w:val="008B3917"/>
    <w:rsid w:val="008B3E95"/>
    <w:rsid w:val="008B445E"/>
    <w:rsid w:val="008B77F6"/>
    <w:rsid w:val="008B7CC2"/>
    <w:rsid w:val="008C03D8"/>
    <w:rsid w:val="008C1C7D"/>
    <w:rsid w:val="008C2C37"/>
    <w:rsid w:val="008C4825"/>
    <w:rsid w:val="008C71A8"/>
    <w:rsid w:val="008D1229"/>
    <w:rsid w:val="008D2427"/>
    <w:rsid w:val="008D62C0"/>
    <w:rsid w:val="008E0D26"/>
    <w:rsid w:val="008E3607"/>
    <w:rsid w:val="008E4718"/>
    <w:rsid w:val="008E5821"/>
    <w:rsid w:val="008E65FE"/>
    <w:rsid w:val="008F08BE"/>
    <w:rsid w:val="008F1465"/>
    <w:rsid w:val="008F1679"/>
    <w:rsid w:val="008F1C39"/>
    <w:rsid w:val="008F748C"/>
    <w:rsid w:val="008F78B1"/>
    <w:rsid w:val="00900A84"/>
    <w:rsid w:val="00900EC1"/>
    <w:rsid w:val="0090113E"/>
    <w:rsid w:val="009035D2"/>
    <w:rsid w:val="0090412E"/>
    <w:rsid w:val="00905CFB"/>
    <w:rsid w:val="0090657F"/>
    <w:rsid w:val="009110E7"/>
    <w:rsid w:val="00911309"/>
    <w:rsid w:val="00912E45"/>
    <w:rsid w:val="009144AB"/>
    <w:rsid w:val="00915308"/>
    <w:rsid w:val="00916646"/>
    <w:rsid w:val="00920A53"/>
    <w:rsid w:val="0092405D"/>
    <w:rsid w:val="00924E6B"/>
    <w:rsid w:val="00924E95"/>
    <w:rsid w:val="00926A89"/>
    <w:rsid w:val="009305E2"/>
    <w:rsid w:val="00931D9B"/>
    <w:rsid w:val="0093354C"/>
    <w:rsid w:val="00933F50"/>
    <w:rsid w:val="0093472C"/>
    <w:rsid w:val="00934A4C"/>
    <w:rsid w:val="00934AFC"/>
    <w:rsid w:val="00936E52"/>
    <w:rsid w:val="00937A24"/>
    <w:rsid w:val="009422B8"/>
    <w:rsid w:val="009441D2"/>
    <w:rsid w:val="009457B4"/>
    <w:rsid w:val="00952B1F"/>
    <w:rsid w:val="00954D2C"/>
    <w:rsid w:val="00954F41"/>
    <w:rsid w:val="0095549F"/>
    <w:rsid w:val="009566A0"/>
    <w:rsid w:val="00957046"/>
    <w:rsid w:val="00957A0A"/>
    <w:rsid w:val="009619A3"/>
    <w:rsid w:val="00962683"/>
    <w:rsid w:val="00963FE7"/>
    <w:rsid w:val="009651BD"/>
    <w:rsid w:val="0096603B"/>
    <w:rsid w:val="0096648A"/>
    <w:rsid w:val="00971A92"/>
    <w:rsid w:val="009725E3"/>
    <w:rsid w:val="00973AD3"/>
    <w:rsid w:val="00976DF4"/>
    <w:rsid w:val="00977285"/>
    <w:rsid w:val="009805BC"/>
    <w:rsid w:val="00980E7A"/>
    <w:rsid w:val="00983C4F"/>
    <w:rsid w:val="009857E8"/>
    <w:rsid w:val="00987966"/>
    <w:rsid w:val="00990327"/>
    <w:rsid w:val="00990B75"/>
    <w:rsid w:val="00994D6E"/>
    <w:rsid w:val="0099605E"/>
    <w:rsid w:val="009A28B0"/>
    <w:rsid w:val="009A30BE"/>
    <w:rsid w:val="009A5B15"/>
    <w:rsid w:val="009A6551"/>
    <w:rsid w:val="009B1B4B"/>
    <w:rsid w:val="009B3BA2"/>
    <w:rsid w:val="009B5966"/>
    <w:rsid w:val="009B5FA1"/>
    <w:rsid w:val="009B65E2"/>
    <w:rsid w:val="009C2BF2"/>
    <w:rsid w:val="009C30C8"/>
    <w:rsid w:val="009C37AD"/>
    <w:rsid w:val="009C51A9"/>
    <w:rsid w:val="009C54C4"/>
    <w:rsid w:val="009C5B94"/>
    <w:rsid w:val="009C613E"/>
    <w:rsid w:val="009C691C"/>
    <w:rsid w:val="009C7B62"/>
    <w:rsid w:val="009D079C"/>
    <w:rsid w:val="009D11E8"/>
    <w:rsid w:val="009D1E7A"/>
    <w:rsid w:val="009D422F"/>
    <w:rsid w:val="009D58C7"/>
    <w:rsid w:val="009D6D22"/>
    <w:rsid w:val="009E0E8C"/>
    <w:rsid w:val="009E145B"/>
    <w:rsid w:val="009E2355"/>
    <w:rsid w:val="009E4D0E"/>
    <w:rsid w:val="009E4E26"/>
    <w:rsid w:val="009F01F7"/>
    <w:rsid w:val="009F4052"/>
    <w:rsid w:val="009F5485"/>
    <w:rsid w:val="009F7F91"/>
    <w:rsid w:val="00A013A6"/>
    <w:rsid w:val="00A01A03"/>
    <w:rsid w:val="00A01A5D"/>
    <w:rsid w:val="00A02688"/>
    <w:rsid w:val="00A03638"/>
    <w:rsid w:val="00A041DD"/>
    <w:rsid w:val="00A05216"/>
    <w:rsid w:val="00A063F8"/>
    <w:rsid w:val="00A0734B"/>
    <w:rsid w:val="00A075BA"/>
    <w:rsid w:val="00A07F5F"/>
    <w:rsid w:val="00A1031C"/>
    <w:rsid w:val="00A123C1"/>
    <w:rsid w:val="00A123EC"/>
    <w:rsid w:val="00A14132"/>
    <w:rsid w:val="00A149A7"/>
    <w:rsid w:val="00A14F64"/>
    <w:rsid w:val="00A20560"/>
    <w:rsid w:val="00A20A66"/>
    <w:rsid w:val="00A20F00"/>
    <w:rsid w:val="00A221AE"/>
    <w:rsid w:val="00A233FF"/>
    <w:rsid w:val="00A260AD"/>
    <w:rsid w:val="00A27A83"/>
    <w:rsid w:val="00A312CB"/>
    <w:rsid w:val="00A31503"/>
    <w:rsid w:val="00A35A69"/>
    <w:rsid w:val="00A37164"/>
    <w:rsid w:val="00A37332"/>
    <w:rsid w:val="00A37517"/>
    <w:rsid w:val="00A409A2"/>
    <w:rsid w:val="00A410AE"/>
    <w:rsid w:val="00A41785"/>
    <w:rsid w:val="00A41E02"/>
    <w:rsid w:val="00A41E16"/>
    <w:rsid w:val="00A42386"/>
    <w:rsid w:val="00A42F80"/>
    <w:rsid w:val="00A44251"/>
    <w:rsid w:val="00A44644"/>
    <w:rsid w:val="00A45DEE"/>
    <w:rsid w:val="00A47A58"/>
    <w:rsid w:val="00A50AAA"/>
    <w:rsid w:val="00A51978"/>
    <w:rsid w:val="00A52FD9"/>
    <w:rsid w:val="00A55171"/>
    <w:rsid w:val="00A64C0E"/>
    <w:rsid w:val="00A66758"/>
    <w:rsid w:val="00A6779E"/>
    <w:rsid w:val="00A71ABB"/>
    <w:rsid w:val="00A73AAA"/>
    <w:rsid w:val="00A75A95"/>
    <w:rsid w:val="00A77CDA"/>
    <w:rsid w:val="00A8012F"/>
    <w:rsid w:val="00A827F5"/>
    <w:rsid w:val="00A83220"/>
    <w:rsid w:val="00A847EB"/>
    <w:rsid w:val="00A84ECC"/>
    <w:rsid w:val="00A8646C"/>
    <w:rsid w:val="00A86C70"/>
    <w:rsid w:val="00A87A2D"/>
    <w:rsid w:val="00A90F62"/>
    <w:rsid w:val="00A93624"/>
    <w:rsid w:val="00A9362F"/>
    <w:rsid w:val="00A96AD7"/>
    <w:rsid w:val="00AA14F6"/>
    <w:rsid w:val="00AA2477"/>
    <w:rsid w:val="00AA2AD6"/>
    <w:rsid w:val="00AA2BF1"/>
    <w:rsid w:val="00AA362F"/>
    <w:rsid w:val="00AA41CD"/>
    <w:rsid w:val="00AA4300"/>
    <w:rsid w:val="00AB0335"/>
    <w:rsid w:val="00AB33C1"/>
    <w:rsid w:val="00AB4B0E"/>
    <w:rsid w:val="00AB6A8E"/>
    <w:rsid w:val="00AB6D73"/>
    <w:rsid w:val="00AB7158"/>
    <w:rsid w:val="00AC109A"/>
    <w:rsid w:val="00AC1234"/>
    <w:rsid w:val="00AC3F32"/>
    <w:rsid w:val="00AC6461"/>
    <w:rsid w:val="00AD06D4"/>
    <w:rsid w:val="00AD3521"/>
    <w:rsid w:val="00AD37D0"/>
    <w:rsid w:val="00AD3E76"/>
    <w:rsid w:val="00AD7B7B"/>
    <w:rsid w:val="00AD7BF6"/>
    <w:rsid w:val="00AE00BD"/>
    <w:rsid w:val="00AE0D9D"/>
    <w:rsid w:val="00AE233B"/>
    <w:rsid w:val="00AE3921"/>
    <w:rsid w:val="00AE7A53"/>
    <w:rsid w:val="00AF1344"/>
    <w:rsid w:val="00AF35D0"/>
    <w:rsid w:val="00B00AC9"/>
    <w:rsid w:val="00B00B22"/>
    <w:rsid w:val="00B0163D"/>
    <w:rsid w:val="00B02BA6"/>
    <w:rsid w:val="00B030CF"/>
    <w:rsid w:val="00B03295"/>
    <w:rsid w:val="00B038F4"/>
    <w:rsid w:val="00B05189"/>
    <w:rsid w:val="00B05538"/>
    <w:rsid w:val="00B0601E"/>
    <w:rsid w:val="00B06C85"/>
    <w:rsid w:val="00B07729"/>
    <w:rsid w:val="00B10125"/>
    <w:rsid w:val="00B10A1E"/>
    <w:rsid w:val="00B11911"/>
    <w:rsid w:val="00B1191B"/>
    <w:rsid w:val="00B12371"/>
    <w:rsid w:val="00B13869"/>
    <w:rsid w:val="00B13904"/>
    <w:rsid w:val="00B13F95"/>
    <w:rsid w:val="00B14778"/>
    <w:rsid w:val="00B172E8"/>
    <w:rsid w:val="00B1732F"/>
    <w:rsid w:val="00B20DC0"/>
    <w:rsid w:val="00B2312B"/>
    <w:rsid w:val="00B2325C"/>
    <w:rsid w:val="00B25061"/>
    <w:rsid w:val="00B259D6"/>
    <w:rsid w:val="00B25B04"/>
    <w:rsid w:val="00B26BD1"/>
    <w:rsid w:val="00B27A6A"/>
    <w:rsid w:val="00B306D7"/>
    <w:rsid w:val="00B31279"/>
    <w:rsid w:val="00B31406"/>
    <w:rsid w:val="00B31F72"/>
    <w:rsid w:val="00B32672"/>
    <w:rsid w:val="00B32DE8"/>
    <w:rsid w:val="00B37BFD"/>
    <w:rsid w:val="00B40E75"/>
    <w:rsid w:val="00B41EF4"/>
    <w:rsid w:val="00B421F1"/>
    <w:rsid w:val="00B43569"/>
    <w:rsid w:val="00B452B3"/>
    <w:rsid w:val="00B45726"/>
    <w:rsid w:val="00B476CB"/>
    <w:rsid w:val="00B537CB"/>
    <w:rsid w:val="00B5427C"/>
    <w:rsid w:val="00B62DF0"/>
    <w:rsid w:val="00B63471"/>
    <w:rsid w:val="00B63540"/>
    <w:rsid w:val="00B64EEF"/>
    <w:rsid w:val="00B65C02"/>
    <w:rsid w:val="00B67EFE"/>
    <w:rsid w:val="00B72F64"/>
    <w:rsid w:val="00B7316A"/>
    <w:rsid w:val="00B731BA"/>
    <w:rsid w:val="00B739C6"/>
    <w:rsid w:val="00B74CA8"/>
    <w:rsid w:val="00B74E09"/>
    <w:rsid w:val="00B755F8"/>
    <w:rsid w:val="00B76C19"/>
    <w:rsid w:val="00B77238"/>
    <w:rsid w:val="00B77677"/>
    <w:rsid w:val="00B777CB"/>
    <w:rsid w:val="00B81DDE"/>
    <w:rsid w:val="00B83B6F"/>
    <w:rsid w:val="00B8421D"/>
    <w:rsid w:val="00B85B17"/>
    <w:rsid w:val="00B86ADD"/>
    <w:rsid w:val="00B91FAA"/>
    <w:rsid w:val="00B9301C"/>
    <w:rsid w:val="00B9380C"/>
    <w:rsid w:val="00BA081E"/>
    <w:rsid w:val="00BA1AD8"/>
    <w:rsid w:val="00BA2470"/>
    <w:rsid w:val="00BA326B"/>
    <w:rsid w:val="00BA3351"/>
    <w:rsid w:val="00BA3443"/>
    <w:rsid w:val="00BA39BB"/>
    <w:rsid w:val="00BA48D5"/>
    <w:rsid w:val="00BA57F2"/>
    <w:rsid w:val="00BB35D2"/>
    <w:rsid w:val="00BB3E2A"/>
    <w:rsid w:val="00BB4429"/>
    <w:rsid w:val="00BB5CB9"/>
    <w:rsid w:val="00BC17BD"/>
    <w:rsid w:val="00BC1C44"/>
    <w:rsid w:val="00BC6C1A"/>
    <w:rsid w:val="00BC7CF6"/>
    <w:rsid w:val="00BD1ED7"/>
    <w:rsid w:val="00BD2DE4"/>
    <w:rsid w:val="00BD3E41"/>
    <w:rsid w:val="00BE0EC0"/>
    <w:rsid w:val="00BE1715"/>
    <w:rsid w:val="00BE1915"/>
    <w:rsid w:val="00BE2769"/>
    <w:rsid w:val="00BF0AF6"/>
    <w:rsid w:val="00BF31F7"/>
    <w:rsid w:val="00BF7BE9"/>
    <w:rsid w:val="00C0034C"/>
    <w:rsid w:val="00C009ED"/>
    <w:rsid w:val="00C00CF2"/>
    <w:rsid w:val="00C014B3"/>
    <w:rsid w:val="00C0242B"/>
    <w:rsid w:val="00C0375E"/>
    <w:rsid w:val="00C06A78"/>
    <w:rsid w:val="00C10480"/>
    <w:rsid w:val="00C15433"/>
    <w:rsid w:val="00C20805"/>
    <w:rsid w:val="00C21250"/>
    <w:rsid w:val="00C21E39"/>
    <w:rsid w:val="00C2247A"/>
    <w:rsid w:val="00C22582"/>
    <w:rsid w:val="00C22DE2"/>
    <w:rsid w:val="00C23134"/>
    <w:rsid w:val="00C23796"/>
    <w:rsid w:val="00C252F4"/>
    <w:rsid w:val="00C2548A"/>
    <w:rsid w:val="00C276B3"/>
    <w:rsid w:val="00C335C9"/>
    <w:rsid w:val="00C33679"/>
    <w:rsid w:val="00C35B04"/>
    <w:rsid w:val="00C35E61"/>
    <w:rsid w:val="00C36016"/>
    <w:rsid w:val="00C360BF"/>
    <w:rsid w:val="00C3617F"/>
    <w:rsid w:val="00C36853"/>
    <w:rsid w:val="00C36C15"/>
    <w:rsid w:val="00C37852"/>
    <w:rsid w:val="00C41AEA"/>
    <w:rsid w:val="00C42684"/>
    <w:rsid w:val="00C45C4E"/>
    <w:rsid w:val="00C51301"/>
    <w:rsid w:val="00C520F8"/>
    <w:rsid w:val="00C5414E"/>
    <w:rsid w:val="00C5481C"/>
    <w:rsid w:val="00C54CD6"/>
    <w:rsid w:val="00C554A9"/>
    <w:rsid w:val="00C5703F"/>
    <w:rsid w:val="00C576A0"/>
    <w:rsid w:val="00C608FC"/>
    <w:rsid w:val="00C60C18"/>
    <w:rsid w:val="00C612DF"/>
    <w:rsid w:val="00C630D2"/>
    <w:rsid w:val="00C65539"/>
    <w:rsid w:val="00C65A71"/>
    <w:rsid w:val="00C65CAA"/>
    <w:rsid w:val="00C66BB1"/>
    <w:rsid w:val="00C742A9"/>
    <w:rsid w:val="00C80E5B"/>
    <w:rsid w:val="00C817B8"/>
    <w:rsid w:val="00C81CEF"/>
    <w:rsid w:val="00C81FAB"/>
    <w:rsid w:val="00C82174"/>
    <w:rsid w:val="00C85861"/>
    <w:rsid w:val="00C86ADE"/>
    <w:rsid w:val="00C90359"/>
    <w:rsid w:val="00C90C73"/>
    <w:rsid w:val="00CA021E"/>
    <w:rsid w:val="00CA1682"/>
    <w:rsid w:val="00CA337C"/>
    <w:rsid w:val="00CA722C"/>
    <w:rsid w:val="00CA7D7F"/>
    <w:rsid w:val="00CB1239"/>
    <w:rsid w:val="00CB252B"/>
    <w:rsid w:val="00CB2B47"/>
    <w:rsid w:val="00CB42E4"/>
    <w:rsid w:val="00CB4862"/>
    <w:rsid w:val="00CB573C"/>
    <w:rsid w:val="00CB74C4"/>
    <w:rsid w:val="00CC0616"/>
    <w:rsid w:val="00CC0FCF"/>
    <w:rsid w:val="00CC22F9"/>
    <w:rsid w:val="00CC35AC"/>
    <w:rsid w:val="00CC36C9"/>
    <w:rsid w:val="00CC3A6F"/>
    <w:rsid w:val="00CC6A39"/>
    <w:rsid w:val="00CD0899"/>
    <w:rsid w:val="00CD0A42"/>
    <w:rsid w:val="00CD3A75"/>
    <w:rsid w:val="00CD4DDB"/>
    <w:rsid w:val="00CE29BF"/>
    <w:rsid w:val="00CE3E9F"/>
    <w:rsid w:val="00CE58D9"/>
    <w:rsid w:val="00CE5A92"/>
    <w:rsid w:val="00CE6BA1"/>
    <w:rsid w:val="00CE7615"/>
    <w:rsid w:val="00CF01DF"/>
    <w:rsid w:val="00CF02C8"/>
    <w:rsid w:val="00CF0415"/>
    <w:rsid w:val="00CF27C9"/>
    <w:rsid w:val="00CF2D10"/>
    <w:rsid w:val="00CF58A3"/>
    <w:rsid w:val="00D005BD"/>
    <w:rsid w:val="00D03184"/>
    <w:rsid w:val="00D032BF"/>
    <w:rsid w:val="00D04592"/>
    <w:rsid w:val="00D065E4"/>
    <w:rsid w:val="00D069A9"/>
    <w:rsid w:val="00D06B68"/>
    <w:rsid w:val="00D072EE"/>
    <w:rsid w:val="00D078EF"/>
    <w:rsid w:val="00D07C35"/>
    <w:rsid w:val="00D107B2"/>
    <w:rsid w:val="00D11841"/>
    <w:rsid w:val="00D1187B"/>
    <w:rsid w:val="00D12448"/>
    <w:rsid w:val="00D1396F"/>
    <w:rsid w:val="00D13C63"/>
    <w:rsid w:val="00D146D8"/>
    <w:rsid w:val="00D22A51"/>
    <w:rsid w:val="00D32015"/>
    <w:rsid w:val="00D32258"/>
    <w:rsid w:val="00D34E29"/>
    <w:rsid w:val="00D36FCD"/>
    <w:rsid w:val="00D403A1"/>
    <w:rsid w:val="00D40DAA"/>
    <w:rsid w:val="00D42136"/>
    <w:rsid w:val="00D421A3"/>
    <w:rsid w:val="00D44001"/>
    <w:rsid w:val="00D457C1"/>
    <w:rsid w:val="00D46A7B"/>
    <w:rsid w:val="00D5067B"/>
    <w:rsid w:val="00D51BF9"/>
    <w:rsid w:val="00D52063"/>
    <w:rsid w:val="00D54500"/>
    <w:rsid w:val="00D54B40"/>
    <w:rsid w:val="00D5520E"/>
    <w:rsid w:val="00D60AB8"/>
    <w:rsid w:val="00D610A3"/>
    <w:rsid w:val="00D61B52"/>
    <w:rsid w:val="00D61F9C"/>
    <w:rsid w:val="00D63606"/>
    <w:rsid w:val="00D64935"/>
    <w:rsid w:val="00D64B0A"/>
    <w:rsid w:val="00D66BE7"/>
    <w:rsid w:val="00D67F91"/>
    <w:rsid w:val="00D71887"/>
    <w:rsid w:val="00D72792"/>
    <w:rsid w:val="00D77775"/>
    <w:rsid w:val="00D7785B"/>
    <w:rsid w:val="00D80FF2"/>
    <w:rsid w:val="00D8124C"/>
    <w:rsid w:val="00D81534"/>
    <w:rsid w:val="00D833E9"/>
    <w:rsid w:val="00D84954"/>
    <w:rsid w:val="00D85058"/>
    <w:rsid w:val="00D85F13"/>
    <w:rsid w:val="00D85F91"/>
    <w:rsid w:val="00D872CE"/>
    <w:rsid w:val="00D874FA"/>
    <w:rsid w:val="00D8762F"/>
    <w:rsid w:val="00D87E98"/>
    <w:rsid w:val="00D917C5"/>
    <w:rsid w:val="00D95B8E"/>
    <w:rsid w:val="00DA0015"/>
    <w:rsid w:val="00DA2F24"/>
    <w:rsid w:val="00DA4199"/>
    <w:rsid w:val="00DA6027"/>
    <w:rsid w:val="00DA6127"/>
    <w:rsid w:val="00DA66F2"/>
    <w:rsid w:val="00DA7112"/>
    <w:rsid w:val="00DB0C4D"/>
    <w:rsid w:val="00DB1BD5"/>
    <w:rsid w:val="00DB415F"/>
    <w:rsid w:val="00DB567A"/>
    <w:rsid w:val="00DB5DFE"/>
    <w:rsid w:val="00DB7356"/>
    <w:rsid w:val="00DC02E2"/>
    <w:rsid w:val="00DC2121"/>
    <w:rsid w:val="00DC2C56"/>
    <w:rsid w:val="00DC7C6F"/>
    <w:rsid w:val="00DD1187"/>
    <w:rsid w:val="00DD27AD"/>
    <w:rsid w:val="00DD3884"/>
    <w:rsid w:val="00DD3907"/>
    <w:rsid w:val="00DD3CDA"/>
    <w:rsid w:val="00DD5361"/>
    <w:rsid w:val="00DD6052"/>
    <w:rsid w:val="00DE01BF"/>
    <w:rsid w:val="00DE2CAE"/>
    <w:rsid w:val="00DE362D"/>
    <w:rsid w:val="00DE398D"/>
    <w:rsid w:val="00DE7199"/>
    <w:rsid w:val="00DE76CD"/>
    <w:rsid w:val="00DF0C14"/>
    <w:rsid w:val="00DF1C2D"/>
    <w:rsid w:val="00DF35B5"/>
    <w:rsid w:val="00DF374D"/>
    <w:rsid w:val="00DF4B70"/>
    <w:rsid w:val="00DF4EED"/>
    <w:rsid w:val="00DF6BBD"/>
    <w:rsid w:val="00E00192"/>
    <w:rsid w:val="00E01E6E"/>
    <w:rsid w:val="00E03D56"/>
    <w:rsid w:val="00E04B77"/>
    <w:rsid w:val="00E04E4F"/>
    <w:rsid w:val="00E07972"/>
    <w:rsid w:val="00E12576"/>
    <w:rsid w:val="00E12B5C"/>
    <w:rsid w:val="00E141B2"/>
    <w:rsid w:val="00E14A6F"/>
    <w:rsid w:val="00E16B85"/>
    <w:rsid w:val="00E16D38"/>
    <w:rsid w:val="00E21C73"/>
    <w:rsid w:val="00E226BE"/>
    <w:rsid w:val="00E24BC6"/>
    <w:rsid w:val="00E27037"/>
    <w:rsid w:val="00E272AA"/>
    <w:rsid w:val="00E27980"/>
    <w:rsid w:val="00E31EF0"/>
    <w:rsid w:val="00E33C9F"/>
    <w:rsid w:val="00E3576F"/>
    <w:rsid w:val="00E35FB4"/>
    <w:rsid w:val="00E40A43"/>
    <w:rsid w:val="00E461E9"/>
    <w:rsid w:val="00E4630C"/>
    <w:rsid w:val="00E50F79"/>
    <w:rsid w:val="00E51B4B"/>
    <w:rsid w:val="00E51EAD"/>
    <w:rsid w:val="00E555FF"/>
    <w:rsid w:val="00E57E0F"/>
    <w:rsid w:val="00E62903"/>
    <w:rsid w:val="00E6356F"/>
    <w:rsid w:val="00E700C8"/>
    <w:rsid w:val="00E70F59"/>
    <w:rsid w:val="00E71793"/>
    <w:rsid w:val="00E72216"/>
    <w:rsid w:val="00E75648"/>
    <w:rsid w:val="00E76357"/>
    <w:rsid w:val="00E76B89"/>
    <w:rsid w:val="00E877F7"/>
    <w:rsid w:val="00E90C7C"/>
    <w:rsid w:val="00E93A30"/>
    <w:rsid w:val="00E9624A"/>
    <w:rsid w:val="00EA000F"/>
    <w:rsid w:val="00EA22B2"/>
    <w:rsid w:val="00EA3446"/>
    <w:rsid w:val="00EA352D"/>
    <w:rsid w:val="00EA5D40"/>
    <w:rsid w:val="00EA6AE9"/>
    <w:rsid w:val="00EB0FF7"/>
    <w:rsid w:val="00EB15E2"/>
    <w:rsid w:val="00EB1AE4"/>
    <w:rsid w:val="00EB4395"/>
    <w:rsid w:val="00EB5717"/>
    <w:rsid w:val="00EC4CFD"/>
    <w:rsid w:val="00EC6B10"/>
    <w:rsid w:val="00ED3ACD"/>
    <w:rsid w:val="00ED46E2"/>
    <w:rsid w:val="00ED5EA3"/>
    <w:rsid w:val="00ED6063"/>
    <w:rsid w:val="00ED7108"/>
    <w:rsid w:val="00EE0FD0"/>
    <w:rsid w:val="00EE1596"/>
    <w:rsid w:val="00EE2556"/>
    <w:rsid w:val="00EE288D"/>
    <w:rsid w:val="00EE2E67"/>
    <w:rsid w:val="00EE5A99"/>
    <w:rsid w:val="00EF0509"/>
    <w:rsid w:val="00EF1FE0"/>
    <w:rsid w:val="00EF2A45"/>
    <w:rsid w:val="00EF5CAE"/>
    <w:rsid w:val="00F022EC"/>
    <w:rsid w:val="00F033E4"/>
    <w:rsid w:val="00F04AB1"/>
    <w:rsid w:val="00F06375"/>
    <w:rsid w:val="00F0689B"/>
    <w:rsid w:val="00F12DC4"/>
    <w:rsid w:val="00F12EA2"/>
    <w:rsid w:val="00F13544"/>
    <w:rsid w:val="00F15530"/>
    <w:rsid w:val="00F171F8"/>
    <w:rsid w:val="00F17995"/>
    <w:rsid w:val="00F17ADE"/>
    <w:rsid w:val="00F2199C"/>
    <w:rsid w:val="00F22154"/>
    <w:rsid w:val="00F23654"/>
    <w:rsid w:val="00F239B0"/>
    <w:rsid w:val="00F26266"/>
    <w:rsid w:val="00F27337"/>
    <w:rsid w:val="00F3171C"/>
    <w:rsid w:val="00F34992"/>
    <w:rsid w:val="00F40B3F"/>
    <w:rsid w:val="00F40DF2"/>
    <w:rsid w:val="00F40EE8"/>
    <w:rsid w:val="00F423B4"/>
    <w:rsid w:val="00F4264B"/>
    <w:rsid w:val="00F43620"/>
    <w:rsid w:val="00F46255"/>
    <w:rsid w:val="00F46B85"/>
    <w:rsid w:val="00F54CDD"/>
    <w:rsid w:val="00F55397"/>
    <w:rsid w:val="00F57FED"/>
    <w:rsid w:val="00F60A6D"/>
    <w:rsid w:val="00F6139C"/>
    <w:rsid w:val="00F62055"/>
    <w:rsid w:val="00F63B95"/>
    <w:rsid w:val="00F64DA0"/>
    <w:rsid w:val="00F6635F"/>
    <w:rsid w:val="00F701A8"/>
    <w:rsid w:val="00F7043C"/>
    <w:rsid w:val="00F720F7"/>
    <w:rsid w:val="00F72962"/>
    <w:rsid w:val="00F72E00"/>
    <w:rsid w:val="00F73FDD"/>
    <w:rsid w:val="00F740C2"/>
    <w:rsid w:val="00F74B89"/>
    <w:rsid w:val="00F81B53"/>
    <w:rsid w:val="00F81BEE"/>
    <w:rsid w:val="00F81FD1"/>
    <w:rsid w:val="00F846B0"/>
    <w:rsid w:val="00F84F36"/>
    <w:rsid w:val="00F852AB"/>
    <w:rsid w:val="00F85F5F"/>
    <w:rsid w:val="00F87889"/>
    <w:rsid w:val="00F9060A"/>
    <w:rsid w:val="00F91AA5"/>
    <w:rsid w:val="00F9275C"/>
    <w:rsid w:val="00F93086"/>
    <w:rsid w:val="00F935F0"/>
    <w:rsid w:val="00FA1E54"/>
    <w:rsid w:val="00FA2EF0"/>
    <w:rsid w:val="00FA3766"/>
    <w:rsid w:val="00FA3982"/>
    <w:rsid w:val="00FA5B56"/>
    <w:rsid w:val="00FA6B4C"/>
    <w:rsid w:val="00FB141E"/>
    <w:rsid w:val="00FB1E93"/>
    <w:rsid w:val="00FB3CA6"/>
    <w:rsid w:val="00FB4A1B"/>
    <w:rsid w:val="00FB5045"/>
    <w:rsid w:val="00FB5259"/>
    <w:rsid w:val="00FB6D5A"/>
    <w:rsid w:val="00FC3596"/>
    <w:rsid w:val="00FC3E24"/>
    <w:rsid w:val="00FC4F6D"/>
    <w:rsid w:val="00FC627D"/>
    <w:rsid w:val="00FC76AF"/>
    <w:rsid w:val="00FC78F8"/>
    <w:rsid w:val="00FD3AB8"/>
    <w:rsid w:val="00FD3AF7"/>
    <w:rsid w:val="00FD4253"/>
    <w:rsid w:val="00FD4C0B"/>
    <w:rsid w:val="00FD5513"/>
    <w:rsid w:val="00FE031B"/>
    <w:rsid w:val="00FE0A57"/>
    <w:rsid w:val="00FE31E9"/>
    <w:rsid w:val="00FE4D77"/>
    <w:rsid w:val="00FE78D6"/>
    <w:rsid w:val="00FE7970"/>
    <w:rsid w:val="00FF19D9"/>
    <w:rsid w:val="00FF1DB2"/>
    <w:rsid w:val="00FF3EF4"/>
    <w:rsid w:val="00FF5336"/>
    <w:rsid w:val="00FF5671"/>
    <w:rsid w:val="00FF5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F5AD7F2"/>
  <w15:docId w15:val="{A8FE65FF-E072-4647-B334-3E523875E1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D557C"/>
    <w:pPr>
      <w:jc w:val="both"/>
    </w:pPr>
  </w:style>
  <w:style w:type="paragraph" w:styleId="Nadpis1">
    <w:name w:val="heading 1"/>
    <w:basedOn w:val="Normln0"/>
    <w:next w:val="Normln0"/>
    <w:qFormat/>
    <w:rsid w:val="00AE3921"/>
    <w:pPr>
      <w:keepNext/>
      <w:numPr>
        <w:numId w:val="28"/>
      </w:numPr>
      <w:spacing w:before="240" w:after="240"/>
      <w:outlineLvl w:val="0"/>
    </w:pPr>
    <w:rPr>
      <w:b/>
      <w:bCs/>
      <w:caps/>
      <w:sz w:val="26"/>
    </w:rPr>
  </w:style>
  <w:style w:type="paragraph" w:styleId="Nadpis2">
    <w:name w:val="heading 2"/>
    <w:basedOn w:val="Normln0"/>
    <w:next w:val="Normln0"/>
    <w:qFormat/>
    <w:rsid w:val="00DA2F24"/>
    <w:pPr>
      <w:keepNext/>
      <w:numPr>
        <w:ilvl w:val="1"/>
        <w:numId w:val="28"/>
      </w:numPr>
      <w:spacing w:before="240" w:after="240" w:line="288" w:lineRule="auto"/>
      <w:ind w:left="578" w:hanging="578"/>
      <w:outlineLvl w:val="1"/>
    </w:pPr>
    <w:rPr>
      <w:rFonts w:cs="Arial"/>
      <w:b/>
      <w:bCs/>
      <w:iCs/>
      <w:caps/>
      <w:color w:val="000000" w:themeColor="text1"/>
      <w:sz w:val="24"/>
      <w:szCs w:val="28"/>
    </w:rPr>
  </w:style>
  <w:style w:type="paragraph" w:styleId="Nadpis3">
    <w:name w:val="heading 3"/>
    <w:basedOn w:val="Normln0"/>
    <w:next w:val="Normln0"/>
    <w:link w:val="Nadpis3Char"/>
    <w:qFormat/>
    <w:rsid w:val="00DA2F24"/>
    <w:pPr>
      <w:keepNext/>
      <w:numPr>
        <w:ilvl w:val="2"/>
        <w:numId w:val="28"/>
      </w:numPr>
      <w:spacing w:before="200" w:after="200" w:line="288" w:lineRule="auto"/>
      <w:outlineLvl w:val="2"/>
    </w:pPr>
    <w:rPr>
      <w:rFonts w:cs="Arial"/>
      <w:b/>
      <w:bCs/>
      <w:caps/>
      <w:color w:val="000000" w:themeColor="text1"/>
      <w:szCs w:val="26"/>
    </w:rPr>
  </w:style>
  <w:style w:type="paragraph" w:styleId="Nadpis4">
    <w:name w:val="heading 4"/>
    <w:basedOn w:val="Normln0"/>
    <w:next w:val="Normln0"/>
    <w:qFormat/>
    <w:rsid w:val="00DA2F24"/>
    <w:pPr>
      <w:keepNext/>
      <w:numPr>
        <w:ilvl w:val="3"/>
        <w:numId w:val="28"/>
      </w:numPr>
      <w:spacing w:before="200" w:after="200" w:line="288" w:lineRule="auto"/>
      <w:outlineLvl w:val="3"/>
    </w:pPr>
    <w:rPr>
      <w:b/>
      <w:bCs/>
      <w:caps/>
      <w:color w:val="000000" w:themeColor="text1"/>
      <w:szCs w:val="28"/>
    </w:rPr>
  </w:style>
  <w:style w:type="paragraph" w:styleId="Nadpis5">
    <w:name w:val="heading 5"/>
    <w:basedOn w:val="Normln0"/>
    <w:next w:val="Normln0"/>
    <w:qFormat/>
    <w:rsid w:val="00DA2F24"/>
    <w:pPr>
      <w:keepNext/>
      <w:numPr>
        <w:ilvl w:val="4"/>
        <w:numId w:val="28"/>
      </w:numPr>
      <w:tabs>
        <w:tab w:val="clear" w:pos="1440"/>
        <w:tab w:val="left" w:pos="1004"/>
      </w:tabs>
      <w:spacing w:before="120" w:line="288" w:lineRule="auto"/>
      <w:outlineLvl w:val="4"/>
    </w:pPr>
    <w:rPr>
      <w:b/>
      <w:bCs/>
      <w:iCs/>
      <w:color w:val="000000" w:themeColor="text1"/>
      <w:szCs w:val="26"/>
    </w:rPr>
  </w:style>
  <w:style w:type="paragraph" w:styleId="Nadpis6">
    <w:name w:val="heading 6"/>
    <w:basedOn w:val="Normln0"/>
    <w:next w:val="Normln0"/>
    <w:qFormat/>
    <w:rsid w:val="00DA2F24"/>
    <w:pPr>
      <w:keepNext/>
      <w:numPr>
        <w:ilvl w:val="5"/>
        <w:numId w:val="28"/>
      </w:numPr>
      <w:tabs>
        <w:tab w:val="clear" w:pos="1440"/>
        <w:tab w:val="left" w:pos="1145"/>
      </w:tabs>
      <w:spacing w:before="120" w:line="288" w:lineRule="auto"/>
      <w:jc w:val="left"/>
      <w:outlineLvl w:val="5"/>
    </w:pPr>
    <w:rPr>
      <w:b/>
      <w:bCs/>
      <w:color w:val="000000" w:themeColor="text1"/>
    </w:rPr>
  </w:style>
  <w:style w:type="paragraph" w:styleId="Nadpis7">
    <w:name w:val="heading 7"/>
    <w:basedOn w:val="Normln0"/>
    <w:next w:val="Normln0"/>
    <w:qFormat/>
    <w:rsid w:val="00DA2F24"/>
    <w:pPr>
      <w:keepNext/>
      <w:numPr>
        <w:ilvl w:val="6"/>
        <w:numId w:val="28"/>
      </w:numPr>
      <w:tabs>
        <w:tab w:val="clear" w:pos="1800"/>
        <w:tab w:val="left" w:pos="1287"/>
      </w:tabs>
      <w:spacing w:before="60" w:after="60" w:line="288" w:lineRule="auto"/>
      <w:ind w:left="1298" w:hanging="1298"/>
      <w:outlineLvl w:val="6"/>
    </w:pPr>
    <w:rPr>
      <w:b/>
      <w:bCs/>
      <w:color w:val="000000" w:themeColor="text1"/>
    </w:rPr>
  </w:style>
  <w:style w:type="paragraph" w:styleId="Nadpis8">
    <w:name w:val="heading 8"/>
    <w:basedOn w:val="Normln"/>
    <w:next w:val="Normln"/>
    <w:qFormat/>
    <w:rsid w:val="009C691C"/>
    <w:pPr>
      <w:keepNext/>
      <w:numPr>
        <w:ilvl w:val="7"/>
        <w:numId w:val="28"/>
      </w:numPr>
      <w:tabs>
        <w:tab w:val="left" w:pos="1429"/>
      </w:tabs>
      <w:spacing w:line="288" w:lineRule="auto"/>
      <w:outlineLvl w:val="7"/>
    </w:pPr>
    <w:rPr>
      <w:b/>
      <w:bCs/>
    </w:rPr>
  </w:style>
  <w:style w:type="paragraph" w:styleId="Nadpis9">
    <w:name w:val="heading 9"/>
    <w:basedOn w:val="Normln0"/>
    <w:next w:val="Normln0"/>
    <w:qFormat/>
    <w:rsid w:val="009C691C"/>
    <w:pPr>
      <w:keepNext/>
      <w:numPr>
        <w:ilvl w:val="8"/>
        <w:numId w:val="28"/>
      </w:numPr>
      <w:tabs>
        <w:tab w:val="left" w:pos="1571"/>
      </w:tabs>
      <w:spacing w:line="288" w:lineRule="auto"/>
      <w:ind w:left="1582" w:hanging="1582"/>
      <w:outlineLvl w:val="8"/>
    </w:pPr>
    <w:rPr>
      <w:b/>
      <w:bCs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bsah1">
    <w:name w:val="toc 1"/>
    <w:basedOn w:val="Normln"/>
    <w:next w:val="Normln"/>
    <w:autoRedefine/>
    <w:uiPriority w:val="39"/>
    <w:qFormat/>
    <w:rsid w:val="00344B0E"/>
    <w:pPr>
      <w:tabs>
        <w:tab w:val="left" w:pos="1276"/>
        <w:tab w:val="right" w:leader="dot" w:pos="8505"/>
      </w:tabs>
      <w:spacing w:before="240"/>
      <w:ind w:left="1276" w:right="397" w:hanging="1276"/>
      <w:outlineLvl w:val="0"/>
    </w:pPr>
    <w:rPr>
      <w:b/>
    </w:rPr>
  </w:style>
  <w:style w:type="paragraph" w:styleId="Obsah2">
    <w:name w:val="toc 2"/>
    <w:basedOn w:val="Normln"/>
    <w:next w:val="Normln"/>
    <w:autoRedefine/>
    <w:uiPriority w:val="39"/>
    <w:qFormat/>
    <w:rsid w:val="00344B0E"/>
    <w:pPr>
      <w:tabs>
        <w:tab w:val="left" w:pos="1276"/>
        <w:tab w:val="right" w:leader="dot" w:pos="8505"/>
      </w:tabs>
      <w:ind w:left="1276" w:right="397" w:hanging="1276"/>
    </w:pPr>
  </w:style>
  <w:style w:type="paragraph" w:styleId="Obsah3">
    <w:name w:val="toc 3"/>
    <w:basedOn w:val="Normln"/>
    <w:next w:val="Normln"/>
    <w:autoRedefine/>
    <w:uiPriority w:val="39"/>
    <w:qFormat/>
    <w:rsid w:val="00344B0E"/>
    <w:pPr>
      <w:tabs>
        <w:tab w:val="left" w:pos="1276"/>
        <w:tab w:val="right" w:leader="dot" w:pos="8505"/>
      </w:tabs>
      <w:ind w:left="1276" w:right="397" w:hanging="1276"/>
    </w:pPr>
  </w:style>
  <w:style w:type="paragraph" w:styleId="Obsah4">
    <w:name w:val="toc 4"/>
    <w:basedOn w:val="Normln"/>
    <w:next w:val="Normln"/>
    <w:autoRedefine/>
    <w:uiPriority w:val="39"/>
    <w:rsid w:val="00344B0E"/>
    <w:pPr>
      <w:tabs>
        <w:tab w:val="left" w:pos="1276"/>
        <w:tab w:val="right" w:leader="dot" w:pos="8505"/>
      </w:tabs>
      <w:ind w:left="1276" w:right="397" w:hanging="1276"/>
    </w:pPr>
  </w:style>
  <w:style w:type="paragraph" w:styleId="Obsah5">
    <w:name w:val="toc 5"/>
    <w:basedOn w:val="Normln"/>
    <w:next w:val="Normln"/>
    <w:autoRedefine/>
    <w:uiPriority w:val="39"/>
    <w:rsid w:val="00344B0E"/>
    <w:pPr>
      <w:tabs>
        <w:tab w:val="left" w:pos="1276"/>
        <w:tab w:val="right" w:leader="dot" w:pos="8505"/>
      </w:tabs>
      <w:ind w:left="1276" w:right="397" w:hanging="1276"/>
    </w:pPr>
  </w:style>
  <w:style w:type="paragraph" w:styleId="Obsah6">
    <w:name w:val="toc 6"/>
    <w:basedOn w:val="Normln"/>
    <w:next w:val="Normln"/>
    <w:autoRedefine/>
    <w:uiPriority w:val="39"/>
    <w:rsid w:val="00344B0E"/>
    <w:pPr>
      <w:tabs>
        <w:tab w:val="left" w:pos="1276"/>
        <w:tab w:val="right" w:leader="dot" w:pos="8505"/>
      </w:tabs>
      <w:ind w:left="1276" w:right="397" w:hanging="1276"/>
    </w:pPr>
  </w:style>
  <w:style w:type="paragraph" w:styleId="Obsah7">
    <w:name w:val="toc 7"/>
    <w:basedOn w:val="Normln"/>
    <w:next w:val="Normln"/>
    <w:autoRedefine/>
    <w:uiPriority w:val="39"/>
    <w:rsid w:val="00344B0E"/>
    <w:pPr>
      <w:tabs>
        <w:tab w:val="left" w:pos="1276"/>
        <w:tab w:val="right" w:leader="dot" w:pos="8505"/>
      </w:tabs>
      <w:ind w:left="1276" w:right="397" w:hanging="1276"/>
    </w:pPr>
  </w:style>
  <w:style w:type="paragraph" w:styleId="Obsah8">
    <w:name w:val="toc 8"/>
    <w:basedOn w:val="Normln"/>
    <w:next w:val="Normln"/>
    <w:autoRedefine/>
    <w:uiPriority w:val="39"/>
    <w:rsid w:val="00344B0E"/>
    <w:pPr>
      <w:tabs>
        <w:tab w:val="left" w:pos="1276"/>
        <w:tab w:val="right" w:leader="dot" w:pos="8505"/>
      </w:tabs>
      <w:ind w:left="1276" w:right="397" w:hanging="1276"/>
    </w:pPr>
  </w:style>
  <w:style w:type="paragraph" w:styleId="Obsah9">
    <w:name w:val="toc 9"/>
    <w:basedOn w:val="Normln"/>
    <w:next w:val="Normln"/>
    <w:autoRedefine/>
    <w:uiPriority w:val="39"/>
    <w:rsid w:val="00344B0E"/>
    <w:pPr>
      <w:tabs>
        <w:tab w:val="left" w:pos="1276"/>
        <w:tab w:val="right" w:leader="dot" w:pos="8505"/>
      </w:tabs>
      <w:ind w:left="1276" w:right="397" w:hanging="1276"/>
    </w:pPr>
    <w:rPr>
      <w:noProof/>
    </w:rPr>
  </w:style>
  <w:style w:type="paragraph" w:customStyle="1" w:styleId="Odrky1">
    <w:name w:val="Odrážky 1"/>
    <w:basedOn w:val="Normlnodsazen"/>
    <w:semiHidden/>
    <w:rsid w:val="00033F1B"/>
    <w:pPr>
      <w:numPr>
        <w:numId w:val="10"/>
      </w:numPr>
      <w:tabs>
        <w:tab w:val="clear" w:pos="2160"/>
      </w:tabs>
      <w:ind w:left="0" w:firstLine="0"/>
    </w:pPr>
  </w:style>
  <w:style w:type="paragraph" w:styleId="Normlnodsazen">
    <w:name w:val="Normal Indent"/>
    <w:basedOn w:val="Normln"/>
    <w:semiHidden/>
    <w:rsid w:val="00033F1B"/>
    <w:pPr>
      <w:ind w:left="708"/>
    </w:pPr>
  </w:style>
  <w:style w:type="paragraph" w:styleId="Zkladntextodsazen">
    <w:name w:val="Body Text Indent"/>
    <w:basedOn w:val="Normln"/>
    <w:link w:val="ZkladntextodsazenChar"/>
    <w:semiHidden/>
    <w:rsid w:val="00033F1B"/>
    <w:pPr>
      <w:ind w:left="340"/>
    </w:pPr>
  </w:style>
  <w:style w:type="paragraph" w:styleId="Zkladntextodsazen2">
    <w:name w:val="Body Text Indent 2"/>
    <w:basedOn w:val="Normln"/>
    <w:rsid w:val="00033F1B"/>
    <w:pPr>
      <w:ind w:left="680"/>
    </w:pPr>
  </w:style>
  <w:style w:type="paragraph" w:styleId="Zkladntextodsazen3">
    <w:name w:val="Body Text Indent 3"/>
    <w:basedOn w:val="Normln"/>
    <w:semiHidden/>
    <w:rsid w:val="00033F1B"/>
    <w:pPr>
      <w:ind w:left="1440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A123C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123C1"/>
    <w:rPr>
      <w:rFonts w:ascii="Tahoma" w:hAnsi="Tahoma" w:cs="Tahoma"/>
      <w:sz w:val="16"/>
      <w:szCs w:val="16"/>
    </w:rPr>
  </w:style>
  <w:style w:type="paragraph" w:styleId="Seznam">
    <w:name w:val="List"/>
    <w:basedOn w:val="Normln"/>
    <w:semiHidden/>
    <w:rsid w:val="00207A11"/>
    <w:pPr>
      <w:keepLines/>
      <w:tabs>
        <w:tab w:val="left" w:pos="284"/>
        <w:tab w:val="left" w:pos="567"/>
        <w:tab w:val="left" w:pos="851"/>
        <w:tab w:val="left" w:pos="1134"/>
        <w:tab w:val="right" w:leader="dot" w:pos="9639"/>
      </w:tabs>
      <w:suppressAutoHyphens/>
      <w:spacing w:after="60" w:line="300" w:lineRule="auto"/>
    </w:pPr>
    <w:rPr>
      <w:spacing w:val="4"/>
    </w:rPr>
  </w:style>
  <w:style w:type="paragraph" w:customStyle="1" w:styleId="popis">
    <w:name w:val="popis"/>
    <w:basedOn w:val="Normln"/>
    <w:semiHidden/>
    <w:rsid w:val="00207A11"/>
    <w:pPr>
      <w:keepLines/>
      <w:suppressAutoHyphens/>
      <w:spacing w:before="160" w:line="300" w:lineRule="auto"/>
      <w:jc w:val="center"/>
    </w:pPr>
    <w:rPr>
      <w:caps/>
      <w:spacing w:val="4"/>
      <w:sz w:val="16"/>
    </w:rPr>
  </w:style>
  <w:style w:type="paragraph" w:customStyle="1" w:styleId="volndek">
    <w:name w:val="volný řádek"/>
    <w:basedOn w:val="Normln"/>
    <w:semiHidden/>
    <w:rsid w:val="00207A11"/>
    <w:pPr>
      <w:keepLines/>
      <w:tabs>
        <w:tab w:val="left" w:pos="3402"/>
        <w:tab w:val="left" w:pos="5387"/>
        <w:tab w:val="left" w:pos="7939"/>
      </w:tabs>
      <w:suppressAutoHyphens/>
    </w:pPr>
    <w:rPr>
      <w:spacing w:val="4"/>
      <w:sz w:val="8"/>
    </w:rPr>
  </w:style>
  <w:style w:type="paragraph" w:styleId="Zhlav">
    <w:name w:val="header"/>
    <w:basedOn w:val="Normln"/>
    <w:link w:val="ZhlavChar"/>
    <w:uiPriority w:val="99"/>
    <w:rsid w:val="00207A1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37D5F"/>
    <w:rPr>
      <w:rFonts w:ascii="Arial" w:hAnsi="Arial"/>
    </w:rPr>
  </w:style>
  <w:style w:type="paragraph" w:styleId="Zpat">
    <w:name w:val="footer"/>
    <w:basedOn w:val="Normln"/>
    <w:link w:val="ZpatChar"/>
    <w:semiHidden/>
    <w:rsid w:val="00207A1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semiHidden/>
    <w:rsid w:val="00137D5F"/>
    <w:rPr>
      <w:rFonts w:ascii="Arial" w:hAnsi="Arial"/>
    </w:rPr>
  </w:style>
  <w:style w:type="paragraph" w:customStyle="1" w:styleId="pata">
    <w:name w:val="pata"/>
    <w:basedOn w:val="Normln"/>
    <w:semiHidden/>
    <w:rsid w:val="00207A11"/>
    <w:pPr>
      <w:keepLines/>
      <w:tabs>
        <w:tab w:val="left" w:pos="2268"/>
        <w:tab w:val="left" w:pos="3544"/>
        <w:tab w:val="left" w:pos="5387"/>
        <w:tab w:val="left" w:pos="7088"/>
        <w:tab w:val="left" w:pos="8448"/>
        <w:tab w:val="right" w:pos="9639"/>
      </w:tabs>
      <w:suppressAutoHyphens/>
      <w:spacing w:line="300" w:lineRule="auto"/>
    </w:pPr>
    <w:rPr>
      <w:spacing w:val="4"/>
      <w:sz w:val="12"/>
    </w:rPr>
  </w:style>
  <w:style w:type="character" w:styleId="slostrnky">
    <w:name w:val="page number"/>
    <w:basedOn w:val="Standardnpsmoodstavce"/>
    <w:semiHidden/>
    <w:rsid w:val="00207A11"/>
    <w:rPr>
      <w:rFonts w:ascii="Arial Black" w:hAnsi="Arial Black"/>
      <w:sz w:val="16"/>
    </w:rPr>
  </w:style>
  <w:style w:type="paragraph" w:customStyle="1" w:styleId="zSidfotAdress1">
    <w:name w:val="zSidfotAdress1"/>
    <w:basedOn w:val="Zpat"/>
    <w:next w:val="zSidfotAdress2"/>
    <w:semiHidden/>
    <w:rsid w:val="00120D4A"/>
    <w:pPr>
      <w:spacing w:line="160" w:lineRule="atLeast"/>
      <w:jc w:val="left"/>
    </w:pPr>
    <w:rPr>
      <w:noProof/>
      <w:spacing w:val="16"/>
      <w:sz w:val="12"/>
      <w:lang w:val="en-GB" w:eastAsia="sv-SE"/>
    </w:rPr>
  </w:style>
  <w:style w:type="paragraph" w:customStyle="1" w:styleId="zSidfotAdress2">
    <w:name w:val="zSidfotAdress2"/>
    <w:basedOn w:val="Zpat"/>
    <w:link w:val="zSidfotAdress2Char"/>
    <w:semiHidden/>
    <w:rsid w:val="00120D4A"/>
    <w:pPr>
      <w:spacing w:line="160" w:lineRule="atLeast"/>
      <w:jc w:val="left"/>
    </w:pPr>
    <w:rPr>
      <w:noProof/>
      <w:spacing w:val="8"/>
      <w:sz w:val="12"/>
      <w:lang w:val="en-GB" w:eastAsia="sv-SE"/>
    </w:rPr>
  </w:style>
  <w:style w:type="paragraph" w:customStyle="1" w:styleId="zSidfotSkvg">
    <w:name w:val="zSidfotSökväg"/>
    <w:basedOn w:val="zSidfotAdress2"/>
    <w:semiHidden/>
    <w:rsid w:val="00120D4A"/>
    <w:pPr>
      <w:jc w:val="right"/>
    </w:pPr>
  </w:style>
  <w:style w:type="paragraph" w:customStyle="1" w:styleId="zSidfotAdress1fet">
    <w:name w:val="zSidfotAdress1 fet"/>
    <w:basedOn w:val="zSidfotAdress1"/>
    <w:next w:val="zSidfotAdress2"/>
    <w:semiHidden/>
    <w:rsid w:val="00120D4A"/>
    <w:rPr>
      <w:b/>
    </w:rPr>
  </w:style>
  <w:style w:type="character" w:customStyle="1" w:styleId="zSidfotBOLAG">
    <w:name w:val="zSidfotBOLAG"/>
    <w:basedOn w:val="Standardnpsmoodstavce"/>
    <w:semiHidden/>
    <w:rsid w:val="00120D4A"/>
    <w:rPr>
      <w:noProof/>
      <w:spacing w:val="8"/>
      <w:sz w:val="14"/>
    </w:rPr>
  </w:style>
  <w:style w:type="paragraph" w:customStyle="1" w:styleId="zDokBet">
    <w:name w:val="zDokBet"/>
    <w:basedOn w:val="Normln"/>
    <w:semiHidden/>
    <w:rsid w:val="00120D4A"/>
    <w:pPr>
      <w:tabs>
        <w:tab w:val="left" w:pos="0"/>
        <w:tab w:val="left" w:pos="567"/>
        <w:tab w:val="left" w:pos="1276"/>
        <w:tab w:val="left" w:pos="2552"/>
        <w:tab w:val="left" w:pos="3828"/>
        <w:tab w:val="left" w:pos="5103"/>
        <w:tab w:val="left" w:pos="6379"/>
        <w:tab w:val="right" w:pos="8364"/>
      </w:tabs>
      <w:jc w:val="right"/>
    </w:pPr>
    <w:rPr>
      <w:noProof/>
      <w:sz w:val="10"/>
      <w:lang w:val="en-GB" w:eastAsia="sv-SE"/>
    </w:rPr>
  </w:style>
  <w:style w:type="character" w:customStyle="1" w:styleId="zSidfotAdress2Char">
    <w:name w:val="zSidfotAdress2 Char"/>
    <w:basedOn w:val="ZpatChar"/>
    <w:link w:val="zSidfotAdress2"/>
    <w:semiHidden/>
    <w:rsid w:val="00120D4A"/>
    <w:rPr>
      <w:rFonts w:ascii="Arial" w:hAnsi="Arial"/>
      <w:noProof/>
      <w:spacing w:val="8"/>
      <w:sz w:val="12"/>
      <w:lang w:val="en-GB" w:eastAsia="sv-SE"/>
    </w:rPr>
  </w:style>
  <w:style w:type="paragraph" w:customStyle="1" w:styleId="zSidnummerH">
    <w:name w:val="zSidnummerH"/>
    <w:basedOn w:val="Normln"/>
    <w:semiHidden/>
    <w:rsid w:val="00120D4A"/>
    <w:pPr>
      <w:tabs>
        <w:tab w:val="left" w:pos="0"/>
        <w:tab w:val="left" w:pos="567"/>
        <w:tab w:val="left" w:pos="1276"/>
        <w:tab w:val="left" w:pos="2552"/>
        <w:tab w:val="left" w:pos="3828"/>
        <w:tab w:val="left" w:pos="5103"/>
        <w:tab w:val="left" w:pos="6379"/>
        <w:tab w:val="right" w:pos="8364"/>
      </w:tabs>
      <w:spacing w:line="160" w:lineRule="exact"/>
      <w:jc w:val="right"/>
    </w:pPr>
    <w:rPr>
      <w:sz w:val="16"/>
      <w:lang w:val="sv-SE" w:eastAsia="sv-SE"/>
    </w:rPr>
  </w:style>
  <w:style w:type="character" w:styleId="Hypertextovodkaz">
    <w:name w:val="Hyperlink"/>
    <w:basedOn w:val="Standardnpsmoodstavce"/>
    <w:uiPriority w:val="99"/>
    <w:unhideWhenUsed/>
    <w:rsid w:val="00372D67"/>
    <w:rPr>
      <w:color w:val="0000FF"/>
      <w:u w:val="single"/>
    </w:rPr>
  </w:style>
  <w:style w:type="paragraph" w:styleId="Zkladntext">
    <w:name w:val="Body Text"/>
    <w:basedOn w:val="Normln"/>
    <w:link w:val="ZkladntextChar"/>
    <w:rsid w:val="00952B1F"/>
    <w:pPr>
      <w:spacing w:after="130"/>
      <w:jc w:val="left"/>
    </w:pPr>
    <w:rPr>
      <w:lang w:eastAsia="sv-SE"/>
    </w:rPr>
  </w:style>
  <w:style w:type="character" w:customStyle="1" w:styleId="ZkladntextChar">
    <w:name w:val="Základní text Char"/>
    <w:basedOn w:val="Standardnpsmoodstavce"/>
    <w:link w:val="Zkladntext"/>
    <w:rsid w:val="00952B1F"/>
    <w:rPr>
      <w:lang w:eastAsia="sv-SE"/>
    </w:rPr>
  </w:style>
  <w:style w:type="paragraph" w:customStyle="1" w:styleId="Normal-extraradavstnd">
    <w:name w:val="Normal - extra radavstånd"/>
    <w:basedOn w:val="Normln"/>
    <w:semiHidden/>
    <w:rsid w:val="00304B67"/>
    <w:pPr>
      <w:tabs>
        <w:tab w:val="left" w:pos="0"/>
        <w:tab w:val="left" w:pos="567"/>
        <w:tab w:val="left" w:pos="1276"/>
        <w:tab w:val="left" w:pos="2552"/>
        <w:tab w:val="left" w:pos="3828"/>
        <w:tab w:val="left" w:pos="5103"/>
        <w:tab w:val="left" w:pos="6379"/>
        <w:tab w:val="right" w:pos="8364"/>
      </w:tabs>
      <w:jc w:val="left"/>
    </w:pPr>
    <w:rPr>
      <w:lang w:val="en-GB" w:eastAsia="sv-SE"/>
    </w:rPr>
  </w:style>
  <w:style w:type="paragraph" w:customStyle="1" w:styleId="zDatum">
    <w:name w:val="zDatum"/>
    <w:basedOn w:val="Normln"/>
    <w:link w:val="zDatumChar"/>
    <w:semiHidden/>
    <w:rsid w:val="00304B67"/>
    <w:pPr>
      <w:tabs>
        <w:tab w:val="left" w:pos="0"/>
        <w:tab w:val="left" w:pos="567"/>
        <w:tab w:val="left" w:pos="1276"/>
        <w:tab w:val="left" w:pos="2552"/>
        <w:tab w:val="left" w:pos="3828"/>
        <w:tab w:val="left" w:pos="5103"/>
        <w:tab w:val="left" w:pos="6379"/>
        <w:tab w:val="right" w:pos="8364"/>
      </w:tabs>
      <w:jc w:val="left"/>
    </w:pPr>
    <w:rPr>
      <w:sz w:val="16"/>
      <w:lang w:val="en-GB" w:eastAsia="sv-SE"/>
    </w:r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952B1F"/>
  </w:style>
  <w:style w:type="table" w:styleId="Mkatabulky">
    <w:name w:val="Table Grid"/>
    <w:basedOn w:val="Normlntabulka"/>
    <w:uiPriority w:val="59"/>
    <w:rsid w:val="006B322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ltext">
    <w:name w:val="Tabelltext"/>
    <w:basedOn w:val="Normln"/>
    <w:link w:val="TabelltextChar"/>
    <w:semiHidden/>
    <w:rsid w:val="00304B67"/>
    <w:pPr>
      <w:tabs>
        <w:tab w:val="left" w:pos="0"/>
        <w:tab w:val="left" w:pos="567"/>
        <w:tab w:val="left" w:pos="1276"/>
        <w:tab w:val="left" w:pos="2552"/>
        <w:tab w:val="left" w:pos="3828"/>
        <w:tab w:val="left" w:pos="5103"/>
        <w:tab w:val="left" w:pos="6379"/>
        <w:tab w:val="right" w:pos="8364"/>
      </w:tabs>
      <w:jc w:val="left"/>
    </w:pPr>
    <w:rPr>
      <w:sz w:val="18"/>
      <w:lang w:val="en-GB" w:eastAsia="sv-SE"/>
    </w:rPr>
  </w:style>
  <w:style w:type="paragraph" w:customStyle="1" w:styleId="zLedtext">
    <w:name w:val="zLedtext"/>
    <w:basedOn w:val="zDatum"/>
    <w:link w:val="zLedtextChar"/>
    <w:semiHidden/>
    <w:rsid w:val="00304B67"/>
    <w:pPr>
      <w:spacing w:line="250" w:lineRule="atLeast"/>
    </w:pPr>
    <w:rPr>
      <w:caps/>
      <w:sz w:val="12"/>
    </w:rPr>
  </w:style>
  <w:style w:type="paragraph" w:customStyle="1" w:styleId="zDokumenttyp">
    <w:name w:val="zDokumenttyp"/>
    <w:basedOn w:val="Normln"/>
    <w:next w:val="Zkladntext"/>
    <w:semiHidden/>
    <w:rsid w:val="00304B67"/>
    <w:pPr>
      <w:tabs>
        <w:tab w:val="left" w:pos="0"/>
        <w:tab w:val="left" w:pos="567"/>
        <w:tab w:val="left" w:pos="1276"/>
        <w:tab w:val="left" w:pos="2552"/>
        <w:tab w:val="left" w:pos="3828"/>
        <w:tab w:val="left" w:pos="5103"/>
        <w:tab w:val="left" w:pos="6379"/>
        <w:tab w:val="right" w:pos="8364"/>
      </w:tabs>
      <w:spacing w:line="360" w:lineRule="exact"/>
      <w:jc w:val="left"/>
    </w:pPr>
    <w:rPr>
      <w:caps/>
      <w:spacing w:val="20"/>
      <w:kern w:val="30"/>
      <w:sz w:val="30"/>
      <w:lang w:val="en-GB" w:eastAsia="sv-SE"/>
    </w:rPr>
  </w:style>
  <w:style w:type="paragraph" w:customStyle="1" w:styleId="zUppdragsbenmning">
    <w:name w:val="zUppdragsbenämning"/>
    <w:basedOn w:val="Normal-extraradavstnd"/>
    <w:semiHidden/>
    <w:rsid w:val="00304B67"/>
    <w:rPr>
      <w:sz w:val="18"/>
    </w:rPr>
  </w:style>
  <w:style w:type="character" w:customStyle="1" w:styleId="TabelltextChar">
    <w:name w:val="Tabelltext Char"/>
    <w:basedOn w:val="Standardnpsmoodstavce"/>
    <w:link w:val="Tabelltext"/>
    <w:rsid w:val="00304B67"/>
    <w:rPr>
      <w:rFonts w:ascii="Arial" w:hAnsi="Arial"/>
      <w:sz w:val="18"/>
      <w:lang w:val="en-GB" w:eastAsia="sv-SE"/>
    </w:rPr>
  </w:style>
  <w:style w:type="character" w:customStyle="1" w:styleId="zDatumChar">
    <w:name w:val="zDatum Char"/>
    <w:basedOn w:val="Standardnpsmoodstavce"/>
    <w:link w:val="zDatum"/>
    <w:rsid w:val="00304B67"/>
    <w:rPr>
      <w:rFonts w:ascii="Arial" w:hAnsi="Arial"/>
      <w:sz w:val="16"/>
      <w:lang w:val="en-GB" w:eastAsia="sv-SE"/>
    </w:rPr>
  </w:style>
  <w:style w:type="character" w:customStyle="1" w:styleId="zLedtextChar">
    <w:name w:val="zLedtext Char"/>
    <w:basedOn w:val="zDatumChar"/>
    <w:link w:val="zLedtext"/>
    <w:rsid w:val="00304B67"/>
    <w:rPr>
      <w:rFonts w:ascii="Arial" w:hAnsi="Arial"/>
      <w:caps/>
      <w:sz w:val="12"/>
      <w:lang w:val="en-GB" w:eastAsia="sv-SE"/>
    </w:rPr>
  </w:style>
  <w:style w:type="paragraph" w:customStyle="1" w:styleId="Siffra">
    <w:name w:val="Siffra"/>
    <w:basedOn w:val="Zkladntext"/>
    <w:semiHidden/>
    <w:rsid w:val="00304B67"/>
    <w:rPr>
      <w:b/>
    </w:rPr>
  </w:style>
  <w:style w:type="paragraph" w:customStyle="1" w:styleId="Tabelltextsiffror">
    <w:name w:val="Tabelltext siffror"/>
    <w:basedOn w:val="Tabelltext"/>
    <w:semiHidden/>
    <w:rsid w:val="00304B67"/>
    <w:rPr>
      <w:sz w:val="16"/>
    </w:rPr>
  </w:style>
  <w:style w:type="paragraph" w:customStyle="1" w:styleId="Sidfotfastradavst">
    <w:name w:val="Sidfot fast radavst"/>
    <w:basedOn w:val="Zpat"/>
    <w:semiHidden/>
    <w:rsid w:val="003D404F"/>
    <w:pPr>
      <w:spacing w:line="160" w:lineRule="atLeast"/>
      <w:jc w:val="left"/>
    </w:pPr>
    <w:rPr>
      <w:noProof/>
      <w:sz w:val="18"/>
      <w:lang w:val="en-GB" w:eastAsia="sv-SE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7C488A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7C488A"/>
    <w:rPr>
      <w:rFonts w:ascii="Arial" w:hAnsi="Arial"/>
      <w:sz w:val="22"/>
      <w:szCs w:val="24"/>
    </w:rPr>
  </w:style>
  <w:style w:type="character" w:styleId="Siln">
    <w:name w:val="Strong"/>
    <w:basedOn w:val="Standardnpsmoodstavce"/>
    <w:semiHidden/>
    <w:qFormat/>
    <w:rsid w:val="007C488A"/>
    <w:rPr>
      <w:b/>
      <w:bCs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A73AAA"/>
    <w:pPr>
      <w:keepLines/>
      <w:numPr>
        <w:numId w:val="0"/>
      </w:numPr>
      <w:spacing w:before="480" w:after="0" w:line="276" w:lineRule="auto"/>
      <w:jc w:val="left"/>
      <w:outlineLvl w:val="9"/>
    </w:pPr>
    <w:rPr>
      <w:rFonts w:ascii="Cambria" w:hAnsi="Cambria"/>
      <w:caps w:val="0"/>
      <w:color w:val="365F91"/>
      <w:sz w:val="28"/>
      <w:szCs w:val="28"/>
      <w:lang w:eastAsia="en-US"/>
    </w:rPr>
  </w:style>
  <w:style w:type="character" w:styleId="Zstupntext">
    <w:name w:val="Placeholder Text"/>
    <w:basedOn w:val="Standardnpsmoodstavce"/>
    <w:uiPriority w:val="99"/>
    <w:semiHidden/>
    <w:rsid w:val="00FD3AF7"/>
    <w:rPr>
      <w:color w:val="808080"/>
    </w:rPr>
  </w:style>
  <w:style w:type="paragraph" w:styleId="Nzev">
    <w:name w:val="Title"/>
    <w:basedOn w:val="Normln"/>
    <w:next w:val="Normln"/>
    <w:link w:val="NzevChar"/>
    <w:uiPriority w:val="10"/>
    <w:qFormat/>
    <w:rsid w:val="00083CDD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083CD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Desky1">
    <w:name w:val="Desky1"/>
    <w:basedOn w:val="Normln"/>
    <w:qFormat/>
    <w:rsid w:val="00080C04"/>
    <w:pPr>
      <w:spacing w:line="360" w:lineRule="auto"/>
      <w:ind w:left="567" w:right="567"/>
      <w:jc w:val="center"/>
    </w:pPr>
    <w:rPr>
      <w:sz w:val="40"/>
    </w:rPr>
  </w:style>
  <w:style w:type="paragraph" w:customStyle="1" w:styleId="Desky2">
    <w:name w:val="Desky2"/>
    <w:basedOn w:val="Desky1"/>
    <w:qFormat/>
    <w:rsid w:val="00FB5259"/>
    <w:rPr>
      <w:sz w:val="32"/>
    </w:rPr>
  </w:style>
  <w:style w:type="paragraph" w:customStyle="1" w:styleId="Normln0">
    <w:name w:val="_Normální"/>
    <w:basedOn w:val="Normln"/>
    <w:link w:val="NormlnChar"/>
    <w:qFormat/>
    <w:rsid w:val="00101988"/>
    <w:pPr>
      <w:spacing w:after="120"/>
    </w:pPr>
  </w:style>
  <w:style w:type="character" w:customStyle="1" w:styleId="NormlnChar">
    <w:name w:val="_Normální Char"/>
    <w:basedOn w:val="Standardnpsmoodstavce"/>
    <w:link w:val="Normln0"/>
    <w:rsid w:val="00101988"/>
  </w:style>
  <w:style w:type="paragraph" w:customStyle="1" w:styleId="ObrzekNzev">
    <w:name w:val="_Obrázek_Název"/>
    <w:basedOn w:val="Normln0"/>
    <w:next w:val="Normln0"/>
    <w:qFormat/>
    <w:rsid w:val="00101988"/>
    <w:rPr>
      <w:b/>
    </w:rPr>
  </w:style>
  <w:style w:type="paragraph" w:customStyle="1" w:styleId="Obrzek">
    <w:name w:val="_Obrázek"/>
    <w:basedOn w:val="Normln0"/>
    <w:next w:val="ObrzekNzev"/>
    <w:qFormat/>
    <w:rsid w:val="00101988"/>
    <w:pPr>
      <w:keepNext/>
      <w:spacing w:after="0"/>
      <w:jc w:val="center"/>
    </w:pPr>
  </w:style>
  <w:style w:type="paragraph" w:customStyle="1" w:styleId="TabulkaNzev">
    <w:name w:val="_Tabulka_Název"/>
    <w:basedOn w:val="Normln0"/>
    <w:next w:val="Normln0"/>
    <w:qFormat/>
    <w:rsid w:val="00101988"/>
    <w:pPr>
      <w:keepNext/>
      <w:spacing w:after="0"/>
    </w:pPr>
    <w:rPr>
      <w:b/>
    </w:rPr>
  </w:style>
  <w:style w:type="table" w:customStyle="1" w:styleId="Svtltabulkasmkou11">
    <w:name w:val="Světlá tabulka s mřížkou 11"/>
    <w:basedOn w:val="Normlntabulka"/>
    <w:uiPriority w:val="46"/>
    <w:rsid w:val="00101988"/>
    <w:rPr>
      <w:rFonts w:ascii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Nvst">
    <w:name w:val="_Návěstí"/>
    <w:basedOn w:val="Normln0"/>
    <w:next w:val="Normln0"/>
    <w:link w:val="NvstChar"/>
    <w:qFormat/>
    <w:rsid w:val="00C90359"/>
    <w:pPr>
      <w:keepNext/>
      <w:spacing w:after="0"/>
    </w:pPr>
    <w:rPr>
      <w:u w:val="single"/>
    </w:rPr>
  </w:style>
  <w:style w:type="character" w:customStyle="1" w:styleId="NvstChar">
    <w:name w:val="_Návěstí Char"/>
    <w:basedOn w:val="NormlnChar"/>
    <w:link w:val="Nvst"/>
    <w:rsid w:val="00C90359"/>
    <w:rPr>
      <w:u w:val="single"/>
    </w:rPr>
  </w:style>
  <w:style w:type="character" w:styleId="Znakapoznpodarou">
    <w:name w:val="footnote reference"/>
    <w:basedOn w:val="Standardnpsmoodstavce"/>
    <w:uiPriority w:val="99"/>
    <w:unhideWhenUsed/>
    <w:rsid w:val="003B757B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F04AB1"/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F04AB1"/>
  </w:style>
  <w:style w:type="paragraph" w:customStyle="1" w:styleId="Odstavecseseznamemliteratury">
    <w:name w:val="Odstavec se seznamem literatury"/>
    <w:basedOn w:val="Normln"/>
    <w:qFormat/>
    <w:rsid w:val="00574F4B"/>
    <w:pPr>
      <w:numPr>
        <w:numId w:val="29"/>
      </w:numPr>
      <w:spacing w:after="120"/>
      <w:jc w:val="left"/>
    </w:pPr>
    <w:rPr>
      <w:i/>
    </w:rPr>
  </w:style>
  <w:style w:type="character" w:customStyle="1" w:styleId="Nadpis3Char">
    <w:name w:val="Nadpis 3 Char"/>
    <w:basedOn w:val="Standardnpsmoodstavce"/>
    <w:link w:val="Nadpis3"/>
    <w:rsid w:val="00C0034C"/>
    <w:rPr>
      <w:rFonts w:cs="Arial"/>
      <w:b/>
      <w:bCs/>
      <w:caps/>
      <w:color w:val="000000" w:themeColor="text1"/>
      <w:szCs w:val="26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6A0772"/>
    <w:rPr>
      <w:color w:val="605E5C"/>
      <w:shd w:val="clear" w:color="auto" w:fill="E1DFDD"/>
    </w:rPr>
  </w:style>
  <w:style w:type="paragraph" w:customStyle="1" w:styleId="CGNormln">
    <w:name w:val="CG_Normální"/>
    <w:rsid w:val="00837373"/>
    <w:pPr>
      <w:ind w:left="1134"/>
      <w:jc w:val="both"/>
    </w:pPr>
    <w:rPr>
      <w:sz w:val="22"/>
      <w:szCs w:val="24"/>
    </w:rPr>
  </w:style>
  <w:style w:type="paragraph" w:styleId="Odstavecseseznamem">
    <w:name w:val="List Paragraph"/>
    <w:basedOn w:val="Normln"/>
    <w:uiPriority w:val="34"/>
    <w:qFormat/>
    <w:rsid w:val="0049514D"/>
    <w:pPr>
      <w:tabs>
        <w:tab w:val="left" w:pos="0"/>
      </w:tabs>
      <w:ind w:left="720" w:right="-2" w:firstLine="567"/>
      <w:contextualSpacing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image" Target="media/image2.JPG"/><Relationship Id="rId26" Type="http://schemas.openxmlformats.org/officeDocument/2006/relationships/footer" Target="footer6.xml"/><Relationship Id="rId3" Type="http://schemas.openxmlformats.org/officeDocument/2006/relationships/customXml" Target="../customXml/item3.xml"/><Relationship Id="rId21" Type="http://schemas.openxmlformats.org/officeDocument/2006/relationships/header" Target="header4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header" Target="header6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image" Target="media/image4.jpeg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footer" Target="footer5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23" Type="http://schemas.openxmlformats.org/officeDocument/2006/relationships/footer" Target="footer4.xml"/><Relationship Id="rId28" Type="http://schemas.openxmlformats.org/officeDocument/2006/relationships/glossaryDocument" Target="glossary/document.xml"/><Relationship Id="rId10" Type="http://schemas.openxmlformats.org/officeDocument/2006/relationships/endnotes" Target="endnotes.xml"/><Relationship Id="rId19" Type="http://schemas.openxmlformats.org/officeDocument/2006/relationships/image" Target="media/image3.JP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Relationship Id="rId22" Type="http://schemas.openxmlformats.org/officeDocument/2006/relationships/header" Target="header5.xml"/><Relationship Id="rId27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Sablony\Hot\Minutes%20en%20x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4455A44B058644D2A53573B7138F8EC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2FE73C8-20A9-4896-9229-68A5B9D4ED40}"/>
      </w:docPartPr>
      <w:docPartBody>
        <w:p w:rsidR="00D13942" w:rsidRDefault="00C15348" w:rsidP="00C15348">
          <w:pPr>
            <w:pStyle w:val="4455A44B058644D2A53573B7138F8EC1"/>
          </w:pPr>
          <w:r w:rsidRPr="0005706C">
            <w:rPr>
              <w:color w:val="000000" w:themeColor="text1"/>
              <w:sz w:val="14"/>
            </w:rPr>
            <w:t xml:space="preserve"> </w:t>
          </w:r>
        </w:p>
      </w:docPartBody>
    </w:docPart>
    <w:docPart>
      <w:docPartPr>
        <w:name w:val="0DFCD2D10C0C4F45892D11C61214D8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CB9CD2-00B5-4CA9-ACE1-E345A771D863}"/>
      </w:docPartPr>
      <w:docPartBody>
        <w:p w:rsidR="00D13942" w:rsidRDefault="00C15348" w:rsidP="00C15348">
          <w:pPr>
            <w:pStyle w:val="0DFCD2D10C0C4F45892D11C61214D8BD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9D873DE55F594146AF036837467F0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B87DBE3-AFCE-4A89-9950-4873080BB644}"/>
      </w:docPartPr>
      <w:docPartBody>
        <w:p w:rsidR="00D13942" w:rsidRDefault="00C15348" w:rsidP="00C15348">
          <w:pPr>
            <w:pStyle w:val="9D873DE55F594146AF036837467F0353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BB5140E1D2BB415595063D327FB48D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0341DA-14E6-4CA6-B345-69F30B801203}"/>
      </w:docPartPr>
      <w:docPartBody>
        <w:p w:rsidR="00D13942" w:rsidRDefault="00C15348" w:rsidP="00C15348">
          <w:pPr>
            <w:pStyle w:val="BB5140E1D2BB415595063D327FB48DA2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8CF145A31CE84D5FB5872EF400C52AD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48F5D0-DB71-4618-BE3B-8D9EECF46C1B}"/>
      </w:docPartPr>
      <w:docPartBody>
        <w:p w:rsidR="00D13942" w:rsidRDefault="00C15348" w:rsidP="00C15348">
          <w:pPr>
            <w:pStyle w:val="8CF145A31CE84D5FB5872EF400C52ADA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2DC4F3AF62B64394972D5BCD2CBCBB9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EE51253-B725-419D-9D80-A8AB4E1112B2}"/>
      </w:docPartPr>
      <w:docPartBody>
        <w:p w:rsidR="00D13942" w:rsidRDefault="00C15348" w:rsidP="00C15348">
          <w:pPr>
            <w:pStyle w:val="2DC4F3AF62B64394972D5BCD2CBCBB98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A8A0D4CD5BEC4B0D92761194ED8D362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1FF300-DB44-488A-969F-1E5FAC97138C}"/>
      </w:docPartPr>
      <w:docPartBody>
        <w:p w:rsidR="00D13942" w:rsidRDefault="00C15348" w:rsidP="00C15348">
          <w:pPr>
            <w:pStyle w:val="A8A0D4CD5BEC4B0D92761194ED8D362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4ED01243361B45EBA4ACA7825CE7AC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3F6078-0A62-49AB-999B-1E29457316B4}"/>
      </w:docPartPr>
      <w:docPartBody>
        <w:p w:rsidR="00D13942" w:rsidRDefault="00C15348" w:rsidP="00C15348">
          <w:pPr>
            <w:pStyle w:val="4ED01243361B45EBA4ACA7825CE7AC55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325AC45C362E49618859C7A5C3DBA5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8F6E4E-D371-4227-8184-314198632C03}"/>
      </w:docPartPr>
      <w:docPartBody>
        <w:p w:rsidR="00D13942" w:rsidRDefault="00C15348" w:rsidP="00C15348">
          <w:pPr>
            <w:pStyle w:val="325AC45C362E49618859C7A5C3DBA529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D86FB1FD1B6A4447B8D835C6CA67D1A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342444-FC7E-4105-8444-E0AE142341D9}"/>
      </w:docPartPr>
      <w:docPartBody>
        <w:p w:rsidR="00D13942" w:rsidRDefault="00C15348" w:rsidP="00C15348">
          <w:pPr>
            <w:pStyle w:val="D86FB1FD1B6A4447B8D835C6CA67D1AF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C5ADEDC169C042E58045EEBBC7B6488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0C8F2-4DD1-45B3-97D6-612974105798}"/>
      </w:docPartPr>
      <w:docPartBody>
        <w:p w:rsidR="00D13942" w:rsidRDefault="00C15348" w:rsidP="00C15348">
          <w:pPr>
            <w:pStyle w:val="C5ADEDC169C042E58045EEBBC7B64888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4CF8D92AFC1D4C658603E21C732313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78D9402-DB86-47D1-BCCB-23CB3BDB04FD}"/>
      </w:docPartPr>
      <w:docPartBody>
        <w:p w:rsidR="00D13942" w:rsidRDefault="00C15348" w:rsidP="00C15348">
          <w:pPr>
            <w:pStyle w:val="4CF8D92AFC1D4C658603E21C73231395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6F0071A5BD86421684A6380C9CE26B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0FA962-A7B3-4448-8880-93E9EF52D58E}"/>
      </w:docPartPr>
      <w:docPartBody>
        <w:p w:rsidR="00D13942" w:rsidRDefault="00C15348" w:rsidP="00C15348">
          <w:pPr>
            <w:pStyle w:val="6F0071A5BD86421684A6380C9CE26BCE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A8CFFE72291D4B6085A4D554CCE379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5DB5E8C-D5E1-4DC0-8035-C015B8F426AB}"/>
      </w:docPartPr>
      <w:docPartBody>
        <w:p w:rsidR="00D13942" w:rsidRDefault="00C15348" w:rsidP="00C15348">
          <w:pPr>
            <w:pStyle w:val="A8CFFE72291D4B6085A4D554CCE3797B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680FD3CCD2DD446FBB1C0923F02C12C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E9E194C-5787-467C-AF4E-4DF49F17C8B7}"/>
      </w:docPartPr>
      <w:docPartBody>
        <w:p w:rsidR="00D13942" w:rsidRDefault="00C15348" w:rsidP="00C15348">
          <w:pPr>
            <w:pStyle w:val="680FD3CCD2DD446FBB1C0923F02C12CC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9B31CFBF72D0433A9687AA8F38FF2D1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6CFDE3-ECA0-4446-B099-36ACD805EFFB}"/>
      </w:docPartPr>
      <w:docPartBody>
        <w:p w:rsidR="00D13942" w:rsidRDefault="00C15348" w:rsidP="00C15348">
          <w:pPr>
            <w:pStyle w:val="9B31CFBF72D0433A9687AA8F38FF2D17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D7E767A543FB49ECB116B02362C08A4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4433A8C-154E-4B5D-A3AE-90647A8151E5}"/>
      </w:docPartPr>
      <w:docPartBody>
        <w:p w:rsidR="00D13942" w:rsidRDefault="00C15348" w:rsidP="00C15348">
          <w:pPr>
            <w:pStyle w:val="D7E767A543FB49ECB116B02362C08A43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FA2EDAF59F2B44689D1C4569A81DAF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E9E95-811D-48AE-918A-0E5078F47964}"/>
      </w:docPartPr>
      <w:docPartBody>
        <w:p w:rsidR="00D13942" w:rsidRDefault="00C15348" w:rsidP="00C15348">
          <w:pPr>
            <w:pStyle w:val="FA2EDAF59F2B44689D1C4569A81DAFD3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5A8565E9D62C4EB4B7868765CE501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1630746-52E4-4747-B7B7-80B684103C93}"/>
      </w:docPartPr>
      <w:docPartBody>
        <w:p w:rsidR="00D13942" w:rsidRDefault="00C15348" w:rsidP="00C15348">
          <w:pPr>
            <w:pStyle w:val="5A8565E9D62C4EB4B7868765CE501DFA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E80E9193088F4781A8919098822434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09E6024-A93A-46B8-8792-6C8163B6A105}"/>
      </w:docPartPr>
      <w:docPartBody>
        <w:p w:rsidR="00D13942" w:rsidRDefault="00C15348" w:rsidP="00C15348">
          <w:pPr>
            <w:pStyle w:val="E80E9193088F4781A891909882243402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1F16EF84CFD745F8B83C94148968609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A4C06EA-336B-4DAF-8980-E1FEE2EC7678}"/>
      </w:docPartPr>
      <w:docPartBody>
        <w:p w:rsidR="00D13942" w:rsidRDefault="00C15348" w:rsidP="00C15348">
          <w:pPr>
            <w:pStyle w:val="1F16EF84CFD745F8B83C94148968609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778EBF5CA0044D03B4AA2235CEB81A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810A63-DC8D-4277-9521-8DE1DEBE88F5}"/>
      </w:docPartPr>
      <w:docPartBody>
        <w:p w:rsidR="00D13942" w:rsidRDefault="00C15348" w:rsidP="00C15348">
          <w:pPr>
            <w:pStyle w:val="778EBF5CA0044D03B4AA2235CEB81A4B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C551B125A0AB4E45988684B1CCB230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508692-B0C3-42E2-8C92-52A67EC3858F}"/>
      </w:docPartPr>
      <w:docPartBody>
        <w:p w:rsidR="00D13942" w:rsidRDefault="00C15348" w:rsidP="00C15348">
          <w:pPr>
            <w:pStyle w:val="C551B125A0AB4E45988684B1CCB23063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B0F88486065F4C78833A88EC9572F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30FDA66-E586-4C93-9604-16DC75A42BBD}"/>
      </w:docPartPr>
      <w:docPartBody>
        <w:p w:rsidR="00D13942" w:rsidRDefault="00C15348" w:rsidP="00C15348">
          <w:pPr>
            <w:pStyle w:val="B0F88486065F4C78833A88EC9572FEBB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52413C6E8A564A21B3AD39BEECD8898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F2B88E-5F67-4D0B-94A0-EACF6FC1CD28}"/>
      </w:docPartPr>
      <w:docPartBody>
        <w:p w:rsidR="00D13942" w:rsidRDefault="00C15348" w:rsidP="00C15348">
          <w:pPr>
            <w:pStyle w:val="52413C6E8A564A21B3AD39BEECD8898C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EF3E8C238E4D4C25AEC16594179475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FEC616E-7677-4914-942C-08A76D8F3642}"/>
      </w:docPartPr>
      <w:docPartBody>
        <w:p w:rsidR="00D13942" w:rsidRDefault="00C15348" w:rsidP="00C15348">
          <w:pPr>
            <w:pStyle w:val="EF3E8C238E4D4C25AEC165941794756D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58E7B71BE9AF4D0C9D999552E636C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829667-AE48-4093-A6D2-471B76B09BC9}"/>
      </w:docPartPr>
      <w:docPartBody>
        <w:p w:rsidR="00D13942" w:rsidRDefault="00C15348" w:rsidP="00C15348">
          <w:pPr>
            <w:pStyle w:val="58E7B71BE9AF4D0C9D999552E636CE9D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77529019E2A642A990A622591BA2FA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9197B7F-53AB-4670-95A2-1370A24D7DDC}"/>
      </w:docPartPr>
      <w:docPartBody>
        <w:p w:rsidR="00D13942" w:rsidRDefault="00C15348" w:rsidP="00C15348">
          <w:pPr>
            <w:pStyle w:val="77529019E2A642A990A622591BA2FAD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72C4041A107D45C197C66720C0B47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5F0E63-19F3-4904-9FDA-8E67753210C6}"/>
      </w:docPartPr>
      <w:docPartBody>
        <w:p w:rsidR="00D13942" w:rsidRDefault="00C15348" w:rsidP="00C15348">
          <w:pPr>
            <w:pStyle w:val="72C4041A107D45C197C66720C0B47045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40865045EBF848C3A76EB5738EF19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5174E90-93AC-471C-B4B9-23D797DB1DD6}"/>
      </w:docPartPr>
      <w:docPartBody>
        <w:p w:rsidR="00D13942" w:rsidRDefault="00C15348" w:rsidP="00C15348">
          <w:pPr>
            <w:pStyle w:val="40865045EBF848C3A76EB5738EF19A05"/>
          </w:pPr>
          <w:r w:rsidRPr="006660DF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EC523795870949DC872D4704BC3EF38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80B93-C5A2-41BB-9F06-4502B4D56EF9}"/>
      </w:docPartPr>
      <w:docPartBody>
        <w:p w:rsidR="00D13942" w:rsidRDefault="00C15348" w:rsidP="00C15348">
          <w:pPr>
            <w:pStyle w:val="EC523795870949DC872D4704BC3EF38A"/>
          </w:pPr>
          <w:r w:rsidRPr="006660DF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9AEBE97ACAC0479D8FF7A077D1827D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DDB610E-F1CF-4E06-880C-E066185AD4A1}"/>
      </w:docPartPr>
      <w:docPartBody>
        <w:p w:rsidR="00D13942" w:rsidRDefault="00C15348" w:rsidP="00C15348">
          <w:pPr>
            <w:pStyle w:val="9AEBE97ACAC0479D8FF7A077D1827D07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45AD43DCB01E492EAE38DD2CD8AC6EF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3DEEB7D-9418-42CE-85CB-1E5D3923CAFE}"/>
      </w:docPartPr>
      <w:docPartBody>
        <w:p w:rsidR="00D13942" w:rsidRDefault="00C15348" w:rsidP="00C15348">
          <w:pPr>
            <w:pStyle w:val="45AD43DCB01E492EAE38DD2CD8AC6EFD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182ECDBA034742C2AEE89D1E899ADA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A07D5AF-1258-403A-B2BB-43B3F3274F24}"/>
      </w:docPartPr>
      <w:docPartBody>
        <w:p w:rsidR="00D13942" w:rsidRDefault="00C15348" w:rsidP="00C15348">
          <w:pPr>
            <w:pStyle w:val="182ECDBA034742C2AEE89D1E899ADA5E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B7C72DB48C534B0490BAD94EBDD09DB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F1E3D7E-F878-45E1-A917-2199C88FF489}"/>
      </w:docPartPr>
      <w:docPartBody>
        <w:p w:rsidR="00D13942" w:rsidRDefault="00C15348" w:rsidP="00C15348">
          <w:pPr>
            <w:pStyle w:val="B7C72DB48C534B0490BAD94EBDD09DB7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1F72009A793D44D69F275E72E39A41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08D2144-5C3D-4533-81A5-D1C96FBD325A}"/>
      </w:docPartPr>
      <w:docPartBody>
        <w:p w:rsidR="004C2305" w:rsidRDefault="00531921" w:rsidP="00531921">
          <w:pPr>
            <w:pStyle w:val="1F72009A793D44D69F275E72E39A4155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6EBF239F87024C759225D9CCE42449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C88BE7-6729-4ABD-AF26-EDACF3C90E4A}"/>
      </w:docPartPr>
      <w:docPartBody>
        <w:p w:rsidR="004C2305" w:rsidRDefault="00531921" w:rsidP="00531921">
          <w:pPr>
            <w:pStyle w:val="6EBF239F87024C759225D9CCE4244952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334C278F48E24E3081F0225913D0B53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6E16C7-7B26-4797-9492-607B6D42BCE1}"/>
      </w:docPartPr>
      <w:docPartBody>
        <w:p w:rsidR="004C2305" w:rsidRDefault="00531921" w:rsidP="00531921">
          <w:pPr>
            <w:pStyle w:val="334C278F48E24E3081F0225913D0B53F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4C7CB446A0094AFDB350BBA0773E71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E431F8C-3EED-4782-AC09-22AAC95D3E5D}"/>
      </w:docPartPr>
      <w:docPartBody>
        <w:p w:rsidR="002768C4" w:rsidRDefault="004C2305" w:rsidP="004C2305">
          <w:pPr>
            <w:pStyle w:val="4C7CB446A0094AFDB350BBA0773E71AC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9604C"/>
    <w:rsid w:val="000132A3"/>
    <w:rsid w:val="00095F5B"/>
    <w:rsid w:val="000A08CA"/>
    <w:rsid w:val="000F5151"/>
    <w:rsid w:val="001227DF"/>
    <w:rsid w:val="001571A9"/>
    <w:rsid w:val="00205F9C"/>
    <w:rsid w:val="00216FF3"/>
    <w:rsid w:val="002615C8"/>
    <w:rsid w:val="00274F63"/>
    <w:rsid w:val="002768C4"/>
    <w:rsid w:val="0029444C"/>
    <w:rsid w:val="002A1B07"/>
    <w:rsid w:val="002B60F4"/>
    <w:rsid w:val="003915D8"/>
    <w:rsid w:val="003E1285"/>
    <w:rsid w:val="00414C35"/>
    <w:rsid w:val="00415E84"/>
    <w:rsid w:val="00470757"/>
    <w:rsid w:val="004C2305"/>
    <w:rsid w:val="004E322A"/>
    <w:rsid w:val="004F4720"/>
    <w:rsid w:val="00531921"/>
    <w:rsid w:val="0055325A"/>
    <w:rsid w:val="005666BF"/>
    <w:rsid w:val="00576F06"/>
    <w:rsid w:val="005D2A83"/>
    <w:rsid w:val="005F0742"/>
    <w:rsid w:val="00624961"/>
    <w:rsid w:val="006274C6"/>
    <w:rsid w:val="00634106"/>
    <w:rsid w:val="007231B2"/>
    <w:rsid w:val="007F5AEA"/>
    <w:rsid w:val="00833ADC"/>
    <w:rsid w:val="008A535F"/>
    <w:rsid w:val="008B6E63"/>
    <w:rsid w:val="009068F1"/>
    <w:rsid w:val="00930776"/>
    <w:rsid w:val="00930D8E"/>
    <w:rsid w:val="00933783"/>
    <w:rsid w:val="00992DC5"/>
    <w:rsid w:val="009B45BF"/>
    <w:rsid w:val="009C601C"/>
    <w:rsid w:val="009D5B11"/>
    <w:rsid w:val="009E6BD6"/>
    <w:rsid w:val="00A2046A"/>
    <w:rsid w:val="00A97ACE"/>
    <w:rsid w:val="00AA5B36"/>
    <w:rsid w:val="00AA5CD8"/>
    <w:rsid w:val="00B227C6"/>
    <w:rsid w:val="00B33DDE"/>
    <w:rsid w:val="00BB320B"/>
    <w:rsid w:val="00BD4F13"/>
    <w:rsid w:val="00BF6C21"/>
    <w:rsid w:val="00C02180"/>
    <w:rsid w:val="00C10AD9"/>
    <w:rsid w:val="00C15348"/>
    <w:rsid w:val="00C22723"/>
    <w:rsid w:val="00C37CD9"/>
    <w:rsid w:val="00C44E2F"/>
    <w:rsid w:val="00C60556"/>
    <w:rsid w:val="00C849EC"/>
    <w:rsid w:val="00C97B2B"/>
    <w:rsid w:val="00CD4DC2"/>
    <w:rsid w:val="00D13942"/>
    <w:rsid w:val="00D912AC"/>
    <w:rsid w:val="00DD745F"/>
    <w:rsid w:val="00E12DF1"/>
    <w:rsid w:val="00E32A7D"/>
    <w:rsid w:val="00E364A5"/>
    <w:rsid w:val="00E603DD"/>
    <w:rsid w:val="00E9604C"/>
    <w:rsid w:val="00EA2982"/>
    <w:rsid w:val="00EC39E1"/>
    <w:rsid w:val="00EF174F"/>
    <w:rsid w:val="00FA4C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D5B11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C2305"/>
    <w:rPr>
      <w:color w:val="808080"/>
    </w:rPr>
  </w:style>
  <w:style w:type="paragraph" w:customStyle="1" w:styleId="4455A44B058644D2A53573B7138F8EC1">
    <w:name w:val="4455A44B058644D2A53573B7138F8EC1"/>
    <w:rsid w:val="00C15348"/>
  </w:style>
  <w:style w:type="paragraph" w:customStyle="1" w:styleId="0DFCD2D10C0C4F45892D11C61214D8BD">
    <w:name w:val="0DFCD2D10C0C4F45892D11C61214D8BD"/>
    <w:rsid w:val="00C15348"/>
  </w:style>
  <w:style w:type="paragraph" w:customStyle="1" w:styleId="9D873DE55F594146AF036837467F0353">
    <w:name w:val="9D873DE55F594146AF036837467F0353"/>
    <w:rsid w:val="00C15348"/>
  </w:style>
  <w:style w:type="paragraph" w:customStyle="1" w:styleId="BB5140E1D2BB415595063D327FB48DA2">
    <w:name w:val="BB5140E1D2BB415595063D327FB48DA2"/>
    <w:rsid w:val="00C15348"/>
  </w:style>
  <w:style w:type="paragraph" w:customStyle="1" w:styleId="8CF145A31CE84D5FB5872EF400C52ADA">
    <w:name w:val="8CF145A31CE84D5FB5872EF400C52ADA"/>
    <w:rsid w:val="00C15348"/>
  </w:style>
  <w:style w:type="paragraph" w:customStyle="1" w:styleId="2DC4F3AF62B64394972D5BCD2CBCBB98">
    <w:name w:val="2DC4F3AF62B64394972D5BCD2CBCBB98"/>
    <w:rsid w:val="00C15348"/>
  </w:style>
  <w:style w:type="paragraph" w:customStyle="1" w:styleId="A8A0D4CD5BEC4B0D92761194ED8D3621">
    <w:name w:val="A8A0D4CD5BEC4B0D92761194ED8D3621"/>
    <w:rsid w:val="00C15348"/>
  </w:style>
  <w:style w:type="paragraph" w:customStyle="1" w:styleId="4ED01243361B45EBA4ACA7825CE7AC55">
    <w:name w:val="4ED01243361B45EBA4ACA7825CE7AC55"/>
    <w:rsid w:val="00C15348"/>
  </w:style>
  <w:style w:type="paragraph" w:customStyle="1" w:styleId="325AC45C362E49618859C7A5C3DBA529">
    <w:name w:val="325AC45C362E49618859C7A5C3DBA529"/>
    <w:rsid w:val="00C15348"/>
  </w:style>
  <w:style w:type="paragraph" w:customStyle="1" w:styleId="D86FB1FD1B6A4447B8D835C6CA67D1AF">
    <w:name w:val="D86FB1FD1B6A4447B8D835C6CA67D1AF"/>
    <w:rsid w:val="00C15348"/>
  </w:style>
  <w:style w:type="paragraph" w:customStyle="1" w:styleId="C5ADEDC169C042E58045EEBBC7B64888">
    <w:name w:val="C5ADEDC169C042E58045EEBBC7B64888"/>
    <w:rsid w:val="00C15348"/>
  </w:style>
  <w:style w:type="paragraph" w:customStyle="1" w:styleId="4CF8D92AFC1D4C658603E21C73231395">
    <w:name w:val="4CF8D92AFC1D4C658603E21C73231395"/>
    <w:rsid w:val="00C15348"/>
  </w:style>
  <w:style w:type="paragraph" w:customStyle="1" w:styleId="6F0071A5BD86421684A6380C9CE26BCE">
    <w:name w:val="6F0071A5BD86421684A6380C9CE26BCE"/>
    <w:rsid w:val="00C15348"/>
  </w:style>
  <w:style w:type="paragraph" w:customStyle="1" w:styleId="A8CFFE72291D4B6085A4D554CCE3797B">
    <w:name w:val="A8CFFE72291D4B6085A4D554CCE3797B"/>
    <w:rsid w:val="00C15348"/>
  </w:style>
  <w:style w:type="paragraph" w:customStyle="1" w:styleId="680FD3CCD2DD446FBB1C0923F02C12CC">
    <w:name w:val="680FD3CCD2DD446FBB1C0923F02C12CC"/>
    <w:rsid w:val="00C15348"/>
  </w:style>
  <w:style w:type="paragraph" w:customStyle="1" w:styleId="9B31CFBF72D0433A9687AA8F38FF2D17">
    <w:name w:val="9B31CFBF72D0433A9687AA8F38FF2D17"/>
    <w:rsid w:val="00C15348"/>
  </w:style>
  <w:style w:type="paragraph" w:customStyle="1" w:styleId="D7E767A543FB49ECB116B02362C08A43">
    <w:name w:val="D7E767A543FB49ECB116B02362C08A43"/>
    <w:rsid w:val="00C15348"/>
  </w:style>
  <w:style w:type="paragraph" w:customStyle="1" w:styleId="FA2EDAF59F2B44689D1C4569A81DAFD3">
    <w:name w:val="FA2EDAF59F2B44689D1C4569A81DAFD3"/>
    <w:rsid w:val="00C15348"/>
  </w:style>
  <w:style w:type="paragraph" w:customStyle="1" w:styleId="5A8565E9D62C4EB4B7868765CE501DFA">
    <w:name w:val="5A8565E9D62C4EB4B7868765CE501DFA"/>
    <w:rsid w:val="00C15348"/>
  </w:style>
  <w:style w:type="paragraph" w:customStyle="1" w:styleId="E80E9193088F4781A891909882243402">
    <w:name w:val="E80E9193088F4781A891909882243402"/>
    <w:rsid w:val="00C15348"/>
  </w:style>
  <w:style w:type="paragraph" w:customStyle="1" w:styleId="1F16EF84CFD745F8B83C941489686091">
    <w:name w:val="1F16EF84CFD745F8B83C941489686091"/>
    <w:rsid w:val="00C15348"/>
  </w:style>
  <w:style w:type="paragraph" w:customStyle="1" w:styleId="778EBF5CA0044D03B4AA2235CEB81A4B">
    <w:name w:val="778EBF5CA0044D03B4AA2235CEB81A4B"/>
    <w:rsid w:val="00C15348"/>
  </w:style>
  <w:style w:type="paragraph" w:customStyle="1" w:styleId="C551B125A0AB4E45988684B1CCB23063">
    <w:name w:val="C551B125A0AB4E45988684B1CCB23063"/>
    <w:rsid w:val="00C15348"/>
  </w:style>
  <w:style w:type="paragraph" w:customStyle="1" w:styleId="B0F88486065F4C78833A88EC9572FEBB">
    <w:name w:val="B0F88486065F4C78833A88EC9572FEBB"/>
    <w:rsid w:val="00C15348"/>
  </w:style>
  <w:style w:type="paragraph" w:customStyle="1" w:styleId="52413C6E8A564A21B3AD39BEECD8898C">
    <w:name w:val="52413C6E8A564A21B3AD39BEECD8898C"/>
    <w:rsid w:val="00C15348"/>
  </w:style>
  <w:style w:type="paragraph" w:customStyle="1" w:styleId="EF3E8C238E4D4C25AEC165941794756D">
    <w:name w:val="EF3E8C238E4D4C25AEC165941794756D"/>
    <w:rsid w:val="00C15348"/>
  </w:style>
  <w:style w:type="paragraph" w:customStyle="1" w:styleId="58E7B71BE9AF4D0C9D999552E636CE9D">
    <w:name w:val="58E7B71BE9AF4D0C9D999552E636CE9D"/>
    <w:rsid w:val="00C15348"/>
  </w:style>
  <w:style w:type="paragraph" w:customStyle="1" w:styleId="77529019E2A642A990A622591BA2FAD1">
    <w:name w:val="77529019E2A642A990A622591BA2FAD1"/>
    <w:rsid w:val="00C15348"/>
  </w:style>
  <w:style w:type="paragraph" w:customStyle="1" w:styleId="72C4041A107D45C197C66720C0B47045">
    <w:name w:val="72C4041A107D45C197C66720C0B47045"/>
    <w:rsid w:val="00C15348"/>
  </w:style>
  <w:style w:type="paragraph" w:customStyle="1" w:styleId="40865045EBF848C3A76EB5738EF19A05">
    <w:name w:val="40865045EBF848C3A76EB5738EF19A05"/>
    <w:rsid w:val="00C15348"/>
  </w:style>
  <w:style w:type="paragraph" w:customStyle="1" w:styleId="EC523795870949DC872D4704BC3EF38A">
    <w:name w:val="EC523795870949DC872D4704BC3EF38A"/>
    <w:rsid w:val="00C15348"/>
  </w:style>
  <w:style w:type="paragraph" w:customStyle="1" w:styleId="9AEBE97ACAC0479D8FF7A077D1827D07">
    <w:name w:val="9AEBE97ACAC0479D8FF7A077D1827D07"/>
    <w:rsid w:val="00C15348"/>
  </w:style>
  <w:style w:type="paragraph" w:customStyle="1" w:styleId="45AD43DCB01E492EAE38DD2CD8AC6EFD">
    <w:name w:val="45AD43DCB01E492EAE38DD2CD8AC6EFD"/>
    <w:rsid w:val="00C15348"/>
  </w:style>
  <w:style w:type="paragraph" w:customStyle="1" w:styleId="182ECDBA034742C2AEE89D1E899ADA5E">
    <w:name w:val="182ECDBA034742C2AEE89D1E899ADA5E"/>
    <w:rsid w:val="00C15348"/>
  </w:style>
  <w:style w:type="paragraph" w:customStyle="1" w:styleId="B7C72DB48C534B0490BAD94EBDD09DB7">
    <w:name w:val="B7C72DB48C534B0490BAD94EBDD09DB7"/>
    <w:rsid w:val="00C15348"/>
  </w:style>
  <w:style w:type="paragraph" w:customStyle="1" w:styleId="1F72009A793D44D69F275E72E39A4155">
    <w:name w:val="1F72009A793D44D69F275E72E39A4155"/>
    <w:rsid w:val="00531921"/>
  </w:style>
  <w:style w:type="paragraph" w:customStyle="1" w:styleId="6EBF239F87024C759225D9CCE4244952">
    <w:name w:val="6EBF239F87024C759225D9CCE4244952"/>
    <w:rsid w:val="00531921"/>
  </w:style>
  <w:style w:type="paragraph" w:customStyle="1" w:styleId="334C278F48E24E3081F0225913D0B53F">
    <w:name w:val="334C278F48E24E3081F0225913D0B53F"/>
    <w:rsid w:val="00531921"/>
  </w:style>
  <w:style w:type="paragraph" w:customStyle="1" w:styleId="4C7CB446A0094AFDB350BBA0773E71AC">
    <w:name w:val="4C7CB446A0094AFDB350BBA0773E71AC"/>
    <w:rsid w:val="004C230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4CD74A902729D4C9B8888271949BAA9" ma:contentTypeVersion="18" ma:contentTypeDescription="Vytvoří nový dokument" ma:contentTypeScope="" ma:versionID="71faa176041462df222fe4ab62165b8b">
  <xsd:schema xmlns:xsd="http://www.w3.org/2001/XMLSchema" xmlns:xs="http://www.w3.org/2001/XMLSchema" xmlns:p="http://schemas.microsoft.com/office/2006/metadata/properties" xmlns:ns2="fc3dc6dc-1d59-4c8c-8d3c-24f06266975d" xmlns:ns3="2d833277-0b38-4b3a-8158-1894cb92cedb" targetNamespace="http://schemas.microsoft.com/office/2006/metadata/properties" ma:root="true" ma:fieldsID="7ed23074842bccf4ae9988d5fe79876d" ns2:_="" ns3:_="">
    <xsd:import namespace="fc3dc6dc-1d59-4c8c-8d3c-24f06266975d"/>
    <xsd:import namespace="2d833277-0b38-4b3a-8158-1894cb92ce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Odkaz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3dc6dc-1d59-4c8c-8d3c-24f06266975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Odkaz" ma:index="16" nillable="true" ma:displayName="Odkaz" ma:format="Hyperlink" ma:internalName="Odkaz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0" nillable="true" ma:taxonomy="true" ma:internalName="lcf76f155ced4ddcb4097134ff3c332f" ma:taxonomyFieldName="MediaServiceImageTags" ma:displayName="Značky obrázků" ma:readOnly="false" ma:fieldId="{5cf76f15-5ced-4ddc-b409-7134ff3c332f}" ma:taxonomyMulti="true" ma:sspId="9dd7e011-bb30-4412-ae0c-25ab964016f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MediaServiceAutoKeyPoints" ma:index="2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d833277-0b38-4b3a-8158-1894cb92ced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49bf8dfb-a81e-4293-a8ce-79483852c45c}" ma:internalName="TaxCatchAll" ma:showField="CatchAllData" ma:web="2d833277-0b38-4b3a-8158-1894cb92ced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dkaz xmlns="fc3dc6dc-1d59-4c8c-8d3c-24f06266975d">
      <Url xsi:nil="true"/>
      <Description xsi:nil="true"/>
    </Odkaz>
    <lcf76f155ced4ddcb4097134ff3c332f xmlns="fc3dc6dc-1d59-4c8c-8d3c-24f06266975d">
      <Terms xmlns="http://schemas.microsoft.com/office/infopath/2007/PartnerControls"/>
    </lcf76f155ced4ddcb4097134ff3c332f>
    <TaxCatchAll xmlns="2d833277-0b38-4b3a-8158-1894cb92cedb" xsi:nil="true"/>
  </documentManagement>
</p:properties>
</file>

<file path=customXml/itemProps1.xml><?xml version="1.0" encoding="utf-8"?>
<ds:datastoreItem xmlns:ds="http://schemas.openxmlformats.org/officeDocument/2006/customXml" ds:itemID="{F346CCCD-88D4-41B0-ADD9-CA2848771D6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584032B-3BE3-4DEA-80FD-A4AAC67A209B}"/>
</file>

<file path=customXml/itemProps3.xml><?xml version="1.0" encoding="utf-8"?>
<ds:datastoreItem xmlns:ds="http://schemas.openxmlformats.org/officeDocument/2006/customXml" ds:itemID="{75167718-052B-4B03-8F3F-1C59AC904A2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3E76976-A7D0-454D-B9BB-6F02115F0A01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Minutes en x.dot</Template>
  <TotalTime>1</TotalTime>
  <Pages>7</Pages>
  <Words>1649</Words>
  <Characters>9731</Characters>
  <Application>Microsoft Office Word</Application>
  <DocSecurity>0</DocSecurity>
  <Lines>81</Lines>
  <Paragraphs>22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Zpráva - rozpiska (obecná)</vt:lpstr>
    </vt:vector>
  </TitlesOfParts>
  <Company>Sweco Hydroprojekt a.s.</Company>
  <LinksUpToDate>false</LinksUpToDate>
  <CharactersWithSpaces>11358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Zpráva - rozpiska (obecná)</dc:title>
  <dc:creator>Sweco Hydroprojekt a.s.</dc:creator>
  <cp:lastModifiedBy>Beránek, Tomáš</cp:lastModifiedBy>
  <cp:revision>3</cp:revision>
  <cp:lastPrinted>2022-09-26T08:27:00Z</cp:lastPrinted>
  <dcterms:created xsi:type="dcterms:W3CDTF">2022-09-26T08:27:00Z</dcterms:created>
  <dcterms:modified xsi:type="dcterms:W3CDTF">2022-09-26T08:27:00Z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3f08ec5-d6d9-4227-8387-ccbfcb3632c4_Enabled">
    <vt:lpwstr>true</vt:lpwstr>
  </property>
  <property fmtid="{D5CDD505-2E9C-101B-9397-08002B2CF9AE}" pid="3" name="MSIP_Label_43f08ec5-d6d9-4227-8387-ccbfcb3632c4_SetDate">
    <vt:lpwstr>2022-07-07T08:41:26Z</vt:lpwstr>
  </property>
  <property fmtid="{D5CDD505-2E9C-101B-9397-08002B2CF9AE}" pid="4" name="MSIP_Label_43f08ec5-d6d9-4227-8387-ccbfcb3632c4_Method">
    <vt:lpwstr>Standard</vt:lpwstr>
  </property>
  <property fmtid="{D5CDD505-2E9C-101B-9397-08002B2CF9AE}" pid="5" name="MSIP_Label_43f08ec5-d6d9-4227-8387-ccbfcb3632c4_Name">
    <vt:lpwstr>Sweco Restricted</vt:lpwstr>
  </property>
  <property fmtid="{D5CDD505-2E9C-101B-9397-08002B2CF9AE}" pid="6" name="MSIP_Label_43f08ec5-d6d9-4227-8387-ccbfcb3632c4_SiteId">
    <vt:lpwstr>b7872ef0-9a00-4c18-8a4a-c7d25c778a9e</vt:lpwstr>
  </property>
  <property fmtid="{D5CDD505-2E9C-101B-9397-08002B2CF9AE}" pid="7" name="MSIP_Label_43f08ec5-d6d9-4227-8387-ccbfcb3632c4_ActionId">
    <vt:lpwstr>fcee2804-d92b-4500-b654-f7b7a56809df</vt:lpwstr>
  </property>
  <property fmtid="{D5CDD505-2E9C-101B-9397-08002B2CF9AE}" pid="8" name="MSIP_Label_43f08ec5-d6d9-4227-8387-ccbfcb3632c4_ContentBits">
    <vt:lpwstr>0</vt:lpwstr>
  </property>
  <property fmtid="{D5CDD505-2E9C-101B-9397-08002B2CF9AE}" pid="9" name="ContentTypeId">
    <vt:lpwstr>0x01010024CD74A902729D4C9B8888271949BAA9</vt:lpwstr>
  </property>
</Properties>
</file>